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36C256BA" w14:textId="625DA273"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15889" w:rsidRPr="00015889">
                <w:rPr>
                  <w:rStyle w:val="Otsikko1Char"/>
                </w:rPr>
                <w:t>Potilastiedon arkisto: rajapintakäyttötapaukset arkiston ja liittyvän järjestelmän välillä</w:t>
              </w:r>
            </w:sdtContent>
          </w:sdt>
        </w:p>
        <w:p w14:paraId="7728D720" w14:textId="368E88D1" w:rsidR="007126BB" w:rsidRDefault="00015889" w:rsidP="007959BE">
          <w:pPr>
            <w:tabs>
              <w:tab w:val="center" w:pos="4819"/>
            </w:tabs>
            <w:spacing w:line="360" w:lineRule="auto"/>
          </w:pPr>
          <w:r>
            <w:rPr>
              <w:rStyle w:val="LeiptekstiChar"/>
            </w:rPr>
            <w:t>v</w:t>
          </w:r>
          <w:r w:rsidR="004616CF">
            <w:rPr>
              <w:rStyle w:val="LeiptekstiChar"/>
            </w:rPr>
            <w:t>2.</w:t>
          </w:r>
          <w:r w:rsidR="00DB6F44">
            <w:rPr>
              <w:rStyle w:val="LeiptekstiChar"/>
            </w:rPr>
            <w:t>1</w:t>
          </w:r>
          <w:r w:rsidR="005C75CF">
            <w:rPr>
              <w:rStyle w:val="LeiptekstiChar"/>
            </w:rPr>
            <w:tab/>
          </w:r>
          <w:r w:rsidR="009A4BBC">
            <w:rPr>
              <w:rStyle w:val="Otsikko2Char"/>
            </w:rPr>
            <w:br/>
          </w:r>
        </w:p>
        <w:p w14:paraId="74D1EFBE" w14:textId="77777777" w:rsidR="007126BB" w:rsidRDefault="007126BB" w:rsidP="007126BB">
          <w:pPr>
            <w:pStyle w:val="Kommentinteksti"/>
          </w:pPr>
        </w:p>
        <w:p w14:paraId="4629B9BC" w14:textId="5FF25C55" w:rsidR="009A4BBC" w:rsidRDefault="00015889" w:rsidP="0016637F">
          <w:pPr>
            <w:spacing w:line="360" w:lineRule="auto"/>
          </w:pPr>
          <w:r>
            <w:br/>
            <w:t>Kela, Kanta-palvelut</w:t>
          </w:r>
        </w:p>
        <w:p w14:paraId="6EC980F6" w14:textId="3A6FB32B" w:rsidR="009A4BBC" w:rsidRDefault="007F0A39" w:rsidP="0016637F">
          <w:pPr>
            <w:spacing w:line="360" w:lineRule="auto"/>
          </w:pPr>
          <w:r>
            <w:t>9</w:t>
          </w:r>
          <w:r w:rsidR="006662BE">
            <w:t>.</w:t>
          </w:r>
          <w:r>
            <w:t>12</w:t>
          </w:r>
          <w:r w:rsidR="006662BE">
            <w:t>.2022</w:t>
          </w:r>
        </w:p>
        <w:p w14:paraId="535953ED" w14:textId="1DB85D54" w:rsidR="009A4BBC" w:rsidRDefault="00BE4CCD" w:rsidP="0016637F">
          <w:pPr>
            <w:pStyle w:val="Alatunniste"/>
            <w:spacing w:line="360" w:lineRule="auto"/>
            <w:rPr>
              <w:color w:val="0066A0" w:themeColor="text2"/>
            </w:rPr>
          </w:pPr>
          <w:r>
            <w:cr/>
          </w:r>
          <w:r>
            <w:br/>
          </w:r>
          <w:r>
            <w:br/>
          </w:r>
          <w:r>
            <w:br/>
          </w:r>
          <w:r>
            <w:br/>
          </w:r>
          <w:r>
            <w:br/>
          </w:r>
          <w:r>
            <w:br/>
          </w:r>
          <w:r w:rsidR="009A4BBC">
            <w:br/>
          </w:r>
          <w:r w:rsidR="009A4BBC">
            <w:br/>
          </w:r>
          <w:r w:rsidR="009A4BBC">
            <w:br/>
          </w:r>
          <w:r w:rsidR="009A4BBC">
            <w:br/>
          </w:r>
          <w:r w:rsidR="009A4BBC">
            <w:br/>
          </w:r>
          <w:r w:rsidR="009A4BBC">
            <w:br/>
          </w:r>
          <w:r w:rsidR="009A4BBC">
            <w:br/>
          </w:r>
          <w:r w:rsidR="009A4BBC">
            <w:br/>
          </w:r>
          <w:bookmarkStart w:id="3" w:name="_GoBack"/>
          <w:bookmarkEnd w:id="3"/>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4FAFA20E" w:rsidR="009A4BBC" w:rsidRDefault="00147778">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11FB60B4" w:rsidR="00C149F8" w:rsidRDefault="00C149F8">
          <w:pPr>
            <w:pStyle w:val="Sisllysluettelonotsikko"/>
          </w:pPr>
          <w:r>
            <w:t>Sisällys</w:t>
          </w:r>
        </w:p>
        <w:p w14:paraId="1892E512" w14:textId="5421D11E" w:rsidR="00FC4D08" w:rsidRDefault="00C149F8">
          <w:pPr>
            <w:pStyle w:val="Sisluet1"/>
            <w:rPr>
              <w:rFonts w:asciiTheme="minorHAnsi" w:eastAsiaTheme="minorEastAsia" w:hAnsiTheme="minorHAnsi" w:cstheme="minorBidi"/>
              <w:sz w:val="22"/>
              <w:lang w:eastAsia="fi-FI"/>
            </w:rPr>
          </w:pPr>
          <w:r>
            <w:fldChar w:fldCharType="begin"/>
          </w:r>
          <w:r>
            <w:instrText xml:space="preserve"> TOC \o "1-1" \h \z \u </w:instrText>
          </w:r>
          <w:r>
            <w:fldChar w:fldCharType="separate"/>
          </w:r>
          <w:hyperlink w:anchor="_Toc121475897" w:history="1">
            <w:r w:rsidR="00FC4D08" w:rsidRPr="001654C5">
              <w:rPr>
                <w:rStyle w:val="Hyperlinkki"/>
              </w:rPr>
              <w:t>1</w:t>
            </w:r>
            <w:r w:rsidR="00FC4D08">
              <w:rPr>
                <w:rFonts w:asciiTheme="minorHAnsi" w:eastAsiaTheme="minorEastAsia" w:hAnsiTheme="minorHAnsi" w:cstheme="minorBidi"/>
                <w:sz w:val="22"/>
                <w:lang w:eastAsia="fi-FI"/>
              </w:rPr>
              <w:tab/>
            </w:r>
            <w:r w:rsidR="00FC4D08" w:rsidRPr="001654C5">
              <w:rPr>
                <w:rStyle w:val="Hyperlinkki"/>
              </w:rPr>
              <w:t>Johdanto</w:t>
            </w:r>
            <w:r w:rsidR="00FC4D08">
              <w:rPr>
                <w:webHidden/>
              </w:rPr>
              <w:tab/>
            </w:r>
            <w:r w:rsidR="00FC4D08">
              <w:rPr>
                <w:webHidden/>
              </w:rPr>
              <w:fldChar w:fldCharType="begin"/>
            </w:r>
            <w:r w:rsidR="00FC4D08">
              <w:rPr>
                <w:webHidden/>
              </w:rPr>
              <w:instrText xml:space="preserve"> PAGEREF _Toc121475897 \h </w:instrText>
            </w:r>
            <w:r w:rsidR="00FC4D08">
              <w:rPr>
                <w:webHidden/>
              </w:rPr>
            </w:r>
            <w:r w:rsidR="00FC4D08">
              <w:rPr>
                <w:webHidden/>
              </w:rPr>
              <w:fldChar w:fldCharType="separate"/>
            </w:r>
            <w:r w:rsidR="00FC4D08">
              <w:rPr>
                <w:webHidden/>
              </w:rPr>
              <w:t>4</w:t>
            </w:r>
            <w:r w:rsidR="00FC4D08">
              <w:rPr>
                <w:webHidden/>
              </w:rPr>
              <w:fldChar w:fldCharType="end"/>
            </w:r>
          </w:hyperlink>
        </w:p>
        <w:p w14:paraId="566AAD31" w14:textId="6C931FDF" w:rsidR="00FC4D08" w:rsidRDefault="00FC4D08">
          <w:pPr>
            <w:pStyle w:val="Sisluet1"/>
            <w:rPr>
              <w:rFonts w:asciiTheme="minorHAnsi" w:eastAsiaTheme="minorEastAsia" w:hAnsiTheme="minorHAnsi" w:cstheme="minorBidi"/>
              <w:sz w:val="22"/>
              <w:lang w:eastAsia="fi-FI"/>
            </w:rPr>
          </w:pPr>
          <w:hyperlink w:anchor="_Toc121475898" w:history="1">
            <w:r w:rsidRPr="001654C5">
              <w:rPr>
                <w:rStyle w:val="Hyperlinkki"/>
              </w:rPr>
              <w:t>2</w:t>
            </w:r>
            <w:r>
              <w:rPr>
                <w:rFonts w:asciiTheme="minorHAnsi" w:eastAsiaTheme="minorEastAsia" w:hAnsiTheme="minorHAnsi" w:cstheme="minorBidi"/>
                <w:sz w:val="22"/>
                <w:lang w:eastAsia="fi-FI"/>
              </w:rPr>
              <w:tab/>
            </w:r>
            <w:r w:rsidRPr="001654C5">
              <w:rPr>
                <w:rStyle w:val="Hyperlinkki"/>
              </w:rPr>
              <w:t>Potilastiedon arkiston palvelupyynnöt</w:t>
            </w:r>
            <w:r>
              <w:rPr>
                <w:webHidden/>
              </w:rPr>
              <w:tab/>
            </w:r>
            <w:r>
              <w:rPr>
                <w:webHidden/>
              </w:rPr>
              <w:fldChar w:fldCharType="begin"/>
            </w:r>
            <w:r>
              <w:rPr>
                <w:webHidden/>
              </w:rPr>
              <w:instrText xml:space="preserve"> PAGEREF _Toc121475898 \h </w:instrText>
            </w:r>
            <w:r>
              <w:rPr>
                <w:webHidden/>
              </w:rPr>
            </w:r>
            <w:r>
              <w:rPr>
                <w:webHidden/>
              </w:rPr>
              <w:fldChar w:fldCharType="separate"/>
            </w:r>
            <w:r>
              <w:rPr>
                <w:webHidden/>
              </w:rPr>
              <w:t>4</w:t>
            </w:r>
            <w:r>
              <w:rPr>
                <w:webHidden/>
              </w:rPr>
              <w:fldChar w:fldCharType="end"/>
            </w:r>
          </w:hyperlink>
        </w:p>
        <w:p w14:paraId="55831FD8" w14:textId="596112BC" w:rsidR="00FC4D08" w:rsidRDefault="00FC4D08">
          <w:pPr>
            <w:pStyle w:val="Sisluet1"/>
            <w:rPr>
              <w:rFonts w:asciiTheme="minorHAnsi" w:eastAsiaTheme="minorEastAsia" w:hAnsiTheme="minorHAnsi" w:cstheme="minorBidi"/>
              <w:sz w:val="22"/>
              <w:lang w:eastAsia="fi-FI"/>
            </w:rPr>
          </w:pPr>
          <w:hyperlink w:anchor="_Toc121475899" w:history="1">
            <w:r w:rsidRPr="001654C5">
              <w:rPr>
                <w:rStyle w:val="Hyperlinkki"/>
              </w:rPr>
              <w:t>3</w:t>
            </w:r>
            <w:r>
              <w:rPr>
                <w:rFonts w:asciiTheme="minorHAnsi" w:eastAsiaTheme="minorEastAsia" w:hAnsiTheme="minorHAnsi" w:cstheme="minorBidi"/>
                <w:sz w:val="22"/>
                <w:lang w:eastAsia="fi-FI"/>
              </w:rPr>
              <w:tab/>
            </w:r>
            <w:r w:rsidRPr="001654C5">
              <w:rPr>
                <w:rStyle w:val="Hyperlinkki"/>
              </w:rPr>
              <w:t>Potilastiedon arkiston asiakirjatyypit</w:t>
            </w:r>
            <w:r>
              <w:rPr>
                <w:webHidden/>
              </w:rPr>
              <w:tab/>
            </w:r>
            <w:r>
              <w:rPr>
                <w:webHidden/>
              </w:rPr>
              <w:fldChar w:fldCharType="begin"/>
            </w:r>
            <w:r>
              <w:rPr>
                <w:webHidden/>
              </w:rPr>
              <w:instrText xml:space="preserve"> PAGEREF _Toc121475899 \h </w:instrText>
            </w:r>
            <w:r>
              <w:rPr>
                <w:webHidden/>
              </w:rPr>
            </w:r>
            <w:r>
              <w:rPr>
                <w:webHidden/>
              </w:rPr>
              <w:fldChar w:fldCharType="separate"/>
            </w:r>
            <w:r>
              <w:rPr>
                <w:webHidden/>
              </w:rPr>
              <w:t>9</w:t>
            </w:r>
            <w:r>
              <w:rPr>
                <w:webHidden/>
              </w:rPr>
              <w:fldChar w:fldCharType="end"/>
            </w:r>
          </w:hyperlink>
        </w:p>
        <w:p w14:paraId="226982A7" w14:textId="7E4EE521" w:rsidR="00FC4D08" w:rsidRDefault="00FC4D08">
          <w:pPr>
            <w:pStyle w:val="Sisluet1"/>
            <w:rPr>
              <w:rFonts w:asciiTheme="minorHAnsi" w:eastAsiaTheme="minorEastAsia" w:hAnsiTheme="minorHAnsi" w:cstheme="minorBidi"/>
              <w:sz w:val="22"/>
              <w:lang w:eastAsia="fi-FI"/>
            </w:rPr>
          </w:pPr>
          <w:hyperlink w:anchor="_Toc121475900" w:history="1">
            <w:r w:rsidRPr="001654C5">
              <w:rPr>
                <w:rStyle w:val="Hyperlinkki"/>
              </w:rPr>
              <w:t>4</w:t>
            </w:r>
            <w:r>
              <w:rPr>
                <w:rFonts w:asciiTheme="minorHAnsi" w:eastAsiaTheme="minorEastAsia" w:hAnsiTheme="minorHAnsi" w:cstheme="minorBidi"/>
                <w:sz w:val="22"/>
                <w:lang w:eastAsia="fi-FI"/>
              </w:rPr>
              <w:tab/>
            </w:r>
            <w:r w:rsidRPr="001654C5">
              <w:rPr>
                <w:rStyle w:val="Hyperlinkki"/>
              </w:rPr>
              <w:t>Arkistoi palvelutapahtuma-asiakirja (PPA)</w:t>
            </w:r>
            <w:r>
              <w:rPr>
                <w:webHidden/>
              </w:rPr>
              <w:tab/>
            </w:r>
            <w:r>
              <w:rPr>
                <w:webHidden/>
              </w:rPr>
              <w:fldChar w:fldCharType="begin"/>
            </w:r>
            <w:r>
              <w:rPr>
                <w:webHidden/>
              </w:rPr>
              <w:instrText xml:space="preserve"> PAGEREF _Toc121475900 \h </w:instrText>
            </w:r>
            <w:r>
              <w:rPr>
                <w:webHidden/>
              </w:rPr>
            </w:r>
            <w:r>
              <w:rPr>
                <w:webHidden/>
              </w:rPr>
              <w:fldChar w:fldCharType="separate"/>
            </w:r>
            <w:r>
              <w:rPr>
                <w:webHidden/>
              </w:rPr>
              <w:t>11</w:t>
            </w:r>
            <w:r>
              <w:rPr>
                <w:webHidden/>
              </w:rPr>
              <w:fldChar w:fldCharType="end"/>
            </w:r>
          </w:hyperlink>
        </w:p>
        <w:p w14:paraId="44C60AB2" w14:textId="322A630E" w:rsidR="00FC4D08" w:rsidRDefault="00FC4D08">
          <w:pPr>
            <w:pStyle w:val="Sisluet1"/>
            <w:rPr>
              <w:rFonts w:asciiTheme="minorHAnsi" w:eastAsiaTheme="minorEastAsia" w:hAnsiTheme="minorHAnsi" w:cstheme="minorBidi"/>
              <w:sz w:val="22"/>
              <w:lang w:eastAsia="fi-FI"/>
            </w:rPr>
          </w:pPr>
          <w:hyperlink w:anchor="_Toc121475901" w:history="1">
            <w:r w:rsidRPr="001654C5">
              <w:rPr>
                <w:rStyle w:val="Hyperlinkki"/>
              </w:rPr>
              <w:t>5</w:t>
            </w:r>
            <w:r>
              <w:rPr>
                <w:rFonts w:asciiTheme="minorHAnsi" w:eastAsiaTheme="minorEastAsia" w:hAnsiTheme="minorHAnsi" w:cstheme="minorBidi"/>
                <w:sz w:val="22"/>
                <w:lang w:eastAsia="fi-FI"/>
              </w:rPr>
              <w:tab/>
            </w:r>
            <w:r w:rsidRPr="001654C5">
              <w:rPr>
                <w:rStyle w:val="Hyperlinkki"/>
              </w:rPr>
              <w:t>Arkistoi palvelutapahtuma-asiakirja</w:t>
            </w:r>
            <w:r>
              <w:rPr>
                <w:webHidden/>
              </w:rPr>
              <w:tab/>
            </w:r>
            <w:r>
              <w:rPr>
                <w:webHidden/>
              </w:rPr>
              <w:fldChar w:fldCharType="begin"/>
            </w:r>
            <w:r>
              <w:rPr>
                <w:webHidden/>
              </w:rPr>
              <w:instrText xml:space="preserve"> PAGEREF _Toc121475901 \h </w:instrText>
            </w:r>
            <w:r>
              <w:rPr>
                <w:webHidden/>
              </w:rPr>
            </w:r>
            <w:r>
              <w:rPr>
                <w:webHidden/>
              </w:rPr>
              <w:fldChar w:fldCharType="separate"/>
            </w:r>
            <w:r>
              <w:rPr>
                <w:webHidden/>
              </w:rPr>
              <w:t>15</w:t>
            </w:r>
            <w:r>
              <w:rPr>
                <w:webHidden/>
              </w:rPr>
              <w:fldChar w:fldCharType="end"/>
            </w:r>
          </w:hyperlink>
        </w:p>
        <w:p w14:paraId="7C953A2F" w14:textId="19C5322D" w:rsidR="00FC4D08" w:rsidRDefault="00FC4D08">
          <w:pPr>
            <w:pStyle w:val="Sisluet1"/>
            <w:rPr>
              <w:rFonts w:asciiTheme="minorHAnsi" w:eastAsiaTheme="minorEastAsia" w:hAnsiTheme="minorHAnsi" w:cstheme="minorBidi"/>
              <w:sz w:val="22"/>
              <w:lang w:eastAsia="fi-FI"/>
            </w:rPr>
          </w:pPr>
          <w:hyperlink w:anchor="_Toc121475902" w:history="1">
            <w:r w:rsidRPr="001654C5">
              <w:rPr>
                <w:rStyle w:val="Hyperlinkki"/>
              </w:rPr>
              <w:t>6</w:t>
            </w:r>
            <w:r>
              <w:rPr>
                <w:rFonts w:asciiTheme="minorHAnsi" w:eastAsiaTheme="minorEastAsia" w:hAnsiTheme="minorHAnsi" w:cstheme="minorBidi"/>
                <w:sz w:val="22"/>
                <w:lang w:eastAsia="fi-FI"/>
              </w:rPr>
              <w:tab/>
            </w:r>
            <w:r w:rsidRPr="001654C5">
              <w:rPr>
                <w:rStyle w:val="Hyperlinkki"/>
              </w:rPr>
              <w:t>Arkistoi hoitoasiakirja (PPA)</w:t>
            </w:r>
            <w:r>
              <w:rPr>
                <w:webHidden/>
              </w:rPr>
              <w:tab/>
            </w:r>
            <w:r>
              <w:rPr>
                <w:webHidden/>
              </w:rPr>
              <w:fldChar w:fldCharType="begin"/>
            </w:r>
            <w:r>
              <w:rPr>
                <w:webHidden/>
              </w:rPr>
              <w:instrText xml:space="preserve"> PAGEREF _Toc121475902 \h </w:instrText>
            </w:r>
            <w:r>
              <w:rPr>
                <w:webHidden/>
              </w:rPr>
            </w:r>
            <w:r>
              <w:rPr>
                <w:webHidden/>
              </w:rPr>
              <w:fldChar w:fldCharType="separate"/>
            </w:r>
            <w:r>
              <w:rPr>
                <w:webHidden/>
              </w:rPr>
              <w:t>19</w:t>
            </w:r>
            <w:r>
              <w:rPr>
                <w:webHidden/>
              </w:rPr>
              <w:fldChar w:fldCharType="end"/>
            </w:r>
          </w:hyperlink>
        </w:p>
        <w:p w14:paraId="03E61005" w14:textId="203E3BDD" w:rsidR="00FC4D08" w:rsidRDefault="00FC4D08">
          <w:pPr>
            <w:pStyle w:val="Sisluet1"/>
            <w:rPr>
              <w:rFonts w:asciiTheme="minorHAnsi" w:eastAsiaTheme="minorEastAsia" w:hAnsiTheme="minorHAnsi" w:cstheme="minorBidi"/>
              <w:sz w:val="22"/>
              <w:lang w:eastAsia="fi-FI"/>
            </w:rPr>
          </w:pPr>
          <w:hyperlink w:anchor="_Toc121475903" w:history="1">
            <w:r w:rsidRPr="001654C5">
              <w:rPr>
                <w:rStyle w:val="Hyperlinkki"/>
              </w:rPr>
              <w:t>7</w:t>
            </w:r>
            <w:r>
              <w:rPr>
                <w:rFonts w:asciiTheme="minorHAnsi" w:eastAsiaTheme="minorEastAsia" w:hAnsiTheme="minorHAnsi" w:cstheme="minorBidi"/>
                <w:sz w:val="22"/>
                <w:lang w:eastAsia="fi-FI"/>
              </w:rPr>
              <w:tab/>
            </w:r>
            <w:r w:rsidRPr="001654C5">
              <w:rPr>
                <w:rStyle w:val="Hyperlinkki"/>
              </w:rPr>
              <w:t>Arkistoi hoitoasiakirja</w:t>
            </w:r>
            <w:r>
              <w:rPr>
                <w:webHidden/>
              </w:rPr>
              <w:tab/>
            </w:r>
            <w:r>
              <w:rPr>
                <w:webHidden/>
              </w:rPr>
              <w:fldChar w:fldCharType="begin"/>
            </w:r>
            <w:r>
              <w:rPr>
                <w:webHidden/>
              </w:rPr>
              <w:instrText xml:space="preserve"> PAGEREF _Toc121475903 \h </w:instrText>
            </w:r>
            <w:r>
              <w:rPr>
                <w:webHidden/>
              </w:rPr>
            </w:r>
            <w:r>
              <w:rPr>
                <w:webHidden/>
              </w:rPr>
              <w:fldChar w:fldCharType="separate"/>
            </w:r>
            <w:r>
              <w:rPr>
                <w:webHidden/>
              </w:rPr>
              <w:t>24</w:t>
            </w:r>
            <w:r>
              <w:rPr>
                <w:webHidden/>
              </w:rPr>
              <w:fldChar w:fldCharType="end"/>
            </w:r>
          </w:hyperlink>
        </w:p>
        <w:p w14:paraId="2C013582" w14:textId="0C8D6ECC" w:rsidR="00FC4D08" w:rsidRDefault="00FC4D08">
          <w:pPr>
            <w:pStyle w:val="Sisluet1"/>
            <w:rPr>
              <w:rFonts w:asciiTheme="minorHAnsi" w:eastAsiaTheme="minorEastAsia" w:hAnsiTheme="minorHAnsi" w:cstheme="minorBidi"/>
              <w:sz w:val="22"/>
              <w:lang w:eastAsia="fi-FI"/>
            </w:rPr>
          </w:pPr>
          <w:hyperlink w:anchor="_Toc121475904" w:history="1">
            <w:r w:rsidRPr="001654C5">
              <w:rPr>
                <w:rStyle w:val="Hyperlinkki"/>
              </w:rPr>
              <w:t>8</w:t>
            </w:r>
            <w:r>
              <w:rPr>
                <w:rFonts w:asciiTheme="minorHAnsi" w:eastAsiaTheme="minorEastAsia" w:hAnsiTheme="minorHAnsi" w:cstheme="minorBidi"/>
                <w:sz w:val="22"/>
                <w:lang w:eastAsia="fi-FI"/>
              </w:rPr>
              <w:tab/>
            </w:r>
            <w:r w:rsidRPr="001654C5">
              <w:rPr>
                <w:rStyle w:val="Hyperlinkki"/>
              </w:rPr>
              <w:t>Arkistoi asiakirja Tahdonilmaisupalveluun</w:t>
            </w:r>
            <w:r>
              <w:rPr>
                <w:webHidden/>
              </w:rPr>
              <w:tab/>
            </w:r>
            <w:r>
              <w:rPr>
                <w:webHidden/>
              </w:rPr>
              <w:fldChar w:fldCharType="begin"/>
            </w:r>
            <w:r>
              <w:rPr>
                <w:webHidden/>
              </w:rPr>
              <w:instrText xml:space="preserve"> PAGEREF _Toc121475904 \h </w:instrText>
            </w:r>
            <w:r>
              <w:rPr>
                <w:webHidden/>
              </w:rPr>
            </w:r>
            <w:r>
              <w:rPr>
                <w:webHidden/>
              </w:rPr>
              <w:fldChar w:fldCharType="separate"/>
            </w:r>
            <w:r>
              <w:rPr>
                <w:webHidden/>
              </w:rPr>
              <w:t>29</w:t>
            </w:r>
            <w:r>
              <w:rPr>
                <w:webHidden/>
              </w:rPr>
              <w:fldChar w:fldCharType="end"/>
            </w:r>
          </w:hyperlink>
        </w:p>
        <w:p w14:paraId="456E7DB7" w14:textId="022CB35F" w:rsidR="00FC4D08" w:rsidRDefault="00FC4D08">
          <w:pPr>
            <w:pStyle w:val="Sisluet1"/>
            <w:rPr>
              <w:rFonts w:asciiTheme="minorHAnsi" w:eastAsiaTheme="minorEastAsia" w:hAnsiTheme="minorHAnsi" w:cstheme="minorBidi"/>
              <w:sz w:val="22"/>
              <w:lang w:eastAsia="fi-FI"/>
            </w:rPr>
          </w:pPr>
          <w:hyperlink w:anchor="_Toc121475905" w:history="1">
            <w:r w:rsidRPr="001654C5">
              <w:rPr>
                <w:rStyle w:val="Hyperlinkki"/>
              </w:rPr>
              <w:t>9</w:t>
            </w:r>
            <w:r>
              <w:rPr>
                <w:rFonts w:asciiTheme="minorHAnsi" w:eastAsiaTheme="minorEastAsia" w:hAnsiTheme="minorHAnsi" w:cstheme="minorBidi"/>
                <w:sz w:val="22"/>
                <w:lang w:eastAsia="fi-FI"/>
              </w:rPr>
              <w:tab/>
            </w:r>
            <w:r w:rsidRPr="001654C5">
              <w:rPr>
                <w:rStyle w:val="Hyperlinkki"/>
              </w:rPr>
              <w:t>Arkistoi arkistoasiakirja</w:t>
            </w:r>
            <w:r>
              <w:rPr>
                <w:webHidden/>
              </w:rPr>
              <w:tab/>
            </w:r>
            <w:r>
              <w:rPr>
                <w:webHidden/>
              </w:rPr>
              <w:fldChar w:fldCharType="begin"/>
            </w:r>
            <w:r>
              <w:rPr>
                <w:webHidden/>
              </w:rPr>
              <w:instrText xml:space="preserve"> PAGEREF _Toc121475905 \h </w:instrText>
            </w:r>
            <w:r>
              <w:rPr>
                <w:webHidden/>
              </w:rPr>
            </w:r>
            <w:r>
              <w:rPr>
                <w:webHidden/>
              </w:rPr>
              <w:fldChar w:fldCharType="separate"/>
            </w:r>
            <w:r>
              <w:rPr>
                <w:webHidden/>
              </w:rPr>
              <w:t>34</w:t>
            </w:r>
            <w:r>
              <w:rPr>
                <w:webHidden/>
              </w:rPr>
              <w:fldChar w:fldCharType="end"/>
            </w:r>
          </w:hyperlink>
        </w:p>
        <w:p w14:paraId="3AD9A5E1" w14:textId="074E8DF3" w:rsidR="00FC4D08" w:rsidRDefault="00FC4D08">
          <w:pPr>
            <w:pStyle w:val="Sisluet1"/>
            <w:rPr>
              <w:rFonts w:asciiTheme="minorHAnsi" w:eastAsiaTheme="minorEastAsia" w:hAnsiTheme="minorHAnsi" w:cstheme="minorBidi"/>
              <w:sz w:val="22"/>
              <w:lang w:eastAsia="fi-FI"/>
            </w:rPr>
          </w:pPr>
          <w:hyperlink w:anchor="_Toc121475906" w:history="1">
            <w:r w:rsidRPr="001654C5">
              <w:rPr>
                <w:rStyle w:val="Hyperlinkki"/>
              </w:rPr>
              <w:t>10</w:t>
            </w:r>
            <w:r>
              <w:rPr>
                <w:rFonts w:asciiTheme="minorHAnsi" w:eastAsiaTheme="minorEastAsia" w:hAnsiTheme="minorHAnsi" w:cstheme="minorBidi"/>
                <w:sz w:val="22"/>
                <w:lang w:eastAsia="fi-FI"/>
              </w:rPr>
              <w:tab/>
            </w:r>
            <w:r w:rsidRPr="001654C5">
              <w:rPr>
                <w:rStyle w:val="Hyperlinkki"/>
              </w:rPr>
              <w:t>Arkistoi luovutusilmoitus</w:t>
            </w:r>
            <w:r>
              <w:rPr>
                <w:webHidden/>
              </w:rPr>
              <w:tab/>
            </w:r>
            <w:r>
              <w:rPr>
                <w:webHidden/>
              </w:rPr>
              <w:fldChar w:fldCharType="begin"/>
            </w:r>
            <w:r>
              <w:rPr>
                <w:webHidden/>
              </w:rPr>
              <w:instrText xml:space="preserve"> PAGEREF _Toc121475906 \h </w:instrText>
            </w:r>
            <w:r>
              <w:rPr>
                <w:webHidden/>
              </w:rPr>
            </w:r>
            <w:r>
              <w:rPr>
                <w:webHidden/>
              </w:rPr>
              <w:fldChar w:fldCharType="separate"/>
            </w:r>
            <w:r>
              <w:rPr>
                <w:webHidden/>
              </w:rPr>
              <w:t>37</w:t>
            </w:r>
            <w:r>
              <w:rPr>
                <w:webHidden/>
              </w:rPr>
              <w:fldChar w:fldCharType="end"/>
            </w:r>
          </w:hyperlink>
        </w:p>
        <w:p w14:paraId="4ABD7EC1" w14:textId="7FFC815D" w:rsidR="00FC4D08" w:rsidRDefault="00FC4D08">
          <w:pPr>
            <w:pStyle w:val="Sisluet1"/>
            <w:rPr>
              <w:rFonts w:asciiTheme="minorHAnsi" w:eastAsiaTheme="minorEastAsia" w:hAnsiTheme="minorHAnsi" w:cstheme="minorBidi"/>
              <w:sz w:val="22"/>
              <w:lang w:eastAsia="fi-FI"/>
            </w:rPr>
          </w:pPr>
          <w:hyperlink w:anchor="_Toc121475907" w:history="1">
            <w:r w:rsidRPr="001654C5">
              <w:rPr>
                <w:rStyle w:val="Hyperlinkki"/>
              </w:rPr>
              <w:t>11</w:t>
            </w:r>
            <w:r>
              <w:rPr>
                <w:rFonts w:asciiTheme="minorHAnsi" w:eastAsiaTheme="minorEastAsia" w:hAnsiTheme="minorHAnsi" w:cstheme="minorBidi"/>
                <w:sz w:val="22"/>
                <w:lang w:eastAsia="fi-FI"/>
              </w:rPr>
              <w:tab/>
            </w:r>
            <w:r w:rsidRPr="001654C5">
              <w:rPr>
                <w:rStyle w:val="Hyperlinkki"/>
              </w:rPr>
              <w:t>Korvaa palvelutapahtuma-asiakirja (PPA)</w:t>
            </w:r>
            <w:r>
              <w:rPr>
                <w:webHidden/>
              </w:rPr>
              <w:tab/>
            </w:r>
            <w:r>
              <w:rPr>
                <w:webHidden/>
              </w:rPr>
              <w:fldChar w:fldCharType="begin"/>
            </w:r>
            <w:r>
              <w:rPr>
                <w:webHidden/>
              </w:rPr>
              <w:instrText xml:space="preserve"> PAGEREF _Toc121475907 \h </w:instrText>
            </w:r>
            <w:r>
              <w:rPr>
                <w:webHidden/>
              </w:rPr>
            </w:r>
            <w:r>
              <w:rPr>
                <w:webHidden/>
              </w:rPr>
              <w:fldChar w:fldCharType="separate"/>
            </w:r>
            <w:r>
              <w:rPr>
                <w:webHidden/>
              </w:rPr>
              <w:t>40</w:t>
            </w:r>
            <w:r>
              <w:rPr>
                <w:webHidden/>
              </w:rPr>
              <w:fldChar w:fldCharType="end"/>
            </w:r>
          </w:hyperlink>
        </w:p>
        <w:p w14:paraId="62B4A008" w14:textId="01463005" w:rsidR="00FC4D08" w:rsidRDefault="00FC4D08">
          <w:pPr>
            <w:pStyle w:val="Sisluet1"/>
            <w:rPr>
              <w:rFonts w:asciiTheme="minorHAnsi" w:eastAsiaTheme="minorEastAsia" w:hAnsiTheme="minorHAnsi" w:cstheme="minorBidi"/>
              <w:sz w:val="22"/>
              <w:lang w:eastAsia="fi-FI"/>
            </w:rPr>
          </w:pPr>
          <w:hyperlink w:anchor="_Toc121475908" w:history="1">
            <w:r w:rsidRPr="001654C5">
              <w:rPr>
                <w:rStyle w:val="Hyperlinkki"/>
              </w:rPr>
              <w:t>12</w:t>
            </w:r>
            <w:r>
              <w:rPr>
                <w:rFonts w:asciiTheme="minorHAnsi" w:eastAsiaTheme="minorEastAsia" w:hAnsiTheme="minorHAnsi" w:cstheme="minorBidi"/>
                <w:sz w:val="22"/>
                <w:lang w:eastAsia="fi-FI"/>
              </w:rPr>
              <w:tab/>
            </w:r>
            <w:r w:rsidRPr="001654C5">
              <w:rPr>
                <w:rStyle w:val="Hyperlinkki"/>
              </w:rPr>
              <w:t>Korvaa palvelutapahtuma-asiakirja</w:t>
            </w:r>
            <w:r>
              <w:rPr>
                <w:webHidden/>
              </w:rPr>
              <w:tab/>
            </w:r>
            <w:r>
              <w:rPr>
                <w:webHidden/>
              </w:rPr>
              <w:fldChar w:fldCharType="begin"/>
            </w:r>
            <w:r>
              <w:rPr>
                <w:webHidden/>
              </w:rPr>
              <w:instrText xml:space="preserve"> PAGEREF _Toc121475908 \h </w:instrText>
            </w:r>
            <w:r>
              <w:rPr>
                <w:webHidden/>
              </w:rPr>
            </w:r>
            <w:r>
              <w:rPr>
                <w:webHidden/>
              </w:rPr>
              <w:fldChar w:fldCharType="separate"/>
            </w:r>
            <w:r>
              <w:rPr>
                <w:webHidden/>
              </w:rPr>
              <w:t>43</w:t>
            </w:r>
            <w:r>
              <w:rPr>
                <w:webHidden/>
              </w:rPr>
              <w:fldChar w:fldCharType="end"/>
            </w:r>
          </w:hyperlink>
        </w:p>
        <w:p w14:paraId="466C3EA7" w14:textId="75935DD3" w:rsidR="00FC4D08" w:rsidRDefault="00FC4D08">
          <w:pPr>
            <w:pStyle w:val="Sisluet1"/>
            <w:rPr>
              <w:rFonts w:asciiTheme="minorHAnsi" w:eastAsiaTheme="minorEastAsia" w:hAnsiTheme="minorHAnsi" w:cstheme="minorBidi"/>
              <w:sz w:val="22"/>
              <w:lang w:eastAsia="fi-FI"/>
            </w:rPr>
          </w:pPr>
          <w:hyperlink w:anchor="_Toc121475909" w:history="1">
            <w:r w:rsidRPr="001654C5">
              <w:rPr>
                <w:rStyle w:val="Hyperlinkki"/>
              </w:rPr>
              <w:t>13</w:t>
            </w:r>
            <w:r>
              <w:rPr>
                <w:rFonts w:asciiTheme="minorHAnsi" w:eastAsiaTheme="minorEastAsia" w:hAnsiTheme="minorHAnsi" w:cstheme="minorBidi"/>
                <w:sz w:val="22"/>
                <w:lang w:eastAsia="fi-FI"/>
              </w:rPr>
              <w:tab/>
            </w:r>
            <w:r w:rsidRPr="001654C5">
              <w:rPr>
                <w:rStyle w:val="Hyperlinkki"/>
              </w:rPr>
              <w:t>Korvaa hoitoasiakirja (PPA)</w:t>
            </w:r>
            <w:r>
              <w:rPr>
                <w:webHidden/>
              </w:rPr>
              <w:tab/>
            </w:r>
            <w:r>
              <w:rPr>
                <w:webHidden/>
              </w:rPr>
              <w:fldChar w:fldCharType="begin"/>
            </w:r>
            <w:r>
              <w:rPr>
                <w:webHidden/>
              </w:rPr>
              <w:instrText xml:space="preserve"> PAGEREF _Toc121475909 \h </w:instrText>
            </w:r>
            <w:r>
              <w:rPr>
                <w:webHidden/>
              </w:rPr>
            </w:r>
            <w:r>
              <w:rPr>
                <w:webHidden/>
              </w:rPr>
              <w:fldChar w:fldCharType="separate"/>
            </w:r>
            <w:r>
              <w:rPr>
                <w:webHidden/>
              </w:rPr>
              <w:t>46</w:t>
            </w:r>
            <w:r>
              <w:rPr>
                <w:webHidden/>
              </w:rPr>
              <w:fldChar w:fldCharType="end"/>
            </w:r>
          </w:hyperlink>
        </w:p>
        <w:p w14:paraId="41AC6E26" w14:textId="51582A29" w:rsidR="00FC4D08" w:rsidRDefault="00FC4D08">
          <w:pPr>
            <w:pStyle w:val="Sisluet1"/>
            <w:rPr>
              <w:rFonts w:asciiTheme="minorHAnsi" w:eastAsiaTheme="minorEastAsia" w:hAnsiTheme="minorHAnsi" w:cstheme="minorBidi"/>
              <w:sz w:val="22"/>
              <w:lang w:eastAsia="fi-FI"/>
            </w:rPr>
          </w:pPr>
          <w:hyperlink w:anchor="_Toc121475910" w:history="1">
            <w:r w:rsidRPr="001654C5">
              <w:rPr>
                <w:rStyle w:val="Hyperlinkki"/>
              </w:rPr>
              <w:t>14</w:t>
            </w:r>
            <w:r>
              <w:rPr>
                <w:rFonts w:asciiTheme="minorHAnsi" w:eastAsiaTheme="minorEastAsia" w:hAnsiTheme="minorHAnsi" w:cstheme="minorBidi"/>
                <w:sz w:val="22"/>
                <w:lang w:eastAsia="fi-FI"/>
              </w:rPr>
              <w:tab/>
            </w:r>
            <w:r w:rsidRPr="001654C5">
              <w:rPr>
                <w:rStyle w:val="Hyperlinkki"/>
              </w:rPr>
              <w:t>Korvaa hoitoasiakirja</w:t>
            </w:r>
            <w:r>
              <w:rPr>
                <w:webHidden/>
              </w:rPr>
              <w:tab/>
            </w:r>
            <w:r>
              <w:rPr>
                <w:webHidden/>
              </w:rPr>
              <w:fldChar w:fldCharType="begin"/>
            </w:r>
            <w:r>
              <w:rPr>
                <w:webHidden/>
              </w:rPr>
              <w:instrText xml:space="preserve"> PAGEREF _Toc121475910 \h </w:instrText>
            </w:r>
            <w:r>
              <w:rPr>
                <w:webHidden/>
              </w:rPr>
            </w:r>
            <w:r>
              <w:rPr>
                <w:webHidden/>
              </w:rPr>
              <w:fldChar w:fldCharType="separate"/>
            </w:r>
            <w:r>
              <w:rPr>
                <w:webHidden/>
              </w:rPr>
              <w:t>51</w:t>
            </w:r>
            <w:r>
              <w:rPr>
                <w:webHidden/>
              </w:rPr>
              <w:fldChar w:fldCharType="end"/>
            </w:r>
          </w:hyperlink>
        </w:p>
        <w:p w14:paraId="0F0A8DB6" w14:textId="71EFD06A" w:rsidR="00FC4D08" w:rsidRDefault="00FC4D08">
          <w:pPr>
            <w:pStyle w:val="Sisluet1"/>
            <w:rPr>
              <w:rFonts w:asciiTheme="minorHAnsi" w:eastAsiaTheme="minorEastAsia" w:hAnsiTheme="minorHAnsi" w:cstheme="minorBidi"/>
              <w:sz w:val="22"/>
              <w:lang w:eastAsia="fi-FI"/>
            </w:rPr>
          </w:pPr>
          <w:hyperlink w:anchor="_Toc121475911" w:history="1">
            <w:r w:rsidRPr="001654C5">
              <w:rPr>
                <w:rStyle w:val="Hyperlinkki"/>
              </w:rPr>
              <w:t>15</w:t>
            </w:r>
            <w:r>
              <w:rPr>
                <w:rFonts w:asciiTheme="minorHAnsi" w:eastAsiaTheme="minorEastAsia" w:hAnsiTheme="minorHAnsi" w:cstheme="minorBidi"/>
                <w:sz w:val="22"/>
                <w:lang w:eastAsia="fi-FI"/>
              </w:rPr>
              <w:tab/>
            </w:r>
            <w:r w:rsidRPr="001654C5">
              <w:rPr>
                <w:rStyle w:val="Hyperlinkki"/>
              </w:rPr>
              <w:t>Korvaa Tahdonilmaisupalvelun asiakirja</w:t>
            </w:r>
            <w:r>
              <w:rPr>
                <w:webHidden/>
              </w:rPr>
              <w:tab/>
            </w:r>
            <w:r>
              <w:rPr>
                <w:webHidden/>
              </w:rPr>
              <w:fldChar w:fldCharType="begin"/>
            </w:r>
            <w:r>
              <w:rPr>
                <w:webHidden/>
              </w:rPr>
              <w:instrText xml:space="preserve"> PAGEREF _Toc121475911 \h </w:instrText>
            </w:r>
            <w:r>
              <w:rPr>
                <w:webHidden/>
              </w:rPr>
            </w:r>
            <w:r>
              <w:rPr>
                <w:webHidden/>
              </w:rPr>
              <w:fldChar w:fldCharType="separate"/>
            </w:r>
            <w:r>
              <w:rPr>
                <w:webHidden/>
              </w:rPr>
              <w:t>57</w:t>
            </w:r>
            <w:r>
              <w:rPr>
                <w:webHidden/>
              </w:rPr>
              <w:fldChar w:fldCharType="end"/>
            </w:r>
          </w:hyperlink>
        </w:p>
        <w:p w14:paraId="22EB33CB" w14:textId="3625159D" w:rsidR="00FC4D08" w:rsidRDefault="00FC4D08">
          <w:pPr>
            <w:pStyle w:val="Sisluet1"/>
            <w:rPr>
              <w:rFonts w:asciiTheme="minorHAnsi" w:eastAsiaTheme="minorEastAsia" w:hAnsiTheme="minorHAnsi" w:cstheme="minorBidi"/>
              <w:sz w:val="22"/>
              <w:lang w:eastAsia="fi-FI"/>
            </w:rPr>
          </w:pPr>
          <w:hyperlink w:anchor="_Toc121475912" w:history="1">
            <w:r w:rsidRPr="001654C5">
              <w:rPr>
                <w:rStyle w:val="Hyperlinkki"/>
              </w:rPr>
              <w:t>16</w:t>
            </w:r>
            <w:r>
              <w:rPr>
                <w:rFonts w:asciiTheme="minorHAnsi" w:eastAsiaTheme="minorEastAsia" w:hAnsiTheme="minorHAnsi" w:cstheme="minorBidi"/>
                <w:sz w:val="22"/>
                <w:lang w:eastAsia="fi-FI"/>
              </w:rPr>
              <w:tab/>
            </w:r>
            <w:r w:rsidRPr="001654C5">
              <w:rPr>
                <w:rStyle w:val="Hyperlinkki"/>
              </w:rPr>
              <w:t>Korvaa arkistoasiakirja</w:t>
            </w:r>
            <w:r>
              <w:rPr>
                <w:webHidden/>
              </w:rPr>
              <w:tab/>
            </w:r>
            <w:r>
              <w:rPr>
                <w:webHidden/>
              </w:rPr>
              <w:fldChar w:fldCharType="begin"/>
            </w:r>
            <w:r>
              <w:rPr>
                <w:webHidden/>
              </w:rPr>
              <w:instrText xml:space="preserve"> PAGEREF _Toc121475912 \h </w:instrText>
            </w:r>
            <w:r>
              <w:rPr>
                <w:webHidden/>
              </w:rPr>
            </w:r>
            <w:r>
              <w:rPr>
                <w:webHidden/>
              </w:rPr>
              <w:fldChar w:fldCharType="separate"/>
            </w:r>
            <w:r>
              <w:rPr>
                <w:webHidden/>
              </w:rPr>
              <w:t>61</w:t>
            </w:r>
            <w:r>
              <w:rPr>
                <w:webHidden/>
              </w:rPr>
              <w:fldChar w:fldCharType="end"/>
            </w:r>
          </w:hyperlink>
        </w:p>
        <w:p w14:paraId="342EC0D3" w14:textId="16D05BC8" w:rsidR="00FC4D08" w:rsidRDefault="00FC4D08">
          <w:pPr>
            <w:pStyle w:val="Sisluet1"/>
            <w:rPr>
              <w:rFonts w:asciiTheme="minorHAnsi" w:eastAsiaTheme="minorEastAsia" w:hAnsiTheme="minorHAnsi" w:cstheme="minorBidi"/>
              <w:sz w:val="22"/>
              <w:lang w:eastAsia="fi-FI"/>
            </w:rPr>
          </w:pPr>
          <w:hyperlink w:anchor="_Toc121475913" w:history="1">
            <w:r w:rsidRPr="001654C5">
              <w:rPr>
                <w:rStyle w:val="Hyperlinkki"/>
              </w:rPr>
              <w:t>17</w:t>
            </w:r>
            <w:r>
              <w:rPr>
                <w:rFonts w:asciiTheme="minorHAnsi" w:eastAsiaTheme="minorEastAsia" w:hAnsiTheme="minorHAnsi" w:cstheme="minorBidi"/>
                <w:sz w:val="22"/>
                <w:lang w:eastAsia="fi-FI"/>
              </w:rPr>
              <w:tab/>
            </w:r>
            <w:r w:rsidRPr="001654C5">
              <w:rPr>
                <w:rStyle w:val="Hyperlinkki"/>
              </w:rPr>
              <w:t>Hae potilasasiakirjoja (PPB)</w:t>
            </w:r>
            <w:r>
              <w:rPr>
                <w:webHidden/>
              </w:rPr>
              <w:tab/>
            </w:r>
            <w:r>
              <w:rPr>
                <w:webHidden/>
              </w:rPr>
              <w:fldChar w:fldCharType="begin"/>
            </w:r>
            <w:r>
              <w:rPr>
                <w:webHidden/>
              </w:rPr>
              <w:instrText xml:space="preserve"> PAGEREF _Toc121475913 \h </w:instrText>
            </w:r>
            <w:r>
              <w:rPr>
                <w:webHidden/>
              </w:rPr>
            </w:r>
            <w:r>
              <w:rPr>
                <w:webHidden/>
              </w:rPr>
              <w:fldChar w:fldCharType="separate"/>
            </w:r>
            <w:r>
              <w:rPr>
                <w:webHidden/>
              </w:rPr>
              <w:t>64</w:t>
            </w:r>
            <w:r>
              <w:rPr>
                <w:webHidden/>
              </w:rPr>
              <w:fldChar w:fldCharType="end"/>
            </w:r>
          </w:hyperlink>
        </w:p>
        <w:p w14:paraId="00A81C79" w14:textId="03E5A4D0" w:rsidR="00FC4D08" w:rsidRDefault="00FC4D08">
          <w:pPr>
            <w:pStyle w:val="Sisluet1"/>
            <w:rPr>
              <w:rFonts w:asciiTheme="minorHAnsi" w:eastAsiaTheme="minorEastAsia" w:hAnsiTheme="minorHAnsi" w:cstheme="minorBidi"/>
              <w:sz w:val="22"/>
              <w:lang w:eastAsia="fi-FI"/>
            </w:rPr>
          </w:pPr>
          <w:hyperlink w:anchor="_Toc121475914" w:history="1">
            <w:r w:rsidRPr="001654C5">
              <w:rPr>
                <w:rStyle w:val="Hyperlinkki"/>
              </w:rPr>
              <w:t>18</w:t>
            </w:r>
            <w:r>
              <w:rPr>
                <w:rFonts w:asciiTheme="minorHAnsi" w:eastAsiaTheme="minorEastAsia" w:hAnsiTheme="minorHAnsi" w:cstheme="minorBidi"/>
                <w:sz w:val="22"/>
                <w:lang w:eastAsia="fi-FI"/>
              </w:rPr>
              <w:tab/>
            </w:r>
            <w:r w:rsidRPr="001654C5">
              <w:rPr>
                <w:rStyle w:val="Hyperlinkki"/>
              </w:rPr>
              <w:t>Hae oman rekisterin asiakirjoja</w:t>
            </w:r>
            <w:r>
              <w:rPr>
                <w:webHidden/>
              </w:rPr>
              <w:tab/>
            </w:r>
            <w:r>
              <w:rPr>
                <w:webHidden/>
              </w:rPr>
              <w:fldChar w:fldCharType="begin"/>
            </w:r>
            <w:r>
              <w:rPr>
                <w:webHidden/>
              </w:rPr>
              <w:instrText xml:space="preserve"> PAGEREF _Toc121475914 \h </w:instrText>
            </w:r>
            <w:r>
              <w:rPr>
                <w:webHidden/>
              </w:rPr>
            </w:r>
            <w:r>
              <w:rPr>
                <w:webHidden/>
              </w:rPr>
              <w:fldChar w:fldCharType="separate"/>
            </w:r>
            <w:r>
              <w:rPr>
                <w:webHidden/>
              </w:rPr>
              <w:t>70</w:t>
            </w:r>
            <w:r>
              <w:rPr>
                <w:webHidden/>
              </w:rPr>
              <w:fldChar w:fldCharType="end"/>
            </w:r>
          </w:hyperlink>
        </w:p>
        <w:p w14:paraId="4C58FBD0" w14:textId="70987001" w:rsidR="00FC4D08" w:rsidRDefault="00FC4D08">
          <w:pPr>
            <w:pStyle w:val="Sisluet1"/>
            <w:rPr>
              <w:rFonts w:asciiTheme="minorHAnsi" w:eastAsiaTheme="minorEastAsia" w:hAnsiTheme="minorHAnsi" w:cstheme="minorBidi"/>
              <w:sz w:val="22"/>
              <w:lang w:eastAsia="fi-FI"/>
            </w:rPr>
          </w:pPr>
          <w:hyperlink w:anchor="_Toc121475915" w:history="1">
            <w:r w:rsidRPr="001654C5">
              <w:rPr>
                <w:rStyle w:val="Hyperlinkki"/>
              </w:rPr>
              <w:t>19</w:t>
            </w:r>
            <w:r>
              <w:rPr>
                <w:rFonts w:asciiTheme="minorHAnsi" w:eastAsiaTheme="minorEastAsia" w:hAnsiTheme="minorHAnsi" w:cstheme="minorBidi"/>
                <w:sz w:val="22"/>
                <w:lang w:eastAsia="fi-FI"/>
              </w:rPr>
              <w:tab/>
            </w:r>
            <w:r w:rsidRPr="001654C5">
              <w:rPr>
                <w:rStyle w:val="Hyperlinkki"/>
              </w:rPr>
              <w:t>Hae asiakirjoja luovutuksena</w:t>
            </w:r>
            <w:r>
              <w:rPr>
                <w:webHidden/>
              </w:rPr>
              <w:tab/>
            </w:r>
            <w:r>
              <w:rPr>
                <w:webHidden/>
              </w:rPr>
              <w:fldChar w:fldCharType="begin"/>
            </w:r>
            <w:r>
              <w:rPr>
                <w:webHidden/>
              </w:rPr>
              <w:instrText xml:space="preserve"> PAGEREF _Toc121475915 \h </w:instrText>
            </w:r>
            <w:r>
              <w:rPr>
                <w:webHidden/>
              </w:rPr>
            </w:r>
            <w:r>
              <w:rPr>
                <w:webHidden/>
              </w:rPr>
              <w:fldChar w:fldCharType="separate"/>
            </w:r>
            <w:r>
              <w:rPr>
                <w:webHidden/>
              </w:rPr>
              <w:t>73</w:t>
            </w:r>
            <w:r>
              <w:rPr>
                <w:webHidden/>
              </w:rPr>
              <w:fldChar w:fldCharType="end"/>
            </w:r>
          </w:hyperlink>
        </w:p>
        <w:p w14:paraId="0CC13AB3" w14:textId="740EA029" w:rsidR="00FC4D08" w:rsidRDefault="00FC4D08">
          <w:pPr>
            <w:pStyle w:val="Sisluet1"/>
            <w:rPr>
              <w:rFonts w:asciiTheme="minorHAnsi" w:eastAsiaTheme="minorEastAsia" w:hAnsiTheme="minorHAnsi" w:cstheme="minorBidi"/>
              <w:sz w:val="22"/>
              <w:lang w:eastAsia="fi-FI"/>
            </w:rPr>
          </w:pPr>
          <w:hyperlink w:anchor="_Toc121475916" w:history="1">
            <w:r w:rsidRPr="001654C5">
              <w:rPr>
                <w:rStyle w:val="Hyperlinkki"/>
              </w:rPr>
              <w:t>20</w:t>
            </w:r>
            <w:r>
              <w:rPr>
                <w:rFonts w:asciiTheme="minorHAnsi" w:eastAsiaTheme="minorEastAsia" w:hAnsiTheme="minorHAnsi" w:cstheme="minorBidi"/>
                <w:sz w:val="22"/>
                <w:lang w:eastAsia="fi-FI"/>
              </w:rPr>
              <w:tab/>
            </w:r>
            <w:r w:rsidRPr="001654C5">
              <w:rPr>
                <w:rStyle w:val="Hyperlinkki"/>
              </w:rPr>
              <w:t>Hae asiakirjoja ostopalvelutilanteessa</w:t>
            </w:r>
            <w:r>
              <w:rPr>
                <w:webHidden/>
              </w:rPr>
              <w:tab/>
            </w:r>
            <w:r>
              <w:rPr>
                <w:webHidden/>
              </w:rPr>
              <w:fldChar w:fldCharType="begin"/>
            </w:r>
            <w:r>
              <w:rPr>
                <w:webHidden/>
              </w:rPr>
              <w:instrText xml:space="preserve"> PAGEREF _Toc121475916 \h </w:instrText>
            </w:r>
            <w:r>
              <w:rPr>
                <w:webHidden/>
              </w:rPr>
            </w:r>
            <w:r>
              <w:rPr>
                <w:webHidden/>
              </w:rPr>
              <w:fldChar w:fldCharType="separate"/>
            </w:r>
            <w:r>
              <w:rPr>
                <w:webHidden/>
              </w:rPr>
              <w:t>77</w:t>
            </w:r>
            <w:r>
              <w:rPr>
                <w:webHidden/>
              </w:rPr>
              <w:fldChar w:fldCharType="end"/>
            </w:r>
          </w:hyperlink>
        </w:p>
        <w:p w14:paraId="6BF5A5B0" w14:textId="664D3EE8" w:rsidR="00FC4D08" w:rsidRDefault="00FC4D08">
          <w:pPr>
            <w:pStyle w:val="Sisluet1"/>
            <w:rPr>
              <w:rFonts w:asciiTheme="minorHAnsi" w:eastAsiaTheme="minorEastAsia" w:hAnsiTheme="minorHAnsi" w:cstheme="minorBidi"/>
              <w:sz w:val="22"/>
              <w:lang w:eastAsia="fi-FI"/>
            </w:rPr>
          </w:pPr>
          <w:hyperlink w:anchor="_Toc121475917" w:history="1">
            <w:r w:rsidRPr="001654C5">
              <w:rPr>
                <w:rStyle w:val="Hyperlinkki"/>
              </w:rPr>
              <w:t>21</w:t>
            </w:r>
            <w:r>
              <w:rPr>
                <w:rFonts w:asciiTheme="minorHAnsi" w:eastAsiaTheme="minorEastAsia" w:hAnsiTheme="minorHAnsi" w:cstheme="minorBidi"/>
                <w:sz w:val="22"/>
                <w:lang w:eastAsia="fi-FI"/>
              </w:rPr>
              <w:tab/>
            </w:r>
            <w:r w:rsidRPr="001654C5">
              <w:rPr>
                <w:rStyle w:val="Hyperlinkki"/>
              </w:rPr>
              <w:t>Hae Tahdonilmaisupalvelun asiakirjoja</w:t>
            </w:r>
            <w:r>
              <w:rPr>
                <w:webHidden/>
              </w:rPr>
              <w:tab/>
            </w:r>
            <w:r>
              <w:rPr>
                <w:webHidden/>
              </w:rPr>
              <w:fldChar w:fldCharType="begin"/>
            </w:r>
            <w:r>
              <w:rPr>
                <w:webHidden/>
              </w:rPr>
              <w:instrText xml:space="preserve"> PAGEREF _Toc121475917 \h </w:instrText>
            </w:r>
            <w:r>
              <w:rPr>
                <w:webHidden/>
              </w:rPr>
            </w:r>
            <w:r>
              <w:rPr>
                <w:webHidden/>
              </w:rPr>
              <w:fldChar w:fldCharType="separate"/>
            </w:r>
            <w:r>
              <w:rPr>
                <w:webHidden/>
              </w:rPr>
              <w:t>81</w:t>
            </w:r>
            <w:r>
              <w:rPr>
                <w:webHidden/>
              </w:rPr>
              <w:fldChar w:fldCharType="end"/>
            </w:r>
          </w:hyperlink>
        </w:p>
        <w:p w14:paraId="49E247C6" w14:textId="7C57F0FC" w:rsidR="00FC4D08" w:rsidRDefault="00FC4D08">
          <w:pPr>
            <w:pStyle w:val="Sisluet1"/>
            <w:rPr>
              <w:rFonts w:asciiTheme="minorHAnsi" w:eastAsiaTheme="minorEastAsia" w:hAnsiTheme="minorHAnsi" w:cstheme="minorBidi"/>
              <w:sz w:val="22"/>
              <w:lang w:eastAsia="fi-FI"/>
            </w:rPr>
          </w:pPr>
          <w:hyperlink w:anchor="_Toc121475918" w:history="1">
            <w:r w:rsidRPr="001654C5">
              <w:rPr>
                <w:rStyle w:val="Hyperlinkki"/>
              </w:rPr>
              <w:t>22</w:t>
            </w:r>
            <w:r>
              <w:rPr>
                <w:rFonts w:asciiTheme="minorHAnsi" w:eastAsiaTheme="minorEastAsia" w:hAnsiTheme="minorHAnsi" w:cstheme="minorBidi"/>
                <w:sz w:val="22"/>
                <w:lang w:eastAsia="fi-FI"/>
              </w:rPr>
              <w:tab/>
            </w:r>
            <w:r w:rsidRPr="001654C5">
              <w:rPr>
                <w:rStyle w:val="Hyperlinkki"/>
              </w:rPr>
              <w:t>Hae arkistoasiakirjoja</w:t>
            </w:r>
            <w:r>
              <w:rPr>
                <w:webHidden/>
              </w:rPr>
              <w:tab/>
            </w:r>
            <w:r>
              <w:rPr>
                <w:webHidden/>
              </w:rPr>
              <w:fldChar w:fldCharType="begin"/>
            </w:r>
            <w:r>
              <w:rPr>
                <w:webHidden/>
              </w:rPr>
              <w:instrText xml:space="preserve"> PAGEREF _Toc121475918 \h </w:instrText>
            </w:r>
            <w:r>
              <w:rPr>
                <w:webHidden/>
              </w:rPr>
            </w:r>
            <w:r>
              <w:rPr>
                <w:webHidden/>
              </w:rPr>
              <w:fldChar w:fldCharType="separate"/>
            </w:r>
            <w:r>
              <w:rPr>
                <w:webHidden/>
              </w:rPr>
              <w:t>85</w:t>
            </w:r>
            <w:r>
              <w:rPr>
                <w:webHidden/>
              </w:rPr>
              <w:fldChar w:fldCharType="end"/>
            </w:r>
          </w:hyperlink>
        </w:p>
        <w:p w14:paraId="08E85412" w14:textId="32735FF5" w:rsidR="00FC4D08" w:rsidRDefault="00FC4D08">
          <w:pPr>
            <w:pStyle w:val="Sisluet1"/>
            <w:rPr>
              <w:rFonts w:asciiTheme="minorHAnsi" w:eastAsiaTheme="minorEastAsia" w:hAnsiTheme="minorHAnsi" w:cstheme="minorBidi"/>
              <w:sz w:val="22"/>
              <w:lang w:eastAsia="fi-FI"/>
            </w:rPr>
          </w:pPr>
          <w:hyperlink w:anchor="_Toc121475919" w:history="1">
            <w:r w:rsidRPr="001654C5">
              <w:rPr>
                <w:rStyle w:val="Hyperlinkki"/>
              </w:rPr>
              <w:t>23</w:t>
            </w:r>
            <w:r>
              <w:rPr>
                <w:rFonts w:asciiTheme="minorHAnsi" w:eastAsiaTheme="minorEastAsia" w:hAnsiTheme="minorHAnsi" w:cstheme="minorBidi"/>
                <w:sz w:val="22"/>
                <w:lang w:eastAsia="fi-FI"/>
              </w:rPr>
              <w:tab/>
            </w:r>
            <w:r w:rsidRPr="001654C5">
              <w:rPr>
                <w:rStyle w:val="Hyperlinkki"/>
              </w:rPr>
              <w:t>Hae keskeisiä tietoja (PPC)</w:t>
            </w:r>
            <w:r>
              <w:rPr>
                <w:webHidden/>
              </w:rPr>
              <w:tab/>
            </w:r>
            <w:r>
              <w:rPr>
                <w:webHidden/>
              </w:rPr>
              <w:fldChar w:fldCharType="begin"/>
            </w:r>
            <w:r>
              <w:rPr>
                <w:webHidden/>
              </w:rPr>
              <w:instrText xml:space="preserve"> PAGEREF _Toc121475919 \h </w:instrText>
            </w:r>
            <w:r>
              <w:rPr>
                <w:webHidden/>
              </w:rPr>
            </w:r>
            <w:r>
              <w:rPr>
                <w:webHidden/>
              </w:rPr>
              <w:fldChar w:fldCharType="separate"/>
            </w:r>
            <w:r>
              <w:rPr>
                <w:webHidden/>
              </w:rPr>
              <w:t>95</w:t>
            </w:r>
            <w:r>
              <w:rPr>
                <w:webHidden/>
              </w:rPr>
              <w:fldChar w:fldCharType="end"/>
            </w:r>
          </w:hyperlink>
        </w:p>
        <w:p w14:paraId="53EDE18C" w14:textId="6CAFADE2" w:rsidR="00FC4D08" w:rsidRDefault="00FC4D08">
          <w:pPr>
            <w:pStyle w:val="Sisluet1"/>
            <w:rPr>
              <w:rFonts w:asciiTheme="minorHAnsi" w:eastAsiaTheme="minorEastAsia" w:hAnsiTheme="minorHAnsi" w:cstheme="minorBidi"/>
              <w:sz w:val="22"/>
              <w:lang w:eastAsia="fi-FI"/>
            </w:rPr>
          </w:pPr>
          <w:hyperlink w:anchor="_Toc121475920" w:history="1">
            <w:r w:rsidRPr="001654C5">
              <w:rPr>
                <w:rStyle w:val="Hyperlinkki"/>
              </w:rPr>
              <w:t>24</w:t>
            </w:r>
            <w:r>
              <w:rPr>
                <w:rFonts w:asciiTheme="minorHAnsi" w:eastAsiaTheme="minorEastAsia" w:hAnsiTheme="minorHAnsi" w:cstheme="minorBidi"/>
                <w:sz w:val="22"/>
                <w:lang w:eastAsia="fi-FI"/>
              </w:rPr>
              <w:tab/>
            </w:r>
            <w:r w:rsidRPr="001654C5">
              <w:rPr>
                <w:rStyle w:val="Hyperlinkki"/>
              </w:rPr>
              <w:t>Hae keskeisiä terveystietoja</w:t>
            </w:r>
            <w:r>
              <w:rPr>
                <w:webHidden/>
              </w:rPr>
              <w:tab/>
            </w:r>
            <w:r>
              <w:rPr>
                <w:webHidden/>
              </w:rPr>
              <w:fldChar w:fldCharType="begin"/>
            </w:r>
            <w:r>
              <w:rPr>
                <w:webHidden/>
              </w:rPr>
              <w:instrText xml:space="preserve"> PAGEREF _Toc121475920 \h </w:instrText>
            </w:r>
            <w:r>
              <w:rPr>
                <w:webHidden/>
              </w:rPr>
            </w:r>
            <w:r>
              <w:rPr>
                <w:webHidden/>
              </w:rPr>
              <w:fldChar w:fldCharType="separate"/>
            </w:r>
            <w:r>
              <w:rPr>
                <w:webHidden/>
              </w:rPr>
              <w:t>99</w:t>
            </w:r>
            <w:r>
              <w:rPr>
                <w:webHidden/>
              </w:rPr>
              <w:fldChar w:fldCharType="end"/>
            </w:r>
          </w:hyperlink>
        </w:p>
        <w:p w14:paraId="67F29BBD" w14:textId="4A1F9CD1" w:rsidR="00FC4D08" w:rsidRDefault="00FC4D08">
          <w:pPr>
            <w:pStyle w:val="Sisluet1"/>
            <w:rPr>
              <w:rFonts w:asciiTheme="minorHAnsi" w:eastAsiaTheme="minorEastAsia" w:hAnsiTheme="minorHAnsi" w:cstheme="minorBidi"/>
              <w:sz w:val="22"/>
              <w:lang w:eastAsia="fi-FI"/>
            </w:rPr>
          </w:pPr>
          <w:hyperlink w:anchor="_Toc121475921" w:history="1">
            <w:r w:rsidRPr="001654C5">
              <w:rPr>
                <w:rStyle w:val="Hyperlinkki"/>
              </w:rPr>
              <w:t>25</w:t>
            </w:r>
            <w:r>
              <w:rPr>
                <w:rFonts w:asciiTheme="minorHAnsi" w:eastAsiaTheme="minorEastAsia" w:hAnsiTheme="minorHAnsi" w:cstheme="minorBidi"/>
                <w:sz w:val="22"/>
                <w:lang w:eastAsia="fi-FI"/>
              </w:rPr>
              <w:tab/>
            </w:r>
            <w:r w:rsidRPr="001654C5">
              <w:rPr>
                <w:rStyle w:val="Hyperlinkki"/>
              </w:rPr>
              <w:t>Hae koronatodistus</w:t>
            </w:r>
            <w:r>
              <w:rPr>
                <w:webHidden/>
              </w:rPr>
              <w:tab/>
            </w:r>
            <w:r>
              <w:rPr>
                <w:webHidden/>
              </w:rPr>
              <w:fldChar w:fldCharType="begin"/>
            </w:r>
            <w:r>
              <w:rPr>
                <w:webHidden/>
              </w:rPr>
              <w:instrText xml:space="preserve"> PAGEREF _Toc121475921 \h </w:instrText>
            </w:r>
            <w:r>
              <w:rPr>
                <w:webHidden/>
              </w:rPr>
            </w:r>
            <w:r>
              <w:rPr>
                <w:webHidden/>
              </w:rPr>
              <w:fldChar w:fldCharType="separate"/>
            </w:r>
            <w:r>
              <w:rPr>
                <w:webHidden/>
              </w:rPr>
              <w:t>103</w:t>
            </w:r>
            <w:r>
              <w:rPr>
                <w:webHidden/>
              </w:rPr>
              <w:fldChar w:fldCharType="end"/>
            </w:r>
          </w:hyperlink>
        </w:p>
        <w:p w14:paraId="614D805E" w14:textId="008F8698" w:rsidR="00FC4D08" w:rsidRDefault="00FC4D08">
          <w:pPr>
            <w:pStyle w:val="Sisluet1"/>
            <w:rPr>
              <w:rFonts w:asciiTheme="minorHAnsi" w:eastAsiaTheme="minorEastAsia" w:hAnsiTheme="minorHAnsi" w:cstheme="minorBidi"/>
              <w:sz w:val="22"/>
              <w:lang w:eastAsia="fi-FI"/>
            </w:rPr>
          </w:pPr>
          <w:hyperlink w:anchor="_Toc121475922" w:history="1">
            <w:r w:rsidRPr="001654C5">
              <w:rPr>
                <w:rStyle w:val="Hyperlinkki"/>
              </w:rPr>
              <w:t>26</w:t>
            </w:r>
            <w:r>
              <w:rPr>
                <w:rFonts w:asciiTheme="minorHAnsi" w:eastAsiaTheme="minorEastAsia" w:hAnsiTheme="minorHAnsi" w:cstheme="minorBidi"/>
                <w:sz w:val="22"/>
                <w:lang w:eastAsia="fi-FI"/>
              </w:rPr>
              <w:tab/>
            </w:r>
            <w:r w:rsidRPr="001654C5">
              <w:rPr>
                <w:rStyle w:val="Hyperlinkki"/>
              </w:rPr>
              <w:t>Edelleenvälitä asiakirja</w:t>
            </w:r>
            <w:r>
              <w:rPr>
                <w:webHidden/>
              </w:rPr>
              <w:tab/>
            </w:r>
            <w:r>
              <w:rPr>
                <w:webHidden/>
              </w:rPr>
              <w:fldChar w:fldCharType="begin"/>
            </w:r>
            <w:r>
              <w:rPr>
                <w:webHidden/>
              </w:rPr>
              <w:instrText xml:space="preserve"> PAGEREF _Toc121475922 \h </w:instrText>
            </w:r>
            <w:r>
              <w:rPr>
                <w:webHidden/>
              </w:rPr>
            </w:r>
            <w:r>
              <w:rPr>
                <w:webHidden/>
              </w:rPr>
              <w:fldChar w:fldCharType="separate"/>
            </w:r>
            <w:r>
              <w:rPr>
                <w:webHidden/>
              </w:rPr>
              <w:t>108</w:t>
            </w:r>
            <w:r>
              <w:rPr>
                <w:webHidden/>
              </w:rPr>
              <w:fldChar w:fldCharType="end"/>
            </w:r>
          </w:hyperlink>
        </w:p>
        <w:p w14:paraId="754286C3" w14:textId="635135C7" w:rsidR="00FC4D08" w:rsidRDefault="00FC4D08">
          <w:pPr>
            <w:pStyle w:val="Sisluet1"/>
            <w:rPr>
              <w:rFonts w:asciiTheme="minorHAnsi" w:eastAsiaTheme="minorEastAsia" w:hAnsiTheme="minorHAnsi" w:cstheme="minorBidi"/>
              <w:sz w:val="22"/>
              <w:lang w:eastAsia="fi-FI"/>
            </w:rPr>
          </w:pPr>
          <w:hyperlink w:anchor="_Toc121475923" w:history="1">
            <w:r w:rsidRPr="001654C5">
              <w:rPr>
                <w:rStyle w:val="Hyperlinkki"/>
              </w:rPr>
              <w:t>27</w:t>
            </w:r>
            <w:r>
              <w:rPr>
                <w:rFonts w:asciiTheme="minorHAnsi" w:eastAsiaTheme="minorEastAsia" w:hAnsiTheme="minorHAnsi" w:cstheme="minorBidi"/>
                <w:sz w:val="22"/>
                <w:lang w:eastAsia="fi-FI"/>
              </w:rPr>
              <w:tab/>
            </w:r>
            <w:r w:rsidRPr="001654C5">
              <w:rPr>
                <w:rStyle w:val="Hyperlinkki"/>
              </w:rPr>
              <w:t>Alikäyttötapaus: Arkistoi asiakirja</w:t>
            </w:r>
            <w:r>
              <w:rPr>
                <w:webHidden/>
              </w:rPr>
              <w:tab/>
            </w:r>
            <w:r>
              <w:rPr>
                <w:webHidden/>
              </w:rPr>
              <w:fldChar w:fldCharType="begin"/>
            </w:r>
            <w:r>
              <w:rPr>
                <w:webHidden/>
              </w:rPr>
              <w:instrText xml:space="preserve"> PAGEREF _Toc121475923 \h </w:instrText>
            </w:r>
            <w:r>
              <w:rPr>
                <w:webHidden/>
              </w:rPr>
            </w:r>
            <w:r>
              <w:rPr>
                <w:webHidden/>
              </w:rPr>
              <w:fldChar w:fldCharType="separate"/>
            </w:r>
            <w:r>
              <w:rPr>
                <w:webHidden/>
              </w:rPr>
              <w:t>110</w:t>
            </w:r>
            <w:r>
              <w:rPr>
                <w:webHidden/>
              </w:rPr>
              <w:fldChar w:fldCharType="end"/>
            </w:r>
          </w:hyperlink>
        </w:p>
        <w:p w14:paraId="1438E745" w14:textId="5AA82C42" w:rsidR="00FC4D08" w:rsidRDefault="00FC4D08">
          <w:pPr>
            <w:pStyle w:val="Sisluet1"/>
            <w:rPr>
              <w:rFonts w:asciiTheme="minorHAnsi" w:eastAsiaTheme="minorEastAsia" w:hAnsiTheme="minorHAnsi" w:cstheme="minorBidi"/>
              <w:sz w:val="22"/>
              <w:lang w:eastAsia="fi-FI"/>
            </w:rPr>
          </w:pPr>
          <w:hyperlink w:anchor="_Toc121475924" w:history="1">
            <w:r w:rsidRPr="001654C5">
              <w:rPr>
                <w:rStyle w:val="Hyperlinkki"/>
              </w:rPr>
              <w:t>28</w:t>
            </w:r>
            <w:r>
              <w:rPr>
                <w:rFonts w:asciiTheme="minorHAnsi" w:eastAsiaTheme="minorEastAsia" w:hAnsiTheme="minorHAnsi" w:cstheme="minorBidi"/>
                <w:sz w:val="22"/>
                <w:lang w:eastAsia="fi-FI"/>
              </w:rPr>
              <w:tab/>
            </w:r>
            <w:r w:rsidRPr="001654C5">
              <w:rPr>
                <w:rStyle w:val="Hyperlinkki"/>
              </w:rPr>
              <w:t>Alikäyttötapaus: Hae tiedot</w:t>
            </w:r>
            <w:r>
              <w:rPr>
                <w:webHidden/>
              </w:rPr>
              <w:tab/>
            </w:r>
            <w:r>
              <w:rPr>
                <w:webHidden/>
              </w:rPr>
              <w:fldChar w:fldCharType="begin"/>
            </w:r>
            <w:r>
              <w:rPr>
                <w:webHidden/>
              </w:rPr>
              <w:instrText xml:space="preserve"> PAGEREF _Toc121475924 \h </w:instrText>
            </w:r>
            <w:r>
              <w:rPr>
                <w:webHidden/>
              </w:rPr>
            </w:r>
            <w:r>
              <w:rPr>
                <w:webHidden/>
              </w:rPr>
              <w:fldChar w:fldCharType="separate"/>
            </w:r>
            <w:r>
              <w:rPr>
                <w:webHidden/>
              </w:rPr>
              <w:t>113</w:t>
            </w:r>
            <w:r>
              <w:rPr>
                <w:webHidden/>
              </w:rPr>
              <w:fldChar w:fldCharType="end"/>
            </w:r>
          </w:hyperlink>
        </w:p>
        <w:p w14:paraId="660D026E" w14:textId="640FA182" w:rsidR="00FC4D08" w:rsidRDefault="00FC4D08">
          <w:pPr>
            <w:pStyle w:val="Sisluet1"/>
            <w:rPr>
              <w:rFonts w:asciiTheme="minorHAnsi" w:eastAsiaTheme="minorEastAsia" w:hAnsiTheme="minorHAnsi" w:cstheme="minorBidi"/>
              <w:sz w:val="22"/>
              <w:lang w:eastAsia="fi-FI"/>
            </w:rPr>
          </w:pPr>
          <w:hyperlink w:anchor="_Toc121475925" w:history="1">
            <w:r w:rsidRPr="001654C5">
              <w:rPr>
                <w:rStyle w:val="Hyperlinkki"/>
              </w:rPr>
              <w:t>29</w:t>
            </w:r>
            <w:r>
              <w:rPr>
                <w:rFonts w:asciiTheme="minorHAnsi" w:eastAsiaTheme="minorEastAsia" w:hAnsiTheme="minorHAnsi" w:cstheme="minorBidi"/>
                <w:sz w:val="22"/>
                <w:lang w:eastAsia="fi-FI"/>
              </w:rPr>
              <w:tab/>
            </w:r>
            <w:r w:rsidRPr="001654C5">
              <w:rPr>
                <w:rStyle w:val="Hyperlinkki"/>
              </w:rPr>
              <w:t>Liiteluettelo</w:t>
            </w:r>
            <w:r>
              <w:rPr>
                <w:webHidden/>
              </w:rPr>
              <w:tab/>
            </w:r>
            <w:r>
              <w:rPr>
                <w:webHidden/>
              </w:rPr>
              <w:fldChar w:fldCharType="begin"/>
            </w:r>
            <w:r>
              <w:rPr>
                <w:webHidden/>
              </w:rPr>
              <w:instrText xml:space="preserve"> PAGEREF _Toc121475925 \h </w:instrText>
            </w:r>
            <w:r>
              <w:rPr>
                <w:webHidden/>
              </w:rPr>
            </w:r>
            <w:r>
              <w:rPr>
                <w:webHidden/>
              </w:rPr>
              <w:fldChar w:fldCharType="separate"/>
            </w:r>
            <w:r>
              <w:rPr>
                <w:webHidden/>
              </w:rPr>
              <w:t>117</w:t>
            </w:r>
            <w:r>
              <w:rPr>
                <w:webHidden/>
              </w:rPr>
              <w:fldChar w:fldCharType="end"/>
            </w:r>
          </w:hyperlink>
        </w:p>
        <w:p w14:paraId="1C2310ED" w14:textId="65B634AD" w:rsidR="00FC4D08" w:rsidRDefault="00FC4D08">
          <w:pPr>
            <w:pStyle w:val="Sisluet1"/>
            <w:rPr>
              <w:rFonts w:asciiTheme="minorHAnsi" w:eastAsiaTheme="minorEastAsia" w:hAnsiTheme="minorHAnsi" w:cstheme="minorBidi"/>
              <w:sz w:val="22"/>
              <w:lang w:eastAsia="fi-FI"/>
            </w:rPr>
          </w:pPr>
          <w:hyperlink w:anchor="_Toc121475926" w:history="1">
            <w:r w:rsidRPr="001654C5">
              <w:rPr>
                <w:rStyle w:val="Hyperlinkki"/>
              </w:rPr>
              <w:t>30</w:t>
            </w:r>
            <w:r>
              <w:rPr>
                <w:rFonts w:asciiTheme="minorHAnsi" w:eastAsiaTheme="minorEastAsia" w:hAnsiTheme="minorHAnsi" w:cstheme="minorBidi"/>
                <w:sz w:val="22"/>
                <w:lang w:eastAsia="fi-FI"/>
              </w:rPr>
              <w:tab/>
            </w:r>
            <w:r w:rsidRPr="001654C5">
              <w:rPr>
                <w:rStyle w:val="Hyperlinkki"/>
              </w:rPr>
              <w:t>Muutoshistoria</w:t>
            </w:r>
            <w:r>
              <w:rPr>
                <w:webHidden/>
              </w:rPr>
              <w:tab/>
            </w:r>
            <w:r>
              <w:rPr>
                <w:webHidden/>
              </w:rPr>
              <w:fldChar w:fldCharType="begin"/>
            </w:r>
            <w:r>
              <w:rPr>
                <w:webHidden/>
              </w:rPr>
              <w:instrText xml:space="preserve"> PAGEREF _Toc121475926 \h </w:instrText>
            </w:r>
            <w:r>
              <w:rPr>
                <w:webHidden/>
              </w:rPr>
            </w:r>
            <w:r>
              <w:rPr>
                <w:webHidden/>
              </w:rPr>
              <w:fldChar w:fldCharType="separate"/>
            </w:r>
            <w:r>
              <w:rPr>
                <w:webHidden/>
              </w:rPr>
              <w:t>120</w:t>
            </w:r>
            <w:r>
              <w:rPr>
                <w:webHidden/>
              </w:rPr>
              <w:fldChar w:fldCharType="end"/>
            </w:r>
          </w:hyperlink>
        </w:p>
        <w:p w14:paraId="464B165A" w14:textId="0EC8CBA0"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4" w:name="_Toc121475897"/>
      <w:r>
        <w:lastRenderedPageBreak/>
        <w:t>Johdanto</w:t>
      </w:r>
      <w:bookmarkEnd w:id="4"/>
    </w:p>
    <w:p w14:paraId="335DE65E" w14:textId="17C2C1B8" w:rsidR="00BD4279" w:rsidRDefault="00BD4279" w:rsidP="00BD4279">
      <w:pPr>
        <w:pStyle w:val="Leipteksti"/>
      </w:pPr>
      <w:r>
        <w:t xml:space="preserve">Dokumentissa kuvataan valtakunnallisten tietojärjestelmäpalveluiden </w:t>
      </w:r>
      <w:r w:rsidR="00593390">
        <w:t xml:space="preserve">Potilastiedon arkiston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3B573B96" w:rsidR="002F614B" w:rsidRDefault="00BD4279" w:rsidP="00BD4279">
      <w:pPr>
        <w:pStyle w:val="Leipteksti"/>
      </w:pPr>
      <w:r>
        <w:t>Potilastiedon arkiston viestinvälitys ja arkistosanomien tietosisältö on kuvattu tarkemmin dokumentissa Potilastiedon arkiston Medical Records -sanomat [LM4]. Terveydenhuollon asiakirjojen tietosisällöt on määritelty Terveyden ja hyvinvoinnin laitoksen tietosisältöjä koskevissa määrityksissä.</w:t>
      </w:r>
    </w:p>
    <w:p w14:paraId="1C95B865" w14:textId="34FE036A" w:rsidR="008E3D3D" w:rsidRDefault="008E3D3D" w:rsidP="00BD4279">
      <w:pPr>
        <w:pStyle w:val="Leipteksti"/>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p>
    <w:p w14:paraId="645688AA" w14:textId="05B2833E" w:rsidR="00BD4279" w:rsidRDefault="00BD4279" w:rsidP="00BD4279">
      <w:pPr>
        <w:pStyle w:val="Otsikko1"/>
      </w:pPr>
      <w:bookmarkStart w:id="5" w:name="_Toc121475898"/>
      <w:r w:rsidRPr="00BD4279">
        <w:t>Potilastiedon arkiston palvelupyynnöt</w:t>
      </w:r>
      <w:bookmarkEnd w:id="5"/>
      <w:r w:rsidRPr="00BD4279">
        <w:t xml:space="preserve"> </w:t>
      </w:r>
    </w:p>
    <w:p w14:paraId="2C619500" w14:textId="1DE179BC" w:rsidR="00BD4279" w:rsidRPr="00BD4279" w:rsidRDefault="00BD4279" w:rsidP="00BD4279">
      <w:pPr>
        <w:pStyle w:val="Leipteksti"/>
      </w:pPr>
      <w:r w:rsidRPr="00BD4279">
        <w:t>Tässä luvussa kuvataan potilastiedon arkistossa käytössä olevat palvelupyynnöt sekä kutakin palvelupyyntöä vastaavat käyttötapaukset</w:t>
      </w:r>
      <w:r w:rsidR="00AE0012">
        <w:t>.</w:t>
      </w:r>
    </w:p>
    <w:p w14:paraId="40C4A1D4" w14:textId="4FE9BE17" w:rsidR="00BD4279" w:rsidRDefault="00BD4279" w:rsidP="00BD4279">
      <w:pPr>
        <w:pStyle w:val="Otsikko2"/>
      </w:pPr>
      <w:r w:rsidRPr="00BD4279">
        <w:t>Potilastiedon arkiston palvelupyynnöt</w:t>
      </w:r>
    </w:p>
    <w:p w14:paraId="552E58CA" w14:textId="48D63858" w:rsidR="00BD4279" w:rsidRDefault="00BD4279" w:rsidP="00BD4279">
      <w:pPr>
        <w:pStyle w:val="Leipteksti"/>
      </w:pPr>
      <w:r w:rsidRPr="00BD4279">
        <w:t>Seuraavassa kuvassa on esitetty Potilastiedon arkiston palvelupyynnöt yleisellä tasolla</w:t>
      </w:r>
      <w:r>
        <w:t>.</w:t>
      </w:r>
      <w:r w:rsidR="00273F46" w:rsidRPr="00273F46">
        <w:rPr>
          <w:lang w:eastAsia="fi-FI"/>
        </w:rPr>
        <w:t xml:space="preserve"> </w:t>
      </w:r>
    </w:p>
    <w:p w14:paraId="7A09CD66" w14:textId="38E56866" w:rsidR="009E38EA" w:rsidRDefault="00662E8C" w:rsidP="00BD4279">
      <w:pPr>
        <w:pStyle w:val="Leipteksti"/>
      </w:pPr>
      <w:r>
        <w:rPr>
          <w:lang w:eastAsia="fi-FI"/>
        </w:rPr>
        <w:lastRenderedPageBreak/>
        <w:drawing>
          <wp:anchor distT="0" distB="0" distL="114300" distR="114300" simplePos="0" relativeHeight="251659264" behindDoc="0" locked="0" layoutInCell="1" allowOverlap="1" wp14:anchorId="4F874752" wp14:editId="76C61C74">
            <wp:simplePos x="0" y="0"/>
            <wp:positionH relativeFrom="column">
              <wp:posOffset>310515</wp:posOffset>
            </wp:positionH>
            <wp:positionV relativeFrom="paragraph">
              <wp:posOffset>99695</wp:posOffset>
            </wp:positionV>
            <wp:extent cx="6120130" cy="3375660"/>
            <wp:effectExtent l="0" t="0" r="0" b="0"/>
            <wp:wrapTopAndBottom/>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120130" cy="3375660"/>
                    </a:xfrm>
                    <a:prstGeom prst="rect">
                      <a:avLst/>
                    </a:prstGeom>
                  </pic:spPr>
                </pic:pic>
              </a:graphicData>
            </a:graphic>
          </wp:anchor>
        </w:drawing>
      </w:r>
    </w:p>
    <w:p w14:paraId="283751E9" w14:textId="2FD62EB0" w:rsidR="00BD4279" w:rsidRDefault="00BD4279" w:rsidP="00BD4279">
      <w:pPr>
        <w:pStyle w:val="Otsikko2"/>
      </w:pPr>
      <w:r w:rsidRPr="00BD4279">
        <w:t>Käyttötapaukset ja palvelupyynnöt</w:t>
      </w:r>
    </w:p>
    <w:p w14:paraId="0750838D" w14:textId="019C9DC6" w:rsidR="00BD4279" w:rsidRDefault="00BD4279" w:rsidP="00BD4279">
      <w:pPr>
        <w:pStyle w:val="Leipteksti"/>
      </w:pPr>
      <w:r>
        <w:t>Potilastiedon arkiston käyttötapaukset ja niissä käytettävät palvelupyynnöt on kuvattu seuraavassa taulukossa. Palvelupyyntö on ilmoitettava kaikissa Potilastiedon arkistoon lähetettävissä arkistosanomissa Kansallisessa koodistopalvelussa olevan eArkisto - Arkistosanomien palvelupyynnöt -luokituksen mukaan.</w:t>
      </w:r>
    </w:p>
    <w:p w14:paraId="7CCBC5DB" w14:textId="3F2DDC5E" w:rsidR="00BD4279" w:rsidRDefault="00BD4279" w:rsidP="00BD4279">
      <w:pPr>
        <w:pStyle w:val="Leipteksti"/>
      </w:pPr>
      <w:r>
        <w:t>Taulukossa ovat mukana myös palvelupyyntöuudistuksessa käyttöön tulevat palvelupyynnöt Potilasasiakirjojen arkistointi PPA, Potilasasiakirjojen haku PPB ja Keskeisten tietojen haku PPC. Niiden palvelupyyntöjen kohdalle, joiden toiminnallisuus sisältyy uusiin 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42"/>
        <w:gridCol w:w="5812"/>
        <w:gridCol w:w="1264"/>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77777777" w:rsidR="001A210C" w:rsidRPr="00B55E82" w:rsidRDefault="001A210C" w:rsidP="00B611E6">
            <w:pPr>
              <w:rPr>
                <w:szCs w:val="20"/>
              </w:rPr>
            </w:pPr>
            <w:r w:rsidRPr="00B55E82">
              <w:rPr>
                <w:szCs w:val="20"/>
              </w:rPr>
              <w:t>Arkistoi palvelutapahtuma (PPA)</w:t>
            </w:r>
          </w:p>
        </w:tc>
        <w:tc>
          <w:tcPr>
            <w:tcW w:w="5812" w:type="dxa"/>
            <w:tcBorders>
              <w:top w:val="none" w:sz="0" w:space="0" w:color="000000"/>
              <w:left w:val="none" w:sz="0" w:space="0" w:color="000000"/>
              <w:bottom w:val="single" w:sz="8" w:space="0" w:color="000000"/>
              <w:right w:val="single" w:sz="8" w:space="0" w:color="000000"/>
            </w:tcBorders>
          </w:tcPr>
          <w:p w14:paraId="69C926B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1A210C"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1A210C" w:rsidRPr="00B55E82" w:rsidRDefault="001A210C" w:rsidP="00B611E6">
            <w:pPr>
              <w:rPr>
                <w:szCs w:val="20"/>
              </w:rPr>
            </w:pPr>
            <w:r w:rsidRPr="00B55E82">
              <w:rPr>
                <w:szCs w:val="20"/>
              </w:rPr>
              <w:lastRenderedPageBreak/>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1952C64" w14:textId="77777777" w:rsidR="001A210C" w:rsidRPr="00B55E82" w:rsidRDefault="001A210C" w:rsidP="00B611E6">
            <w:pPr>
              <w:rPr>
                <w:szCs w:val="20"/>
              </w:rPr>
            </w:pPr>
            <w:r w:rsidRPr="00B55E82">
              <w:rPr>
                <w:szCs w:val="20"/>
              </w:rPr>
              <w:t>Vanhojen tietojen arkistointi, PP37</w:t>
            </w:r>
            <w:r>
              <w:rPr>
                <w:szCs w:val="20"/>
              </w:rPr>
              <w:t xml:space="preserve"> </w:t>
            </w:r>
          </w:p>
          <w:p w14:paraId="32D4E041"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2A5D2D88" w:rsidR="001A210C" w:rsidRPr="00B55E82" w:rsidRDefault="001A210C" w:rsidP="00B611E6">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1A210C" w:rsidRDefault="001A210C" w:rsidP="00B611E6">
            <w:pPr>
              <w:rPr>
                <w:szCs w:val="20"/>
              </w:rPr>
            </w:pPr>
            <w:r>
              <w:rPr>
                <w:szCs w:val="20"/>
              </w:rPr>
              <w:t>PPA</w:t>
            </w:r>
          </w:p>
          <w:p w14:paraId="4202D48F" w14:textId="77777777" w:rsidR="001A210C" w:rsidRDefault="001A210C" w:rsidP="00B611E6">
            <w:pPr>
              <w:rPr>
                <w:szCs w:val="20"/>
              </w:rPr>
            </w:pPr>
            <w:r>
              <w:rPr>
                <w:szCs w:val="20"/>
              </w:rPr>
              <w:t>-</w:t>
            </w:r>
          </w:p>
          <w:p w14:paraId="01A15A2E" w14:textId="77777777" w:rsidR="001A210C" w:rsidRDefault="001A210C" w:rsidP="00B611E6">
            <w:pPr>
              <w:rPr>
                <w:szCs w:val="20"/>
              </w:rPr>
            </w:pPr>
            <w:r>
              <w:rPr>
                <w:szCs w:val="20"/>
              </w:rPr>
              <w:t>PPA</w:t>
            </w:r>
            <w:r>
              <w:rPr>
                <w:szCs w:val="20"/>
              </w:rPr>
              <w:br/>
            </w:r>
            <w:r>
              <w:rPr>
                <w:szCs w:val="20"/>
              </w:rPr>
              <w:br/>
            </w:r>
          </w:p>
          <w:p w14:paraId="260D3D3A" w14:textId="77777777" w:rsidR="001A210C" w:rsidRPr="00B55E82" w:rsidRDefault="001A210C" w:rsidP="00B611E6">
            <w:pPr>
              <w:rPr>
                <w:szCs w:val="20"/>
              </w:rPr>
            </w:pPr>
            <w:r>
              <w:rPr>
                <w:szCs w:val="20"/>
              </w:rPr>
              <w:t>PPA</w:t>
            </w:r>
          </w:p>
        </w:tc>
      </w:tr>
      <w:tr w:rsidR="001A210C"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7777777" w:rsidR="001A210C" w:rsidRPr="00B55E82" w:rsidRDefault="001A210C" w:rsidP="00B611E6">
            <w:pPr>
              <w:rPr>
                <w:szCs w:val="20"/>
              </w:rPr>
            </w:pPr>
            <w:r w:rsidRPr="00B55E82">
              <w:rPr>
                <w:szCs w:val="20"/>
              </w:rPr>
              <w:t>Arkistoi hoitoasiakirja (PPA)</w:t>
            </w:r>
          </w:p>
        </w:tc>
        <w:tc>
          <w:tcPr>
            <w:tcW w:w="5812" w:type="dxa"/>
            <w:tcBorders>
              <w:top w:val="none" w:sz="0" w:space="0" w:color="000000"/>
              <w:left w:val="none" w:sz="0" w:space="0" w:color="000000"/>
              <w:bottom w:val="single" w:sz="8" w:space="0" w:color="000000"/>
              <w:right w:val="single" w:sz="8" w:space="0" w:color="000000"/>
            </w:tcBorders>
          </w:tcPr>
          <w:p w14:paraId="231C379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1A210C" w:rsidRPr="00B55E82" w:rsidRDefault="001A210C" w:rsidP="00B611E6">
            <w:pPr>
              <w:rPr>
                <w:szCs w:val="20"/>
              </w:rPr>
            </w:pPr>
          </w:p>
        </w:tc>
      </w:tr>
      <w:tr w:rsidR="001A210C"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1A210C" w:rsidRPr="00B55E82" w:rsidRDefault="001A210C" w:rsidP="00B611E6">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1A210C" w:rsidRPr="00B55E82" w:rsidRDefault="001A210C" w:rsidP="00B611E6">
            <w:pPr>
              <w:rPr>
                <w:szCs w:val="20"/>
              </w:rPr>
            </w:pPr>
            <w:r w:rsidRPr="00B55E82">
              <w:rPr>
                <w:szCs w:val="20"/>
              </w:rPr>
              <w:t>Palvelunantajan omien asiakirjojen arkistointi, PP1</w:t>
            </w:r>
          </w:p>
          <w:p w14:paraId="5FA5B7D7" w14:textId="77777777" w:rsidR="001A210C" w:rsidRPr="00B55E82" w:rsidRDefault="001A210C" w:rsidP="00B611E6">
            <w:pPr>
              <w:rPr>
                <w:szCs w:val="20"/>
              </w:rPr>
            </w:pPr>
            <w:r w:rsidRPr="00B55E82">
              <w:rPr>
                <w:szCs w:val="20"/>
              </w:rPr>
              <w:t>Vanhojen tietojen arkistointi, PP37</w:t>
            </w:r>
          </w:p>
          <w:p w14:paraId="738AAF7C"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p>
          <w:p w14:paraId="2A7B15F8" w14:textId="53A87FDD" w:rsidR="001A210C" w:rsidRPr="00B55E82" w:rsidRDefault="001A210C" w:rsidP="00B611E6">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1A210C" w:rsidRDefault="001A210C" w:rsidP="00B611E6">
            <w:pPr>
              <w:rPr>
                <w:szCs w:val="20"/>
              </w:rPr>
            </w:pPr>
            <w:r>
              <w:rPr>
                <w:szCs w:val="20"/>
              </w:rPr>
              <w:t>PPA</w:t>
            </w:r>
          </w:p>
          <w:p w14:paraId="49E459AC" w14:textId="77777777" w:rsidR="001A210C" w:rsidRDefault="001A210C" w:rsidP="00B611E6">
            <w:pPr>
              <w:rPr>
                <w:szCs w:val="20"/>
              </w:rPr>
            </w:pPr>
            <w:r>
              <w:rPr>
                <w:szCs w:val="20"/>
              </w:rPr>
              <w:t>-</w:t>
            </w:r>
          </w:p>
          <w:p w14:paraId="5850FD44" w14:textId="77777777" w:rsidR="001A210C" w:rsidRDefault="001A210C" w:rsidP="00B611E6">
            <w:pPr>
              <w:rPr>
                <w:szCs w:val="20"/>
              </w:rPr>
            </w:pPr>
            <w:r>
              <w:rPr>
                <w:szCs w:val="20"/>
              </w:rPr>
              <w:t>PPA</w:t>
            </w:r>
            <w:r>
              <w:rPr>
                <w:szCs w:val="20"/>
              </w:rPr>
              <w:br/>
            </w:r>
            <w:r>
              <w:rPr>
                <w:szCs w:val="20"/>
              </w:rPr>
              <w:br/>
            </w:r>
          </w:p>
          <w:p w14:paraId="3610F51E" w14:textId="77777777" w:rsidR="001A210C" w:rsidRPr="00B55E82" w:rsidRDefault="001A210C" w:rsidP="00B611E6">
            <w:pPr>
              <w:rPr>
                <w:szCs w:val="20"/>
              </w:rPr>
            </w:pPr>
            <w:r>
              <w:rPr>
                <w:szCs w:val="20"/>
              </w:rPr>
              <w:t>PPA</w:t>
            </w:r>
            <w:r>
              <w:rPr>
                <w:szCs w:val="20"/>
              </w:rPr>
              <w:br/>
            </w:r>
          </w:p>
        </w:tc>
      </w:tr>
      <w:tr w:rsidR="001A210C"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645B00DB" w:rsidR="001A210C" w:rsidRPr="00B55E82" w:rsidRDefault="001A210C" w:rsidP="00B611E6">
            <w:pPr>
              <w:rPr>
                <w:szCs w:val="20"/>
              </w:rPr>
            </w:pPr>
            <w:r w:rsidRPr="00B55E82">
              <w:rPr>
                <w:szCs w:val="20"/>
              </w:rPr>
              <w:t xml:space="preserve">Arkistoi asiakirja </w:t>
            </w:r>
            <w:r w:rsidR="002530BF">
              <w:rPr>
                <w:szCs w:val="20"/>
              </w:rPr>
              <w:t>Tahdonilmaisupalveluun</w:t>
            </w:r>
          </w:p>
          <w:p w14:paraId="279A2993" w14:textId="00E71F16"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123CB870" w:rsidR="001A210C" w:rsidRPr="00B55E82" w:rsidRDefault="002530BF" w:rsidP="002530BF">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1A210C" w:rsidRPr="00B55E82" w:rsidRDefault="001A210C" w:rsidP="00B611E6">
            <w:pPr>
              <w:rPr>
                <w:szCs w:val="20"/>
              </w:rPr>
            </w:pPr>
            <w:r>
              <w:rPr>
                <w:szCs w:val="20"/>
              </w:rPr>
              <w:t>-</w:t>
            </w:r>
          </w:p>
        </w:tc>
      </w:tr>
      <w:tr w:rsidR="001A210C"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1A210C" w:rsidRPr="00B55E82" w:rsidRDefault="001A210C" w:rsidP="00B611E6">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1A210C" w:rsidRPr="00B55E82" w:rsidRDefault="001A210C" w:rsidP="00B611E6">
            <w:pPr>
              <w:rPr>
                <w:szCs w:val="20"/>
              </w:rPr>
            </w:pPr>
            <w:r>
              <w:rPr>
                <w:szCs w:val="20"/>
              </w:rPr>
              <w:t>-</w:t>
            </w:r>
          </w:p>
        </w:tc>
      </w:tr>
      <w:tr w:rsidR="001A210C"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1A210C" w:rsidRPr="00B55E82" w:rsidRDefault="001A210C" w:rsidP="00B611E6">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1A210C" w:rsidRPr="00B55E82" w:rsidRDefault="001A210C" w:rsidP="00B611E6">
            <w:pPr>
              <w:rPr>
                <w:szCs w:val="20"/>
              </w:rPr>
            </w:pPr>
            <w:r>
              <w:rPr>
                <w:szCs w:val="20"/>
              </w:rPr>
              <w:t>-</w:t>
            </w:r>
          </w:p>
        </w:tc>
      </w:tr>
      <w:tr w:rsidR="001A210C"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1A210C" w:rsidRPr="00B55E82" w:rsidRDefault="001A210C" w:rsidP="00B611E6">
            <w:pPr>
              <w:rPr>
                <w:szCs w:val="20"/>
              </w:rPr>
            </w:pPr>
            <w:r w:rsidRPr="00B55E82">
              <w:rPr>
                <w:szCs w:val="20"/>
              </w:rPr>
              <w:t> </w:t>
            </w:r>
          </w:p>
          <w:p w14:paraId="63E1C36A"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1A210C" w:rsidRPr="00B55E82" w:rsidRDefault="001A210C" w:rsidP="00B611E6">
            <w:pPr>
              <w:rPr>
                <w:szCs w:val="20"/>
              </w:rPr>
            </w:pPr>
          </w:p>
        </w:tc>
      </w:tr>
      <w:tr w:rsidR="001A210C"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1A210C" w:rsidRPr="00B55E82" w:rsidRDefault="001A210C" w:rsidP="00B611E6">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1A210C" w:rsidRPr="00B55E82" w:rsidRDefault="001A210C" w:rsidP="00B611E6">
            <w:pPr>
              <w:rPr>
                <w:b/>
                <w:szCs w:val="20"/>
              </w:rPr>
            </w:pPr>
          </w:p>
        </w:tc>
      </w:tr>
      <w:tr w:rsidR="001A210C"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77777777" w:rsidR="001A210C" w:rsidRPr="00B55E82" w:rsidRDefault="001A210C" w:rsidP="00B611E6">
            <w:pPr>
              <w:rPr>
                <w:szCs w:val="20"/>
              </w:rPr>
            </w:pPr>
            <w:r w:rsidRPr="00B55E82">
              <w:rPr>
                <w:szCs w:val="20"/>
              </w:rPr>
              <w:t>Korvaa palvelutapahtuma (PPA)</w:t>
            </w:r>
          </w:p>
        </w:tc>
        <w:tc>
          <w:tcPr>
            <w:tcW w:w="5812" w:type="dxa"/>
            <w:tcBorders>
              <w:top w:val="none" w:sz="0" w:space="0" w:color="000000"/>
              <w:left w:val="none" w:sz="0" w:space="0" w:color="000000"/>
              <w:bottom w:val="single" w:sz="8" w:space="0" w:color="000000"/>
              <w:right w:val="single" w:sz="8" w:space="0" w:color="000000"/>
            </w:tcBorders>
          </w:tcPr>
          <w:p w14:paraId="7126EBD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1A210C" w:rsidRPr="00B55E82" w:rsidRDefault="001A210C" w:rsidP="00B611E6">
            <w:pPr>
              <w:rPr>
                <w:szCs w:val="20"/>
              </w:rPr>
            </w:pPr>
          </w:p>
        </w:tc>
      </w:tr>
      <w:tr w:rsidR="001A210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1A210C" w:rsidRPr="00B55E82" w:rsidRDefault="001A210C" w:rsidP="00B611E6">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051DA19E" w14:textId="77777777" w:rsidR="001A210C" w:rsidRPr="00B55E82" w:rsidRDefault="001A210C" w:rsidP="00B611E6">
            <w:pPr>
              <w:rPr>
                <w:szCs w:val="20"/>
              </w:rPr>
            </w:pPr>
            <w:r w:rsidRPr="00B55E82">
              <w:rPr>
                <w:szCs w:val="20"/>
              </w:rPr>
              <w:t>Vanhojen tietojen arkistointi, PP37</w:t>
            </w:r>
          </w:p>
          <w:p w14:paraId="5CCDF03B"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023E29BD" w:rsidR="001A210C" w:rsidRPr="00B55E82" w:rsidRDefault="001A210C">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1A210C" w:rsidRDefault="001A210C" w:rsidP="00B611E6">
            <w:pPr>
              <w:rPr>
                <w:szCs w:val="20"/>
              </w:rPr>
            </w:pPr>
            <w:r>
              <w:rPr>
                <w:szCs w:val="20"/>
              </w:rPr>
              <w:t>PPA</w:t>
            </w:r>
          </w:p>
          <w:p w14:paraId="033252A8" w14:textId="77777777" w:rsidR="001A210C" w:rsidRDefault="001A210C" w:rsidP="00B611E6">
            <w:pPr>
              <w:rPr>
                <w:szCs w:val="20"/>
              </w:rPr>
            </w:pPr>
            <w:r>
              <w:rPr>
                <w:szCs w:val="20"/>
              </w:rPr>
              <w:t>-</w:t>
            </w:r>
          </w:p>
          <w:p w14:paraId="3C99AFFA" w14:textId="77777777" w:rsidR="001A210C" w:rsidRDefault="001A210C" w:rsidP="00B611E6">
            <w:pPr>
              <w:rPr>
                <w:szCs w:val="20"/>
              </w:rPr>
            </w:pPr>
            <w:r>
              <w:rPr>
                <w:szCs w:val="20"/>
              </w:rPr>
              <w:t>PPA</w:t>
            </w:r>
            <w:r>
              <w:rPr>
                <w:szCs w:val="20"/>
              </w:rPr>
              <w:br/>
            </w:r>
            <w:r>
              <w:rPr>
                <w:szCs w:val="20"/>
              </w:rPr>
              <w:br/>
            </w:r>
          </w:p>
          <w:p w14:paraId="6F00E575" w14:textId="77777777" w:rsidR="001A210C" w:rsidRPr="00B55E82" w:rsidRDefault="001A210C" w:rsidP="00B611E6">
            <w:pPr>
              <w:rPr>
                <w:szCs w:val="20"/>
              </w:rPr>
            </w:pPr>
            <w:r>
              <w:rPr>
                <w:szCs w:val="20"/>
              </w:rPr>
              <w:t>PPA</w:t>
            </w:r>
          </w:p>
        </w:tc>
      </w:tr>
      <w:tr w:rsidR="001A210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77777777" w:rsidR="001A210C" w:rsidRPr="00B55E82" w:rsidRDefault="001A210C" w:rsidP="00B611E6">
            <w:pPr>
              <w:rPr>
                <w:szCs w:val="20"/>
              </w:rPr>
            </w:pPr>
            <w:r w:rsidRPr="00B55E82">
              <w:rPr>
                <w:szCs w:val="20"/>
              </w:rPr>
              <w:t>Korvaa hoitoasiakirja (PPA)</w:t>
            </w:r>
          </w:p>
        </w:tc>
        <w:tc>
          <w:tcPr>
            <w:tcW w:w="5812" w:type="dxa"/>
            <w:tcBorders>
              <w:top w:val="none" w:sz="0" w:space="0" w:color="000000"/>
              <w:left w:val="none" w:sz="0" w:space="0" w:color="000000"/>
              <w:bottom w:val="single" w:sz="8" w:space="0" w:color="000000"/>
              <w:right w:val="single" w:sz="8" w:space="0" w:color="000000"/>
            </w:tcBorders>
          </w:tcPr>
          <w:p w14:paraId="50F4171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1A210C" w:rsidRPr="00B55E82" w:rsidRDefault="001A210C" w:rsidP="00B611E6">
            <w:pPr>
              <w:rPr>
                <w:szCs w:val="20"/>
              </w:rPr>
            </w:pPr>
          </w:p>
        </w:tc>
      </w:tr>
      <w:tr w:rsidR="001A210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1A210C" w:rsidRPr="00B55E82" w:rsidRDefault="001A210C" w:rsidP="00B611E6">
            <w:pPr>
              <w:rPr>
                <w:szCs w:val="20"/>
              </w:rPr>
            </w:pPr>
            <w:r w:rsidRPr="00B55E82">
              <w:rPr>
                <w:szCs w:val="20"/>
              </w:rPr>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2083467" w14:textId="77777777" w:rsidR="001A210C" w:rsidRPr="00B55E82" w:rsidRDefault="001A210C" w:rsidP="00B611E6">
            <w:pPr>
              <w:rPr>
                <w:szCs w:val="20"/>
              </w:rPr>
            </w:pPr>
            <w:r w:rsidRPr="00B55E82">
              <w:rPr>
                <w:szCs w:val="20"/>
              </w:rPr>
              <w:t>Vanhojen tietojen arkistointi, PP37</w:t>
            </w:r>
          </w:p>
          <w:p w14:paraId="6FCF4276"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25D3F315" w:rsidR="001A210C" w:rsidRPr="00B55E82" w:rsidRDefault="001A210C">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1A210C" w:rsidRDefault="001A210C" w:rsidP="00B611E6">
            <w:pPr>
              <w:rPr>
                <w:szCs w:val="20"/>
              </w:rPr>
            </w:pPr>
            <w:r>
              <w:rPr>
                <w:szCs w:val="20"/>
              </w:rPr>
              <w:t>PPA</w:t>
            </w:r>
          </w:p>
          <w:p w14:paraId="6B5A3737" w14:textId="77777777" w:rsidR="001A210C" w:rsidRDefault="001A210C" w:rsidP="00B611E6">
            <w:pPr>
              <w:rPr>
                <w:szCs w:val="20"/>
              </w:rPr>
            </w:pPr>
            <w:r>
              <w:rPr>
                <w:szCs w:val="20"/>
              </w:rPr>
              <w:t>-</w:t>
            </w:r>
          </w:p>
          <w:p w14:paraId="7F052EC4" w14:textId="77777777" w:rsidR="001A210C" w:rsidRDefault="001A210C" w:rsidP="00B611E6">
            <w:pPr>
              <w:rPr>
                <w:szCs w:val="20"/>
              </w:rPr>
            </w:pPr>
            <w:r>
              <w:rPr>
                <w:szCs w:val="20"/>
              </w:rPr>
              <w:t>PPA</w:t>
            </w:r>
            <w:r>
              <w:rPr>
                <w:szCs w:val="20"/>
              </w:rPr>
              <w:br/>
            </w:r>
            <w:r>
              <w:rPr>
                <w:szCs w:val="20"/>
              </w:rPr>
              <w:br/>
            </w:r>
          </w:p>
          <w:p w14:paraId="04E003BA" w14:textId="77777777" w:rsidR="001A210C" w:rsidRPr="00B55E82" w:rsidRDefault="001A210C" w:rsidP="00B611E6">
            <w:pPr>
              <w:rPr>
                <w:szCs w:val="20"/>
              </w:rPr>
            </w:pPr>
            <w:r>
              <w:rPr>
                <w:szCs w:val="20"/>
              </w:rPr>
              <w:t>PPA</w:t>
            </w:r>
          </w:p>
        </w:tc>
      </w:tr>
      <w:tr w:rsidR="001A210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3E7C6339" w:rsidR="001A210C" w:rsidRPr="00B55E82" w:rsidRDefault="001A210C" w:rsidP="00B611E6">
            <w:pPr>
              <w:rPr>
                <w:szCs w:val="20"/>
              </w:rPr>
            </w:pPr>
            <w:r w:rsidRPr="00B55E82">
              <w:rPr>
                <w:szCs w:val="20"/>
              </w:rPr>
              <w:t xml:space="preserve">Korvaa </w:t>
            </w:r>
            <w:r w:rsidR="002530BF">
              <w:rPr>
                <w:szCs w:val="20"/>
              </w:rPr>
              <w:t>Tahdonilmaisupalvelun</w:t>
            </w:r>
            <w:r w:rsidRPr="00B55E82">
              <w:rPr>
                <w:szCs w:val="20"/>
              </w:rPr>
              <w:t xml:space="preserve"> asiakirja </w:t>
            </w:r>
          </w:p>
          <w:p w14:paraId="67EB60AB" w14:textId="3DA03821"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44F766EF" w:rsidR="001A210C" w:rsidRPr="00B55E82" w:rsidRDefault="002530BF" w:rsidP="00B611E6">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1A210C" w:rsidRPr="00B55E82" w:rsidRDefault="001A210C" w:rsidP="00B611E6">
            <w:pPr>
              <w:rPr>
                <w:szCs w:val="20"/>
              </w:rPr>
            </w:pPr>
            <w:r>
              <w:rPr>
                <w:szCs w:val="20"/>
              </w:rPr>
              <w:t>-</w:t>
            </w:r>
          </w:p>
        </w:tc>
      </w:tr>
      <w:tr w:rsidR="001A210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1A210C" w:rsidRPr="00B55E82" w:rsidRDefault="001A210C" w:rsidP="00B611E6">
            <w:pPr>
              <w:rPr>
                <w:szCs w:val="20"/>
              </w:rPr>
            </w:pPr>
            <w:r w:rsidRPr="00B55E82">
              <w:rPr>
                <w:szCs w:val="20"/>
              </w:rPr>
              <w:lastRenderedPageBreak/>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234C7DF" w:rsidR="001A210C" w:rsidRPr="00B55E82" w:rsidRDefault="001A210C" w:rsidP="00397BB1">
            <w:pPr>
              <w:rPr>
                <w:szCs w:val="20"/>
              </w:rPr>
            </w:pPr>
            <w:r w:rsidRPr="00B55E82">
              <w:rPr>
                <w:szCs w:val="20"/>
              </w:rPr>
              <w:t xml:space="preserve">Arkistoasiakirjojen arkistointi, </w:t>
            </w:r>
            <w:r w:rsidR="00397BB1" w:rsidRPr="00B55E82">
              <w:rPr>
                <w:szCs w:val="20"/>
              </w:rPr>
              <w:t>PP</w:t>
            </w:r>
            <w:r w:rsidR="00397BB1">
              <w:rPr>
                <w:szCs w:val="20"/>
              </w:rPr>
              <w:t>32</w:t>
            </w:r>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1A210C" w:rsidRPr="00B55E82" w:rsidRDefault="001A210C" w:rsidP="00B611E6">
            <w:pPr>
              <w:rPr>
                <w:szCs w:val="20"/>
              </w:rPr>
            </w:pPr>
            <w:r>
              <w:rPr>
                <w:szCs w:val="20"/>
              </w:rPr>
              <w:t>-</w:t>
            </w:r>
          </w:p>
        </w:tc>
      </w:tr>
      <w:tr w:rsidR="001A210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1A210C" w:rsidRPr="00B55E82" w:rsidRDefault="001A210C" w:rsidP="00B611E6">
            <w:pPr>
              <w:rPr>
                <w:szCs w:val="20"/>
              </w:rPr>
            </w:pPr>
            <w:r w:rsidRPr="00B55E82">
              <w:rPr>
                <w:szCs w:val="20"/>
              </w:rPr>
              <w:t> </w:t>
            </w:r>
          </w:p>
          <w:p w14:paraId="3ABD3EDD" w14:textId="77777777" w:rsidR="001A210C" w:rsidRPr="00B55E82" w:rsidRDefault="001A210C" w:rsidP="00B611E6">
            <w:pPr>
              <w:rPr>
                <w:szCs w:val="20"/>
              </w:rPr>
            </w:pPr>
          </w:p>
          <w:p w14:paraId="09216AE0"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1A210C" w:rsidRPr="00B55E82" w:rsidRDefault="001A210C" w:rsidP="00B611E6">
            <w:pPr>
              <w:rPr>
                <w:szCs w:val="20"/>
              </w:rPr>
            </w:pPr>
          </w:p>
        </w:tc>
      </w:tr>
      <w:tr w:rsidR="001A210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1A210C" w:rsidRPr="00B55E82" w:rsidRDefault="001A210C" w:rsidP="00B611E6">
            <w:pPr>
              <w:rPr>
                <w:szCs w:val="20"/>
              </w:rPr>
            </w:pPr>
            <w:r w:rsidRPr="00B55E82">
              <w:rPr>
                <w:b/>
                <w:szCs w:val="20"/>
              </w:rPr>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1A210C" w:rsidRPr="00B55E82" w:rsidRDefault="001A210C" w:rsidP="00B611E6">
            <w:pPr>
              <w:rPr>
                <w:b/>
                <w:szCs w:val="20"/>
              </w:rPr>
            </w:pPr>
          </w:p>
        </w:tc>
      </w:tr>
      <w:tr w:rsidR="001A210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77777777" w:rsidR="001A210C" w:rsidRPr="00B55E82" w:rsidRDefault="001A210C" w:rsidP="00B611E6">
            <w:pPr>
              <w:rPr>
                <w:szCs w:val="20"/>
              </w:rPr>
            </w:pPr>
            <w:r w:rsidRPr="00B55E82">
              <w:rPr>
                <w:szCs w:val="20"/>
              </w:rPr>
              <w:t>Hae potilasasiakirjoja (PPB)</w:t>
            </w:r>
          </w:p>
        </w:tc>
        <w:tc>
          <w:tcPr>
            <w:tcW w:w="5812" w:type="dxa"/>
            <w:tcBorders>
              <w:top w:val="none" w:sz="0" w:space="0" w:color="000000"/>
              <w:left w:val="none" w:sz="0" w:space="0" w:color="000000"/>
              <w:bottom w:val="single" w:sz="8" w:space="0" w:color="000000"/>
              <w:right w:val="single" w:sz="8" w:space="0" w:color="000000"/>
            </w:tcBorders>
          </w:tcPr>
          <w:p w14:paraId="362FC3E7" w14:textId="77777777" w:rsidR="001A210C" w:rsidRPr="00B55E82" w:rsidRDefault="001A210C" w:rsidP="00B611E6">
            <w:pPr>
              <w:rPr>
                <w:szCs w:val="20"/>
              </w:rPr>
            </w:pPr>
            <w:r w:rsidRPr="00B55E82">
              <w:rPr>
                <w:szCs w:val="20"/>
              </w:rPr>
              <w:t>Potilasasiakirjojen haku, PPB</w:t>
            </w:r>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1A210C" w:rsidRPr="00B55E82" w:rsidRDefault="001A210C" w:rsidP="00B611E6">
            <w:pPr>
              <w:rPr>
                <w:szCs w:val="20"/>
              </w:rPr>
            </w:pPr>
          </w:p>
        </w:tc>
      </w:tr>
      <w:tr w:rsidR="001A210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1A210C" w:rsidRPr="00B55E82" w:rsidRDefault="001A210C" w:rsidP="00B611E6">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1A210C" w:rsidRPr="00B55E82" w:rsidRDefault="001A210C" w:rsidP="00B611E6">
            <w:pPr>
              <w:rPr>
                <w:szCs w:val="20"/>
              </w:rPr>
            </w:pPr>
            <w:r w:rsidRPr="00B55E82">
              <w:rPr>
                <w:szCs w:val="20"/>
              </w:rPr>
              <w:t>Palvelunantajan omien tietojen haku Potilastiedon arkistosta, PP2</w:t>
            </w:r>
          </w:p>
          <w:p w14:paraId="6390C059" w14:textId="77777777" w:rsidR="001A210C" w:rsidRPr="00B55E82" w:rsidRDefault="001A210C" w:rsidP="00B611E6">
            <w:pPr>
              <w:rPr>
                <w:szCs w:val="20"/>
              </w:rPr>
            </w:pPr>
            <w:r w:rsidRPr="00B55E82">
              <w:rPr>
                <w:szCs w:val="20"/>
              </w:rPr>
              <w:t>Palvelunantajan omien vanhojen tietojen haku Potilastiedon arkistosta, PP36</w:t>
            </w:r>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1A210C" w:rsidRDefault="001A210C" w:rsidP="00B611E6">
            <w:pPr>
              <w:rPr>
                <w:szCs w:val="20"/>
              </w:rPr>
            </w:pPr>
            <w:r>
              <w:rPr>
                <w:szCs w:val="20"/>
              </w:rPr>
              <w:t>PPB</w:t>
            </w:r>
            <w:r>
              <w:rPr>
                <w:szCs w:val="20"/>
              </w:rPr>
              <w:br/>
            </w:r>
          </w:p>
          <w:p w14:paraId="245C5448" w14:textId="77777777" w:rsidR="001A210C" w:rsidRPr="00B55E82" w:rsidRDefault="001A210C" w:rsidP="00B611E6">
            <w:pPr>
              <w:rPr>
                <w:szCs w:val="20"/>
              </w:rPr>
            </w:pPr>
            <w:r>
              <w:rPr>
                <w:szCs w:val="20"/>
              </w:rPr>
              <w:t>-</w:t>
            </w:r>
          </w:p>
        </w:tc>
      </w:tr>
      <w:tr w:rsidR="001A210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1A210C" w:rsidRPr="00B55E82" w:rsidRDefault="001A210C" w:rsidP="00B611E6">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1A210C" w:rsidRPr="00B55E82" w:rsidRDefault="001A210C" w:rsidP="00B611E6">
            <w:pPr>
              <w:rPr>
                <w:szCs w:val="20"/>
              </w:rPr>
            </w:pPr>
            <w:r w:rsidRPr="00B55E82">
              <w:rPr>
                <w:szCs w:val="20"/>
              </w:rPr>
              <w:t>Luovutushaku, PP21</w:t>
            </w:r>
          </w:p>
          <w:p w14:paraId="6A7725B3" w14:textId="77777777" w:rsidR="001A210C" w:rsidRPr="00B55E82" w:rsidRDefault="001A210C" w:rsidP="00B611E6">
            <w:pPr>
              <w:rPr>
                <w:szCs w:val="20"/>
              </w:rPr>
            </w:pPr>
            <w:r w:rsidRPr="00B55E82">
              <w:rPr>
                <w:szCs w:val="20"/>
              </w:rPr>
              <w:t>Haku yhteisestä potilastietorekisteristä, PP22</w:t>
            </w:r>
          </w:p>
          <w:p w14:paraId="77EE2941" w14:textId="77777777" w:rsidR="001A210C" w:rsidRPr="00B55E82" w:rsidRDefault="001A210C" w:rsidP="00B611E6">
            <w:pPr>
              <w:rPr>
                <w:szCs w:val="20"/>
              </w:rPr>
            </w:pPr>
            <w:r w:rsidRPr="00B55E82">
              <w:rPr>
                <w:szCs w:val="20"/>
              </w:rPr>
              <w:t>Ennakkohaku, PP30</w:t>
            </w:r>
          </w:p>
          <w:p w14:paraId="06B18BAB" w14:textId="4696191D" w:rsidR="001A210C" w:rsidRPr="00B55E82" w:rsidRDefault="00771FA1" w:rsidP="00771FA1">
            <w:pPr>
              <w:rPr>
                <w:szCs w:val="20"/>
              </w:rPr>
            </w:pPr>
            <w:r>
              <w:rPr>
                <w:szCs w:val="20"/>
              </w:rPr>
              <w:t>Luovutush</w:t>
            </w:r>
            <w:r w:rsidR="00FA0431">
              <w:rPr>
                <w:szCs w:val="20"/>
              </w:rPr>
              <w:t>aku</w:t>
            </w:r>
            <w:r w:rsidR="001A210C"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1A210C" w:rsidRDefault="001A210C" w:rsidP="00B611E6">
            <w:pPr>
              <w:rPr>
                <w:szCs w:val="20"/>
              </w:rPr>
            </w:pPr>
            <w:r>
              <w:rPr>
                <w:szCs w:val="20"/>
              </w:rPr>
              <w:t>PPB</w:t>
            </w:r>
          </w:p>
          <w:p w14:paraId="30789F80" w14:textId="77777777" w:rsidR="001A210C" w:rsidRDefault="001A210C" w:rsidP="00B611E6">
            <w:pPr>
              <w:rPr>
                <w:szCs w:val="20"/>
              </w:rPr>
            </w:pPr>
            <w:r>
              <w:rPr>
                <w:szCs w:val="20"/>
              </w:rPr>
              <w:t>-</w:t>
            </w:r>
          </w:p>
          <w:p w14:paraId="1E8BB6D0" w14:textId="77777777" w:rsidR="001A210C" w:rsidRDefault="001A210C" w:rsidP="00B611E6">
            <w:pPr>
              <w:rPr>
                <w:szCs w:val="20"/>
              </w:rPr>
            </w:pPr>
            <w:r>
              <w:rPr>
                <w:szCs w:val="20"/>
              </w:rPr>
              <w:t>PPB</w:t>
            </w:r>
          </w:p>
          <w:p w14:paraId="70F0FDB6" w14:textId="77777777" w:rsidR="001A210C" w:rsidRPr="00B55E82" w:rsidRDefault="001A210C" w:rsidP="00B611E6">
            <w:pPr>
              <w:rPr>
                <w:szCs w:val="20"/>
              </w:rPr>
            </w:pPr>
            <w:r>
              <w:rPr>
                <w:szCs w:val="20"/>
              </w:rPr>
              <w:t>PPB</w:t>
            </w:r>
          </w:p>
        </w:tc>
      </w:tr>
      <w:tr w:rsidR="001A210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1A210C" w:rsidRPr="00B55E82" w:rsidRDefault="001A210C" w:rsidP="00B611E6">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1A210C" w:rsidRPr="00B55E82" w:rsidRDefault="001A210C" w:rsidP="00B611E6">
            <w:pPr>
              <w:rPr>
                <w:szCs w:val="20"/>
              </w:rPr>
            </w:pPr>
            <w:r w:rsidRPr="00B55E82">
              <w:rPr>
                <w:szCs w:val="20"/>
              </w:rPr>
              <w:t>Tuottajan tekemä haku järjestäjän rekisteristä Potilastiedon arkistosta potilaskohtaisessa ostopalvelussa, PP12</w:t>
            </w:r>
          </w:p>
          <w:p w14:paraId="0B0FE614" w14:textId="4F2121AE" w:rsidR="001A210C" w:rsidRPr="00B55E82" w:rsidRDefault="001A210C" w:rsidP="00B611E6">
            <w:pPr>
              <w:rPr>
                <w:szCs w:val="20"/>
              </w:rPr>
            </w:pPr>
            <w:r w:rsidRPr="00B55E82">
              <w:rPr>
                <w:szCs w:val="20"/>
              </w:rPr>
              <w:t>Tuottajan tekemä haku järjestäjän rekisteristä Potilastiedon arkistosta</w:t>
            </w:r>
            <w:r w:rsidR="002C43C8">
              <w:rPr>
                <w:szCs w:val="20"/>
              </w:rPr>
              <w:t xml:space="preserve"> </w:t>
            </w:r>
            <w:r w:rsidR="00197E20">
              <w:rPr>
                <w:szCs w:val="20"/>
              </w:rPr>
              <w:t>rekisteri</w:t>
            </w:r>
            <w:r w:rsidRPr="00B55E82">
              <w:rPr>
                <w:szCs w:val="20"/>
              </w:rPr>
              <w:t>tasoisessa ostopalvelussa, PP15</w:t>
            </w:r>
          </w:p>
          <w:p w14:paraId="7BFA39B2" w14:textId="77777777" w:rsidR="001A210C" w:rsidRPr="00B55E82" w:rsidRDefault="001A210C" w:rsidP="00B611E6">
            <w:pPr>
              <w:rPr>
                <w:szCs w:val="20"/>
              </w:rPr>
            </w:pPr>
            <w:r w:rsidRPr="00B55E82">
              <w:rPr>
                <w:szCs w:val="20"/>
              </w:rPr>
              <w:t>Luovutushaku potilaskohtaisessa ostopalvelutilanteessa, PP40</w:t>
            </w:r>
            <w:r>
              <w:rPr>
                <w:szCs w:val="20"/>
              </w:rPr>
              <w:t xml:space="preserve"> </w:t>
            </w:r>
          </w:p>
          <w:p w14:paraId="498456DA" w14:textId="074E4BA6" w:rsidR="001A210C" w:rsidRPr="00B55E82" w:rsidRDefault="00771FA1" w:rsidP="00B611E6">
            <w:pPr>
              <w:rPr>
                <w:szCs w:val="20"/>
              </w:rPr>
            </w:pPr>
            <w:r>
              <w:rPr>
                <w:szCs w:val="20"/>
              </w:rPr>
              <w:t>Luovutush</w:t>
            </w:r>
            <w:r w:rsidR="00FA0431">
              <w:rPr>
                <w:szCs w:val="20"/>
              </w:rPr>
              <w:t>aku</w:t>
            </w:r>
            <w:r w:rsidR="001A210C" w:rsidRPr="00B55E82">
              <w:rPr>
                <w:szCs w:val="20"/>
              </w:rPr>
              <w:t xml:space="preserve"> Potilastiedon arkistosta potilaskohtaisessa ostopalvelussa hätätilanteessa, PP42</w:t>
            </w:r>
          </w:p>
          <w:p w14:paraId="7504C654" w14:textId="4515F1C5" w:rsidR="001A210C" w:rsidRPr="00B55E82" w:rsidRDefault="001A210C" w:rsidP="00B611E6">
            <w:pPr>
              <w:rPr>
                <w:szCs w:val="20"/>
              </w:rPr>
            </w:pPr>
            <w:r w:rsidRPr="00B55E82">
              <w:rPr>
                <w:szCs w:val="20"/>
              </w:rPr>
              <w:t>Luovutushaku</w:t>
            </w:r>
            <w:r w:rsidR="002C43C8">
              <w:rPr>
                <w:szCs w:val="20"/>
              </w:rPr>
              <w:t xml:space="preserve"> </w:t>
            </w:r>
            <w:r w:rsidR="00197E20">
              <w:rPr>
                <w:szCs w:val="20"/>
              </w:rPr>
              <w:t>rekisteri</w:t>
            </w:r>
            <w:r w:rsidRPr="00B55E82">
              <w:rPr>
                <w:szCs w:val="20"/>
              </w:rPr>
              <w:t>tasoisessa ostopalvelutilanteessa, PP44</w:t>
            </w:r>
            <w:r>
              <w:rPr>
                <w:szCs w:val="20"/>
              </w:rPr>
              <w:t xml:space="preserve"> </w:t>
            </w:r>
          </w:p>
          <w:p w14:paraId="53397C40" w14:textId="75E8D912" w:rsidR="001A210C" w:rsidRPr="00B55E82" w:rsidRDefault="00771FA1">
            <w:pPr>
              <w:rPr>
                <w:szCs w:val="20"/>
              </w:rPr>
            </w:pPr>
            <w:r>
              <w:rPr>
                <w:szCs w:val="20"/>
              </w:rPr>
              <w:t>Luovutush</w:t>
            </w:r>
            <w:r w:rsidR="00FA0431">
              <w:rPr>
                <w:szCs w:val="20"/>
              </w:rPr>
              <w:t>aku</w:t>
            </w:r>
            <w:r w:rsidR="001A210C" w:rsidRPr="00B55E82">
              <w:rPr>
                <w:szCs w:val="20"/>
              </w:rPr>
              <w:t xml:space="preserve"> Potilastiedon arkistosta</w:t>
            </w:r>
            <w:r w:rsidR="002C43C8">
              <w:rPr>
                <w:szCs w:val="20"/>
              </w:rPr>
              <w:t xml:space="preserve"> </w:t>
            </w:r>
            <w:r w:rsidR="00197E20">
              <w:rPr>
                <w:szCs w:val="20"/>
              </w:rPr>
              <w:t>rekisteri</w:t>
            </w:r>
            <w:r w:rsidR="001A210C" w:rsidRPr="00B55E82">
              <w:rPr>
                <w:szCs w:val="20"/>
              </w:rPr>
              <w:t>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1A210C" w:rsidRDefault="001A210C" w:rsidP="00B611E6">
            <w:pPr>
              <w:rPr>
                <w:szCs w:val="20"/>
              </w:rPr>
            </w:pPr>
            <w:r>
              <w:rPr>
                <w:szCs w:val="20"/>
              </w:rPr>
              <w:t>PPB</w:t>
            </w:r>
            <w:r>
              <w:rPr>
                <w:szCs w:val="20"/>
              </w:rPr>
              <w:br/>
            </w:r>
          </w:p>
          <w:p w14:paraId="15329B71" w14:textId="77777777" w:rsidR="001A210C" w:rsidRDefault="001A210C" w:rsidP="00B611E6">
            <w:pPr>
              <w:rPr>
                <w:szCs w:val="20"/>
              </w:rPr>
            </w:pPr>
            <w:r>
              <w:rPr>
                <w:szCs w:val="20"/>
              </w:rPr>
              <w:t>PPB</w:t>
            </w:r>
            <w:r>
              <w:rPr>
                <w:szCs w:val="20"/>
              </w:rPr>
              <w:br/>
            </w:r>
          </w:p>
          <w:p w14:paraId="51820010" w14:textId="77777777" w:rsidR="001A210C" w:rsidRDefault="001A210C" w:rsidP="00B611E6">
            <w:pPr>
              <w:rPr>
                <w:szCs w:val="20"/>
              </w:rPr>
            </w:pPr>
            <w:r>
              <w:rPr>
                <w:szCs w:val="20"/>
              </w:rPr>
              <w:t>PPB</w:t>
            </w:r>
          </w:p>
          <w:p w14:paraId="034940A1" w14:textId="77777777" w:rsidR="001A210C" w:rsidRDefault="001A210C" w:rsidP="00B611E6">
            <w:pPr>
              <w:rPr>
                <w:szCs w:val="20"/>
              </w:rPr>
            </w:pPr>
            <w:r>
              <w:rPr>
                <w:szCs w:val="20"/>
              </w:rPr>
              <w:t>PPB</w:t>
            </w:r>
            <w:r>
              <w:rPr>
                <w:szCs w:val="20"/>
              </w:rPr>
              <w:br/>
            </w:r>
          </w:p>
          <w:p w14:paraId="2C4119A9" w14:textId="77777777" w:rsidR="001A210C" w:rsidRDefault="001A210C" w:rsidP="00B611E6">
            <w:pPr>
              <w:rPr>
                <w:szCs w:val="20"/>
              </w:rPr>
            </w:pPr>
            <w:r>
              <w:rPr>
                <w:szCs w:val="20"/>
              </w:rPr>
              <w:t>PPB</w:t>
            </w:r>
          </w:p>
          <w:p w14:paraId="58823293" w14:textId="77777777" w:rsidR="001A210C" w:rsidRDefault="001A210C" w:rsidP="00B611E6">
            <w:pPr>
              <w:rPr>
                <w:szCs w:val="20"/>
              </w:rPr>
            </w:pPr>
            <w:r>
              <w:rPr>
                <w:szCs w:val="20"/>
              </w:rPr>
              <w:t>PPB</w:t>
            </w:r>
          </w:p>
          <w:p w14:paraId="15DB1B81" w14:textId="77777777" w:rsidR="001A210C" w:rsidRPr="00B55E82" w:rsidRDefault="001A210C" w:rsidP="00B611E6">
            <w:pPr>
              <w:rPr>
                <w:szCs w:val="20"/>
              </w:rPr>
            </w:pPr>
          </w:p>
        </w:tc>
      </w:tr>
      <w:tr w:rsidR="001A210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1DE4A92E"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683B0427"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PP24</w:t>
            </w:r>
          </w:p>
          <w:p w14:paraId="0EC4FD64" w14:textId="3B1B4015"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xml:space="preserve"> (järjestelmä), PP25</w:t>
            </w:r>
          </w:p>
          <w:p w14:paraId="36399C1A" w14:textId="1F763F65"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1A210C" w:rsidRPr="00B55E82" w:rsidRDefault="001A210C" w:rsidP="00B611E6">
            <w:pPr>
              <w:rPr>
                <w:szCs w:val="20"/>
              </w:rPr>
            </w:pPr>
            <w:r>
              <w:rPr>
                <w:szCs w:val="20"/>
              </w:rPr>
              <w:t>-</w:t>
            </w:r>
          </w:p>
        </w:tc>
      </w:tr>
      <w:tr w:rsidR="001A210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166AD066"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1AC99034"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potilaskohtaisessa ostopalvelutilanteessa, PP48</w:t>
            </w:r>
          </w:p>
          <w:p w14:paraId="787D3399" w14:textId="00DC84D3" w:rsidR="001A210C" w:rsidRPr="00B55E82" w:rsidRDefault="00771FA1">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w:t>
            </w:r>
            <w:r w:rsidR="00197E20">
              <w:rPr>
                <w:szCs w:val="20"/>
              </w:rPr>
              <w:t>rekisteri</w:t>
            </w:r>
            <w:r w:rsidR="001A210C" w:rsidRPr="00B55E82">
              <w:rPr>
                <w:szCs w:val="20"/>
              </w:rPr>
              <w:t>tasoisessa</w:t>
            </w:r>
            <w:r w:rsidR="002C43C8">
              <w:rPr>
                <w:szCs w:val="20"/>
              </w:rPr>
              <w:t xml:space="preserve"> </w:t>
            </w:r>
            <w:r w:rsidR="001A210C" w:rsidRPr="00B55E82">
              <w:rPr>
                <w:szCs w:val="20"/>
              </w:rPr>
              <w:t>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1A210C" w:rsidRPr="00B55E82" w:rsidRDefault="001A210C" w:rsidP="00B611E6">
            <w:pPr>
              <w:rPr>
                <w:szCs w:val="20"/>
              </w:rPr>
            </w:pPr>
            <w:r>
              <w:rPr>
                <w:szCs w:val="20"/>
              </w:rPr>
              <w:t>-</w:t>
            </w:r>
          </w:p>
        </w:tc>
      </w:tr>
      <w:tr w:rsidR="001A210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1A210C" w:rsidRPr="00B55E82" w:rsidRDefault="001A210C" w:rsidP="00ED0DB7">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1A210C" w:rsidRDefault="001A210C" w:rsidP="00B611E6">
            <w:pPr>
              <w:rPr>
                <w:szCs w:val="20"/>
              </w:rPr>
            </w:pPr>
            <w:r>
              <w:rPr>
                <w:szCs w:val="20"/>
              </w:rPr>
              <w:t>Keskeisten tietojen haku, PPC</w:t>
            </w:r>
          </w:p>
          <w:p w14:paraId="710487B1" w14:textId="47C6904C" w:rsidR="001A210C" w:rsidRPr="00B55E82" w:rsidRDefault="001A210C" w:rsidP="00B611E6">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1A210C" w:rsidRDefault="001A210C" w:rsidP="00B611E6">
            <w:pPr>
              <w:rPr>
                <w:szCs w:val="20"/>
              </w:rPr>
            </w:pPr>
          </w:p>
        </w:tc>
      </w:tr>
      <w:tr w:rsidR="001A210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1A210C" w:rsidRPr="00B55E82" w:rsidRDefault="001A210C" w:rsidP="00B611E6">
            <w:pPr>
              <w:rPr>
                <w:szCs w:val="20"/>
              </w:rPr>
            </w:pPr>
            <w:r w:rsidRPr="00B55E82">
              <w:rPr>
                <w:szCs w:val="20"/>
              </w:rPr>
              <w:t>Keskeisten tietojen haku, PP27</w:t>
            </w:r>
          </w:p>
          <w:p w14:paraId="23B54286" w14:textId="77777777" w:rsidR="001A210C" w:rsidRPr="00B55E82" w:rsidRDefault="001A210C" w:rsidP="00B611E6">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1A210C" w:rsidRDefault="001A210C" w:rsidP="00B611E6">
            <w:pPr>
              <w:rPr>
                <w:szCs w:val="20"/>
              </w:rPr>
            </w:pPr>
            <w:r>
              <w:rPr>
                <w:szCs w:val="20"/>
              </w:rPr>
              <w:t>PPC</w:t>
            </w:r>
          </w:p>
          <w:p w14:paraId="714B156F" w14:textId="77777777" w:rsidR="001A210C" w:rsidRPr="00B55E82" w:rsidRDefault="001A210C" w:rsidP="00B611E6">
            <w:pPr>
              <w:rPr>
                <w:szCs w:val="20"/>
              </w:rPr>
            </w:pPr>
            <w:r>
              <w:rPr>
                <w:szCs w:val="20"/>
              </w:rPr>
              <w:t>PPC</w:t>
            </w:r>
          </w:p>
        </w:tc>
      </w:tr>
      <w:tr w:rsidR="001A210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1A210C" w:rsidRPr="00B55E82" w:rsidRDefault="001A210C" w:rsidP="00B611E6">
            <w:pPr>
              <w:rPr>
                <w:szCs w:val="20"/>
              </w:rPr>
            </w:pPr>
            <w:r w:rsidRPr="00B55E82">
              <w:rPr>
                <w:szCs w:val="20"/>
              </w:rPr>
              <w:t>Keskeisten tietojen haku potilaskohtaisessa ostopalvelutilanteessa, PP41</w:t>
            </w:r>
          </w:p>
          <w:p w14:paraId="250FC029" w14:textId="77777777" w:rsidR="001A210C" w:rsidRPr="00B55E82" w:rsidRDefault="001A210C" w:rsidP="00B611E6">
            <w:pPr>
              <w:rPr>
                <w:szCs w:val="20"/>
              </w:rPr>
            </w:pPr>
            <w:r w:rsidRPr="00B55E82">
              <w:rPr>
                <w:szCs w:val="20"/>
              </w:rPr>
              <w:t>Keskeisten tietojen haku potilaskohtaisessa ostopalvelussa hätätilanteessa, PP43</w:t>
            </w:r>
          </w:p>
          <w:p w14:paraId="684BBC1C" w14:textId="26E03ABE" w:rsidR="001A210C" w:rsidRPr="00B55E82" w:rsidRDefault="001A210C" w:rsidP="00B611E6">
            <w:pPr>
              <w:rPr>
                <w:szCs w:val="20"/>
              </w:rPr>
            </w:pPr>
            <w:r w:rsidRPr="00B55E82">
              <w:rPr>
                <w:szCs w:val="20"/>
              </w:rPr>
              <w:t>Keskeisten tietojen haku</w:t>
            </w:r>
            <w:r w:rsidR="002C43C8">
              <w:rPr>
                <w:szCs w:val="20"/>
              </w:rPr>
              <w:t xml:space="preserve"> </w:t>
            </w:r>
            <w:r w:rsidR="00197E20">
              <w:rPr>
                <w:szCs w:val="20"/>
              </w:rPr>
              <w:t>rekisteri</w:t>
            </w:r>
            <w:r w:rsidRPr="00B55E82">
              <w:rPr>
                <w:szCs w:val="20"/>
              </w:rPr>
              <w:t>tasoisessa ostopalvelutilanteessa, PP45</w:t>
            </w:r>
          </w:p>
          <w:p w14:paraId="3C7C687F" w14:textId="033A4553" w:rsidR="001A210C" w:rsidRPr="00B55E82" w:rsidRDefault="001A210C">
            <w:pPr>
              <w:rPr>
                <w:szCs w:val="20"/>
              </w:rPr>
            </w:pPr>
            <w:r w:rsidRPr="00B55E82">
              <w:rPr>
                <w:szCs w:val="20"/>
              </w:rPr>
              <w:t>Keskeisten tietojen haku</w:t>
            </w:r>
            <w:r w:rsidR="002C43C8">
              <w:rPr>
                <w:szCs w:val="20"/>
              </w:rPr>
              <w:t xml:space="preserve"> </w:t>
            </w:r>
            <w:r w:rsidR="00197E20">
              <w:rPr>
                <w:szCs w:val="20"/>
              </w:rPr>
              <w:t>rekisteri</w:t>
            </w:r>
            <w:r w:rsidRPr="00B55E82">
              <w:rPr>
                <w:szCs w:val="20"/>
              </w:rPr>
              <w:t>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1A210C" w:rsidRDefault="001A210C" w:rsidP="00B611E6">
            <w:pPr>
              <w:rPr>
                <w:szCs w:val="20"/>
              </w:rPr>
            </w:pPr>
            <w:r>
              <w:rPr>
                <w:szCs w:val="20"/>
              </w:rPr>
              <w:t>PPC</w:t>
            </w:r>
            <w:r>
              <w:rPr>
                <w:szCs w:val="20"/>
              </w:rPr>
              <w:br/>
            </w:r>
          </w:p>
          <w:p w14:paraId="1E2FDE2D" w14:textId="77777777" w:rsidR="001A210C" w:rsidRDefault="001A210C" w:rsidP="00B611E6">
            <w:pPr>
              <w:rPr>
                <w:szCs w:val="20"/>
              </w:rPr>
            </w:pPr>
            <w:r>
              <w:rPr>
                <w:szCs w:val="20"/>
              </w:rPr>
              <w:t>PPC</w:t>
            </w:r>
            <w:r>
              <w:rPr>
                <w:szCs w:val="20"/>
              </w:rPr>
              <w:br/>
            </w:r>
          </w:p>
          <w:p w14:paraId="2D6B3845" w14:textId="77777777" w:rsidR="001A210C" w:rsidRDefault="001A210C" w:rsidP="00B611E6">
            <w:pPr>
              <w:rPr>
                <w:szCs w:val="20"/>
              </w:rPr>
            </w:pPr>
            <w:r>
              <w:rPr>
                <w:szCs w:val="20"/>
              </w:rPr>
              <w:t>PPC</w:t>
            </w:r>
            <w:r>
              <w:rPr>
                <w:szCs w:val="20"/>
              </w:rPr>
              <w:br/>
            </w:r>
          </w:p>
          <w:p w14:paraId="055A7354" w14:textId="77777777" w:rsidR="001A210C" w:rsidRPr="00B55E82" w:rsidRDefault="001A210C" w:rsidP="00B611E6">
            <w:pPr>
              <w:rPr>
                <w:szCs w:val="20"/>
              </w:rPr>
            </w:pPr>
            <w:r>
              <w:rPr>
                <w:szCs w:val="20"/>
              </w:rPr>
              <w:t>PPC</w:t>
            </w:r>
          </w:p>
        </w:tc>
      </w:tr>
      <w:tr w:rsidR="001A210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1A210C" w:rsidRPr="00B55E82" w:rsidRDefault="001A210C" w:rsidP="00B611E6">
            <w:pPr>
              <w:rPr>
                <w:szCs w:val="20"/>
              </w:rPr>
            </w:pPr>
            <w:r w:rsidRPr="00B55E82">
              <w:rPr>
                <w:szCs w:val="20"/>
              </w:rPr>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1A210C" w:rsidRPr="00B55E82" w:rsidRDefault="001A210C" w:rsidP="00B611E6">
            <w:pPr>
              <w:rPr>
                <w:szCs w:val="20"/>
              </w:rPr>
            </w:pPr>
            <w:r w:rsidRPr="00B55E82">
              <w:rPr>
                <w:szCs w:val="20"/>
              </w:rPr>
              <w:t>Järjestäjän ostopalvelun valtuutuksen haku omasta rekisteristä Potilastiedon arkistosta, PP38</w:t>
            </w:r>
          </w:p>
          <w:p w14:paraId="486401C7" w14:textId="77777777" w:rsidR="001A210C" w:rsidRPr="00B55E82" w:rsidRDefault="001A210C" w:rsidP="00B611E6">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1A210C" w:rsidRPr="00B55E82" w:rsidRDefault="001A210C" w:rsidP="00B611E6">
            <w:pPr>
              <w:rPr>
                <w:szCs w:val="20"/>
              </w:rPr>
            </w:pPr>
            <w:r>
              <w:rPr>
                <w:szCs w:val="20"/>
              </w:rPr>
              <w:t>-</w:t>
            </w:r>
          </w:p>
        </w:tc>
      </w:tr>
      <w:tr w:rsidR="001A210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1A210C" w:rsidRPr="00B55E82" w:rsidRDefault="001A210C" w:rsidP="00B611E6">
            <w:pPr>
              <w:rPr>
                <w:szCs w:val="20"/>
              </w:rPr>
            </w:pPr>
          </w:p>
        </w:tc>
      </w:tr>
      <w:tr w:rsidR="001A210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1A210C" w:rsidRPr="00B55E82" w:rsidRDefault="001A210C" w:rsidP="00B611E6">
            <w:pPr>
              <w:rPr>
                <w:szCs w:val="20"/>
              </w:rPr>
            </w:pPr>
            <w:r w:rsidRPr="00B55E82">
              <w:rPr>
                <w:b/>
                <w:szCs w:val="20"/>
              </w:rPr>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1A210C" w:rsidRPr="00B55E82" w:rsidRDefault="001A210C" w:rsidP="00B611E6">
            <w:pPr>
              <w:rPr>
                <w:szCs w:val="20"/>
              </w:rPr>
            </w:pPr>
          </w:p>
        </w:tc>
      </w:tr>
      <w:tr w:rsidR="001A210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1A210C" w:rsidRPr="00B55E82" w:rsidRDefault="001A210C" w:rsidP="00B611E6">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1A210C" w:rsidRPr="00B55E82" w:rsidRDefault="001A210C" w:rsidP="00B611E6">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1A210C" w:rsidRPr="00B55E82" w:rsidRDefault="001A210C" w:rsidP="00B611E6">
            <w:pPr>
              <w:rPr>
                <w:szCs w:val="20"/>
              </w:rPr>
            </w:pPr>
            <w:r>
              <w:rPr>
                <w:szCs w:val="20"/>
              </w:rPr>
              <w:t>-</w:t>
            </w:r>
          </w:p>
        </w:tc>
      </w:tr>
      <w:tr w:rsidR="001A210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1A210C" w:rsidRPr="00B55E82" w:rsidRDefault="001A210C" w:rsidP="00B611E6">
            <w:pPr>
              <w:rPr>
                <w:szCs w:val="20"/>
              </w:rPr>
            </w:pPr>
          </w:p>
        </w:tc>
      </w:tr>
      <w:tr w:rsidR="001A210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1A210C" w:rsidRPr="00B55E82" w:rsidRDefault="001A210C" w:rsidP="00B611E6">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1A210C" w:rsidRPr="00B55E82" w:rsidRDefault="001A210C" w:rsidP="00B611E6">
            <w:pPr>
              <w:rPr>
                <w:szCs w:val="20"/>
              </w:rPr>
            </w:pPr>
            <w:r>
              <w:rPr>
                <w:szCs w:val="20"/>
              </w:rPr>
              <w:t>-</w:t>
            </w:r>
          </w:p>
        </w:tc>
      </w:tr>
      <w:tr w:rsidR="001A210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6D8225E7" w:rsidR="001A210C" w:rsidRPr="00B55E82" w:rsidRDefault="001A210C" w:rsidP="00B611E6">
            <w:pPr>
              <w:rPr>
                <w:szCs w:val="20"/>
              </w:rPr>
            </w:pPr>
            <w:r w:rsidRPr="00B55E82">
              <w:rPr>
                <w:szCs w:val="20"/>
                <w:highlight w:val="white"/>
              </w:rPr>
              <w:lastRenderedPageBreak/>
              <w:t>Kuvattu</w:t>
            </w:r>
            <w:r w:rsidR="002C43C8">
              <w:rPr>
                <w:szCs w:val="20"/>
                <w:highlight w:val="white"/>
              </w:rPr>
              <w:t xml:space="preserve"> </w:t>
            </w:r>
            <w:r w:rsidRPr="00B55E82">
              <w:rPr>
                <w:szCs w:val="20"/>
                <w:highlight w:val="white"/>
              </w:rPr>
              <w:t>dokumentissa Kanta Potilastiedon arkiston kevyiden kyselyrajapintojen kuvaus [LM7]</w:t>
            </w:r>
          </w:p>
        </w:tc>
        <w:tc>
          <w:tcPr>
            <w:tcW w:w="5812" w:type="dxa"/>
            <w:tcBorders>
              <w:top w:val="none" w:sz="0" w:space="0" w:color="000000"/>
              <w:left w:val="none" w:sz="0" w:space="0" w:color="000000"/>
              <w:bottom w:val="single" w:sz="8" w:space="0" w:color="000000"/>
              <w:right w:val="single" w:sz="8" w:space="0" w:color="000000"/>
            </w:tcBorders>
          </w:tcPr>
          <w:p w14:paraId="48A3F7FD" w14:textId="1CE7470D" w:rsidR="001A210C" w:rsidRPr="00B55E82" w:rsidRDefault="001A210C" w:rsidP="00B611E6">
            <w:pPr>
              <w:rPr>
                <w:szCs w:val="20"/>
              </w:rPr>
            </w:pPr>
            <w:r w:rsidRPr="00B55E82">
              <w:rPr>
                <w:szCs w:val="20"/>
              </w:rPr>
              <w:t>PP51-PP5</w:t>
            </w:r>
            <w:r w:rsidR="00171F5A">
              <w:rPr>
                <w:szCs w:val="20"/>
              </w:rPr>
              <w:t>7, PP59</w:t>
            </w:r>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1A210C" w:rsidRPr="00B55E82" w:rsidRDefault="001A210C" w:rsidP="00B611E6">
            <w:pPr>
              <w:rPr>
                <w:szCs w:val="20"/>
              </w:rPr>
            </w:pPr>
          </w:p>
        </w:tc>
      </w:tr>
    </w:tbl>
    <w:p w14:paraId="66C15556" w14:textId="13631F38" w:rsidR="00076B9B" w:rsidRPr="001A210C" w:rsidRDefault="00076B9B" w:rsidP="00076B9B">
      <w:r>
        <w:br w:type="page"/>
      </w:r>
    </w:p>
    <w:p w14:paraId="10FC27BA" w14:textId="76AF5334" w:rsidR="00BD4279" w:rsidRDefault="00BD4279" w:rsidP="00BD4279">
      <w:pPr>
        <w:pStyle w:val="Otsikko1"/>
        <w:spacing w:before="220"/>
      </w:pPr>
      <w:bookmarkStart w:id="6" w:name="_Toc256000012"/>
      <w:bookmarkStart w:id="7" w:name="_Toc37061957"/>
      <w:bookmarkStart w:id="8" w:name="_Toc121475899"/>
      <w:r>
        <w:lastRenderedPageBreak/>
        <w:t>Potilastiedon arkiston asiakirjatyypit</w:t>
      </w:r>
      <w:bookmarkEnd w:id="6"/>
      <w:bookmarkEnd w:id="7"/>
      <w:bookmarkEnd w:id="8"/>
    </w:p>
    <w:p w14:paraId="3F17DA6A" w14:textId="541BBAE3" w:rsidR="00BD4279" w:rsidRDefault="00BD4279" w:rsidP="00BD4279">
      <w:pPr>
        <w:pStyle w:val="Leipteksti"/>
      </w:pPr>
      <w:r w:rsidRPr="00BD4279">
        <w:t>Tässä luvussa kuvataan potilastiedon arkiston asiakirjatyyppikohtaiset säännöt.</w:t>
      </w:r>
    </w:p>
    <w:p w14:paraId="5C2A275D" w14:textId="3E746D5B" w:rsidR="00BD4279" w:rsidRDefault="00BD4279" w:rsidP="00BD4279">
      <w:pPr>
        <w:pStyle w:val="Otsikko2"/>
      </w:pPr>
      <w:r w:rsidRPr="00BD4279">
        <w:t>Potilastiedon arkistossa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290"/>
        <w:gridCol w:w="1177"/>
        <w:gridCol w:w="170"/>
        <w:gridCol w:w="138"/>
        <w:gridCol w:w="852"/>
        <w:gridCol w:w="1191"/>
        <w:gridCol w:w="1558"/>
        <w:gridCol w:w="1279"/>
        <w:gridCol w:w="1221"/>
        <w:gridCol w:w="1480"/>
        <w:gridCol w:w="1112"/>
      </w:tblGrid>
      <w:tr w:rsidR="008B61E0" w14:paraId="72D28733" w14:textId="77777777" w:rsidTr="00043EA5">
        <w:trPr>
          <w:trHeight w:val="1070"/>
        </w:trPr>
        <w:tc>
          <w:tcPr>
            <w:tcW w:w="782" w:type="pct"/>
            <w:gridSpan w:val="3"/>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gridSpan w:val="2"/>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35FD8BE3" w:rsidR="00E02A20" w:rsidRPr="007959BE" w:rsidRDefault="00805180">
            <w:pPr>
              <w:rPr>
                <w:rFonts w:ascii="Arial" w:eastAsia="Arial" w:hAnsi="Arial" w:cs="Arial"/>
                <w:b/>
                <w:color w:val="0070C0"/>
                <w:sz w:val="16"/>
                <w:szCs w:val="16"/>
              </w:rPr>
            </w:pPr>
            <w:r w:rsidRPr="009F616A">
              <w:rPr>
                <w:rFonts w:ascii="Arial" w:eastAsia="Arial" w:hAnsi="Arial" w:cs="Arial"/>
                <w:b/>
                <w:color w:val="0070C0"/>
                <w:sz w:val="16"/>
                <w:szCs w:val="16"/>
              </w:rPr>
              <w:t>Aluekohtai-nen luovutus</w:t>
            </w:r>
            <w:r w:rsidR="002044CF" w:rsidRPr="008B25A3">
              <w:rPr>
                <w:rFonts w:ascii="Arial" w:eastAsia="Arial" w:hAnsi="Arial" w:cs="Arial"/>
                <w:b/>
                <w:color w:val="FF0000"/>
                <w:sz w:val="16"/>
                <w:szCs w:val="16"/>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gridSpan w:val="2"/>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gridSpan w:val="2"/>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gridSpan w:val="2"/>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gridSpan w:val="2"/>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gridSpan w:val="2"/>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gridSpan w:val="2"/>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gridSpan w:val="2"/>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gridSpan w:val="2"/>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gridSpan w:val="2"/>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gridSpan w:val="2"/>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gridSpan w:val="2"/>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gridSpan w:val="2"/>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gridSpan w:val="2"/>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B9C9521" w14:textId="77777777" w:rsidR="002044CF" w:rsidRDefault="002044CF" w:rsidP="002044CF">
            <w:pPr>
              <w:rPr>
                <w:sz w:val="22"/>
              </w:rPr>
            </w:pPr>
            <w:r>
              <w:rPr>
                <w:rFonts w:ascii="Arial" w:eastAsia="Arial" w:hAnsi="Arial" w:cs="Arial"/>
                <w:sz w:val="16"/>
              </w:rPr>
              <w:t>Elinluovutustahto</w:t>
            </w:r>
          </w:p>
        </w:tc>
        <w:tc>
          <w:tcPr>
            <w:tcW w:w="473" w:type="pct"/>
            <w:gridSpan w:val="2"/>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8B61E0" w14:paraId="7BB34B5F"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6822090" w14:textId="77777777" w:rsidR="002044CF" w:rsidRDefault="002044CF" w:rsidP="002044CF">
            <w:pPr>
              <w:rPr>
                <w:sz w:val="22"/>
              </w:rPr>
            </w:pPr>
            <w:r>
              <w:rPr>
                <w:rFonts w:ascii="Arial" w:eastAsia="Arial" w:hAnsi="Arial" w:cs="Arial"/>
                <w:sz w:val="16"/>
              </w:rPr>
              <w:t>Hoitotahto</w:t>
            </w:r>
          </w:p>
        </w:tc>
        <w:tc>
          <w:tcPr>
            <w:tcW w:w="473" w:type="pct"/>
            <w:gridSpan w:val="2"/>
            <w:tcBorders>
              <w:top w:val="none" w:sz="0" w:space="0" w:color="000000"/>
              <w:left w:val="none" w:sz="0" w:space="0" w:color="000000"/>
              <w:bottom w:val="single" w:sz="8" w:space="0" w:color="000000"/>
              <w:right w:val="single" w:sz="8" w:space="0" w:color="000000"/>
            </w:tcBorders>
          </w:tcPr>
          <w:p w14:paraId="6927F366"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3CB18E02"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2A1C988"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13BD21FA"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049D236D" w14:textId="41C86D42"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5567A1" w14:textId="6A100BAF" w:rsidR="002044CF" w:rsidRDefault="002044CF" w:rsidP="002044CF">
            <w:pPr>
              <w:jc w:val="center"/>
              <w:rPr>
                <w:rFonts w:ascii="Arial" w:eastAsia="Arial" w:hAnsi="Arial" w:cs="Arial"/>
                <w:sz w:val="16"/>
              </w:rPr>
            </w:pPr>
            <w:r>
              <w:rPr>
                <w:rFonts w:ascii="Arial" w:eastAsia="Arial" w:hAnsi="Arial" w:cs="Arial"/>
                <w:sz w:val="16"/>
              </w:rPr>
              <w:t>1 voimassaoleva/</w:t>
            </w:r>
          </w:p>
          <w:p w14:paraId="30BC7C84" w14:textId="43F1E7C6"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4A019B36" w14:textId="77777777" w:rsidR="002044CF" w:rsidRDefault="002044CF" w:rsidP="002044CF">
            <w:pPr>
              <w:jc w:val="center"/>
              <w:rPr>
                <w:sz w:val="22"/>
              </w:rPr>
            </w:pPr>
            <w:r>
              <w:rPr>
                <w:rFonts w:ascii="Arial" w:eastAsia="Arial" w:hAnsi="Arial" w:cs="Arial"/>
                <w:sz w:val="16"/>
              </w:rPr>
              <w:t>versioimalla</w:t>
            </w:r>
          </w:p>
        </w:tc>
      </w:tr>
      <w:tr w:rsidR="008B61E0" w14:paraId="25888460"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85F8648" w14:textId="77777777" w:rsidR="002044CF" w:rsidRDefault="002044CF" w:rsidP="002044CF">
            <w:pPr>
              <w:rPr>
                <w:sz w:val="22"/>
              </w:rPr>
            </w:pPr>
            <w:r>
              <w:rPr>
                <w:rFonts w:ascii="Arial" w:eastAsia="Arial" w:hAnsi="Arial" w:cs="Arial"/>
                <w:b/>
                <w:sz w:val="16"/>
              </w:rPr>
              <w:t>Muita asiakirjoja</w:t>
            </w:r>
          </w:p>
        </w:tc>
        <w:tc>
          <w:tcPr>
            <w:tcW w:w="473" w:type="pct"/>
            <w:gridSpan w:val="2"/>
            <w:tcBorders>
              <w:top w:val="none" w:sz="0" w:space="0" w:color="000000"/>
              <w:left w:val="none" w:sz="0" w:space="0" w:color="000000"/>
              <w:bottom w:val="single" w:sz="8" w:space="0" w:color="000000"/>
              <w:right w:val="single" w:sz="8" w:space="0" w:color="000000"/>
            </w:tcBorders>
          </w:tcPr>
          <w:p w14:paraId="73AF3AEA"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2044CF" w:rsidRDefault="002044CF" w:rsidP="002044CF">
            <w:pPr>
              <w:rPr>
                <w:sz w:val="22"/>
              </w:rPr>
            </w:pPr>
            <w:r>
              <w:rPr>
                <w:sz w:val="22"/>
              </w:rPr>
              <w:t> </w:t>
            </w:r>
          </w:p>
        </w:tc>
      </w:tr>
      <w:tr w:rsidR="008B61E0" w14:paraId="43BA16A7"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14B1D9D" w14:textId="77777777" w:rsidR="00E02A20" w:rsidRDefault="00E02A20" w:rsidP="00E02A20">
            <w:pPr>
              <w:rPr>
                <w:sz w:val="22"/>
              </w:rPr>
            </w:pPr>
            <w:r>
              <w:rPr>
                <w:rFonts w:ascii="Arial" w:eastAsia="Arial" w:hAnsi="Arial" w:cs="Arial"/>
                <w:sz w:val="16"/>
              </w:rPr>
              <w:t>Luovutusilmoitus</w:t>
            </w:r>
          </w:p>
        </w:tc>
        <w:tc>
          <w:tcPr>
            <w:tcW w:w="473" w:type="pct"/>
            <w:gridSpan w:val="2"/>
            <w:tcBorders>
              <w:top w:val="none" w:sz="0" w:space="0" w:color="000000"/>
              <w:left w:val="none" w:sz="0" w:space="0" w:color="000000"/>
              <w:bottom w:val="single" w:sz="8" w:space="0" w:color="000000"/>
              <w:right w:val="single" w:sz="8" w:space="0" w:color="000000"/>
            </w:tcBorders>
          </w:tcPr>
          <w:p w14:paraId="39BBAF22" w14:textId="77777777" w:rsidR="00E02A20" w:rsidRDefault="00E02A20" w:rsidP="00E02A20">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E02A20" w:rsidRDefault="00E02A20" w:rsidP="00E02A20">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E02A20" w:rsidRDefault="00E02A20" w:rsidP="00E02A20">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E02A20" w:rsidRDefault="00E02A20" w:rsidP="00E02A20">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E02A20" w:rsidRDefault="002044CF" w:rsidP="00E02A20">
            <w:pPr>
              <w:jc w:val="center"/>
              <w:rPr>
                <w:rFonts w:ascii="Arial" w:eastAsia="Arial" w:hAnsi="Arial" w:cs="Arial"/>
                <w:sz w:val="16"/>
              </w:rPr>
            </w:pPr>
            <w:r>
              <w:rPr>
                <w:rFonts w:ascii="Arial" w:eastAsia="Arial" w:hAnsi="Arial" w:cs="Arial"/>
                <w:sz w:val="16"/>
              </w:rPr>
              <w:t>–</w:t>
            </w:r>
            <w:r w:rsidR="00E02A20">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E02A20" w:rsidRDefault="00E02A20" w:rsidP="00E02A20">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E02A20" w:rsidRDefault="00E02A20" w:rsidP="00E02A20">
            <w:pPr>
              <w:jc w:val="center"/>
              <w:rPr>
                <w:sz w:val="22"/>
              </w:rPr>
            </w:pPr>
            <w:r>
              <w:rPr>
                <w:rFonts w:ascii="Arial" w:eastAsia="Arial" w:hAnsi="Arial" w:cs="Arial"/>
                <w:sz w:val="16"/>
              </w:rPr>
              <w:t>ei sallita versiointia</w:t>
            </w:r>
          </w:p>
        </w:tc>
      </w:tr>
      <w:tr w:rsidR="008B61E0" w14:paraId="0C6EABBB"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5503DA9C" w14:textId="77777777" w:rsidR="00E02A20" w:rsidRDefault="00E02A20" w:rsidP="00E02A20">
            <w:pPr>
              <w:rPr>
                <w:sz w:val="22"/>
              </w:rPr>
            </w:pPr>
            <w:r>
              <w:rPr>
                <w:rFonts w:ascii="Arial" w:eastAsia="Arial" w:hAnsi="Arial" w:cs="Arial"/>
                <w:sz w:val="16"/>
              </w:rPr>
              <w:t>Ostopalvelun valtuutus</w:t>
            </w:r>
          </w:p>
        </w:tc>
        <w:tc>
          <w:tcPr>
            <w:tcW w:w="473" w:type="pct"/>
            <w:gridSpan w:val="2"/>
            <w:tcBorders>
              <w:top w:val="none" w:sz="0" w:space="0" w:color="000000"/>
              <w:left w:val="none" w:sz="0" w:space="0" w:color="000000"/>
              <w:bottom w:val="single" w:sz="8" w:space="0" w:color="000000"/>
              <w:right w:val="single" w:sz="8" w:space="0" w:color="000000"/>
            </w:tcBorders>
          </w:tcPr>
          <w:p w14:paraId="0FE679A0" w14:textId="77777777" w:rsidR="00E02A20" w:rsidRDefault="00E02A20" w:rsidP="00E02A20">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E02A20" w:rsidRDefault="00E02A20" w:rsidP="00E02A20">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E02A20" w:rsidRDefault="00E02A20" w:rsidP="00E02A20">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E02A20" w:rsidRDefault="00E02A20" w:rsidP="00E02A20">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E02A20" w:rsidRDefault="00E02A20" w:rsidP="00E02A20">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E02A20" w:rsidRDefault="00E02A20" w:rsidP="00E02A20">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E02A20" w:rsidRDefault="00E02A20" w:rsidP="00E02A20">
            <w:pPr>
              <w:jc w:val="center"/>
              <w:rPr>
                <w:sz w:val="22"/>
              </w:rPr>
            </w:pPr>
            <w:r>
              <w:rPr>
                <w:rFonts w:ascii="Arial" w:eastAsia="Arial" w:hAnsi="Arial" w:cs="Arial"/>
                <w:sz w:val="16"/>
              </w:rPr>
              <w:t>versioimalla</w:t>
            </w:r>
          </w:p>
        </w:tc>
      </w:tr>
      <w:tr w:rsidR="00E02A20" w14:paraId="2F283500" w14:textId="77777777" w:rsidTr="00043EA5">
        <w:tc>
          <w:tcPr>
            <w:tcW w:w="701" w:type="pct"/>
            <w:gridSpan w:val="2"/>
            <w:tcBorders>
              <w:top w:val="none" w:sz="0" w:space="0" w:color="000000"/>
              <w:left w:val="single" w:sz="8" w:space="0" w:color="000000"/>
              <w:bottom w:val="single" w:sz="8" w:space="0" w:color="000000"/>
              <w:right w:val="single" w:sz="8" w:space="0" w:color="000000"/>
            </w:tcBorders>
          </w:tcPr>
          <w:p w14:paraId="281ABB99" w14:textId="77777777" w:rsidR="00E02A20" w:rsidRDefault="00E02A20" w:rsidP="00CE7310">
            <w:pPr>
              <w:rPr>
                <w:rFonts w:ascii="Arial" w:eastAsia="Arial" w:hAnsi="Arial" w:cs="Arial"/>
                <w:sz w:val="16"/>
              </w:rPr>
            </w:pPr>
          </w:p>
        </w:tc>
        <w:tc>
          <w:tcPr>
            <w:tcW w:w="4299" w:type="pct"/>
            <w:gridSpan w:val="9"/>
            <w:tcBorders>
              <w:top w:val="none" w:sz="0" w:space="0" w:color="000000"/>
              <w:left w:val="single" w:sz="8" w:space="0" w:color="000000"/>
              <w:bottom w:val="single" w:sz="8" w:space="0" w:color="000000"/>
              <w:right w:val="single" w:sz="8" w:space="0" w:color="000000"/>
            </w:tcBorders>
          </w:tcPr>
          <w:p w14:paraId="501AA460" w14:textId="1529BD54" w:rsidR="00E02A20" w:rsidRDefault="00E02A20" w:rsidP="00CE7310">
            <w:pPr>
              <w:rPr>
                <w:rFonts w:ascii="Arial" w:eastAsia="Arial" w:hAnsi="Arial" w:cs="Arial"/>
                <w:sz w:val="16"/>
              </w:rPr>
            </w:pPr>
            <w:r>
              <w:rPr>
                <w:rFonts w:ascii="Arial" w:eastAsia="Arial" w:hAnsi="Arial" w:cs="Arial"/>
                <w:sz w:val="16"/>
              </w:rPr>
              <w:t>* Hätätilanteessa ei vaadita informointia eikä luovutuslupaa</w:t>
            </w:r>
          </w:p>
          <w:p w14:paraId="1006EF3A" w14:textId="28D9A5AB" w:rsidR="00E02A20" w:rsidRDefault="00E02A20" w:rsidP="00CE7310">
            <w:pPr>
              <w:rPr>
                <w:rFonts w:ascii="Arial" w:eastAsia="Arial" w:hAnsi="Arial" w:cs="Arial"/>
                <w:sz w:val="16"/>
              </w:rPr>
            </w:pPr>
            <w:r>
              <w:rPr>
                <w:rFonts w:ascii="Arial" w:eastAsia="Arial" w:hAnsi="Arial" w:cs="Arial"/>
                <w:sz w:val="16"/>
              </w:rPr>
              <w:t>** Potilas on voinut antaa oikeuden ohittaa kielto hätätilanteessa</w:t>
            </w:r>
          </w:p>
          <w:p w14:paraId="2106A214" w14:textId="6BEB29ED" w:rsidR="00E02A20" w:rsidRDefault="00E02A20" w:rsidP="00CE7310">
            <w:pPr>
              <w:rPr>
                <w:rFonts w:ascii="Arial" w:eastAsia="Arial" w:hAnsi="Arial" w:cs="Arial"/>
                <w:sz w:val="16"/>
              </w:rPr>
            </w:pPr>
            <w:r>
              <w:rPr>
                <w:rFonts w:ascii="Arial" w:eastAsia="Arial" w:hAnsi="Arial" w:cs="Arial"/>
                <w:sz w:val="16"/>
              </w:rPr>
              <w:t>*** Haku ei-hoidollisessa tilanteessa ei vaadi hoitosuhteen varmistusta</w:t>
            </w:r>
          </w:p>
          <w:p w14:paraId="7616DC68" w14:textId="34D35867" w:rsidR="006E122B" w:rsidRDefault="00E02A20">
            <w:pPr>
              <w:rPr>
                <w:rFonts w:ascii="Arial" w:eastAsia="Arial" w:hAnsi="Arial" w:cs="Arial"/>
                <w:sz w:val="16"/>
              </w:rPr>
            </w:pPr>
            <w:r>
              <w:rPr>
                <w:rFonts w:ascii="Arial" w:eastAsia="Arial" w:hAnsi="Arial" w:cs="Arial"/>
                <w:sz w:val="16"/>
              </w:rPr>
              <w:t xml:space="preserve">**** </w:t>
            </w:r>
            <w:r w:rsidR="006E122B">
              <w:rPr>
                <w:rFonts w:ascii="Arial" w:eastAsia="Arial" w:hAnsi="Arial" w:cs="Arial"/>
                <w:sz w:val="16"/>
              </w:rPr>
              <w:t xml:space="preserve">31.12.2022 asti </w:t>
            </w:r>
            <w:r>
              <w:rPr>
                <w:rFonts w:ascii="Arial" w:eastAsia="Arial" w:hAnsi="Arial" w:cs="Arial"/>
                <w:sz w:val="16"/>
              </w:rPr>
              <w:t>mahdollista luovuttaa sairaanhoitopiirin yhteiseen potilastietorekisteriin perustuen</w:t>
            </w:r>
            <w:r w:rsidR="006E122B">
              <w:rPr>
                <w:rFonts w:ascii="Arial" w:eastAsia="Arial" w:hAnsi="Arial" w:cs="Arial"/>
                <w:sz w:val="16"/>
              </w:rPr>
              <w:t>, 1.1.2023 alkaen luovutus Uudenmaan väliaikaisen tiedonsaantioikeuden perusteella</w:t>
            </w:r>
            <w:r>
              <w:rPr>
                <w:sz w:val="22"/>
              </w:rPr>
              <w:br/>
            </w:r>
            <w:r>
              <w:rPr>
                <w:rFonts w:ascii="Arial" w:eastAsia="Arial" w:hAnsi="Arial" w:cs="Arial"/>
                <w:sz w:val="16"/>
              </w:rPr>
              <w:t xml:space="preserve"> huom. ei koske yksityisen terveydenhuollon toimijoita</w:t>
            </w:r>
          </w:p>
          <w:p w14:paraId="0DDE95DF" w14:textId="7EED710C" w:rsidR="00E02A20" w:rsidRDefault="00E02A20">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Tähän kuuluvat asiakirjat Potilastiedon arkiston luovutuskielto ja Lääkemääräysten luovutuskielto</w:t>
            </w:r>
          </w:p>
        </w:tc>
      </w:tr>
      <w:tr w:rsidR="00E02A20" w14:paraId="5E2A2505" w14:textId="249B9860" w:rsidTr="00043EA5">
        <w:trPr>
          <w:gridAfter w:val="7"/>
          <w:wAfter w:w="4152" w:type="pct"/>
        </w:trPr>
        <w:tc>
          <w:tcPr>
            <w:tcW w:w="139" w:type="pct"/>
            <w:tcBorders>
              <w:top w:val="none" w:sz="0" w:space="0" w:color="000000"/>
              <w:left w:val="none" w:sz="0" w:space="0" w:color="000000"/>
              <w:bottom w:val="none" w:sz="0" w:space="0" w:color="000000"/>
              <w:right w:val="none" w:sz="0" w:space="0" w:color="000000"/>
            </w:tcBorders>
          </w:tcPr>
          <w:p w14:paraId="11755AD4" w14:textId="77777777" w:rsidR="00E02A20" w:rsidRDefault="00E02A20" w:rsidP="00B611E6">
            <w:pPr>
              <w:rPr>
                <w:sz w:val="22"/>
              </w:rPr>
            </w:pPr>
            <w:r>
              <w:rPr>
                <w:sz w:val="22"/>
              </w:rPr>
              <w:t> </w:t>
            </w:r>
          </w:p>
        </w:tc>
        <w:tc>
          <w:tcPr>
            <w:tcW w:w="709" w:type="pct"/>
            <w:gridSpan w:val="3"/>
            <w:tcBorders>
              <w:top w:val="none" w:sz="0" w:space="0" w:color="000000"/>
              <w:left w:val="none" w:sz="0" w:space="0" w:color="000000"/>
              <w:bottom w:val="none" w:sz="0" w:space="0" w:color="000000"/>
              <w:right w:val="none" w:sz="0" w:space="0" w:color="000000"/>
            </w:tcBorders>
          </w:tcPr>
          <w:p w14:paraId="003172C5" w14:textId="77777777" w:rsidR="00E02A20" w:rsidRDefault="00E02A20" w:rsidP="00B611E6">
            <w:pPr>
              <w:rPr>
                <w:sz w:val="22"/>
              </w:rPr>
            </w:pPr>
          </w:p>
        </w:tc>
      </w:tr>
    </w:tbl>
    <w:p w14:paraId="3BDDDFF5" w14:textId="4CFE5E75" w:rsidR="00BD4279" w:rsidRDefault="00BD4279" w:rsidP="00BD4279">
      <w:pPr>
        <w:pStyle w:val="Otsikko2"/>
      </w:pPr>
      <w:r w:rsidRPr="00BD4279">
        <w:lastRenderedPageBreak/>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Look w:val="04A0" w:firstRow="1" w:lastRow="0" w:firstColumn="1" w:lastColumn="0" w:noHBand="0" w:noVBand="1"/>
        <w:tblDescription w:val="Asiakirjojen korvauksen syykoodit"/>
      </w:tblPr>
      <w:tblGrid>
        <w:gridCol w:w="2127"/>
        <w:gridCol w:w="1382"/>
        <w:gridCol w:w="1414"/>
        <w:gridCol w:w="2155"/>
        <w:gridCol w:w="2540"/>
      </w:tblGrid>
      <w:tr w:rsidR="00B611E6" w14:paraId="717F5077" w14:textId="77777777" w:rsidTr="004C5D06">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4C5D06">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BB6223">
            <w:pPr>
              <w:spacing w:line="360" w:lineRule="auto"/>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B611E6">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BB6223">
            <w:pPr>
              <w:spacing w:line="360" w:lineRule="auto"/>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BB6223">
            <w:pPr>
              <w:spacing w:line="360" w:lineRule="auto"/>
              <w:jc w:val="center"/>
              <w:rPr>
                <w:sz w:val="22"/>
              </w:rPr>
            </w:pPr>
            <w:r>
              <w:rPr>
                <w:rFonts w:ascii="Arial" w:eastAsia="Arial" w:hAnsi="Arial" w:cs="Arial"/>
                <w:sz w:val="16"/>
              </w:rPr>
              <w:t>ei</w:t>
            </w:r>
          </w:p>
        </w:tc>
      </w:tr>
      <w:tr w:rsidR="00B611E6" w14:paraId="05D33A0B" w14:textId="77777777" w:rsidTr="00B611E6">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BB6223">
            <w:pPr>
              <w:spacing w:line="360" w:lineRule="auto"/>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BB6223">
            <w:pPr>
              <w:spacing w:line="360" w:lineRule="auto"/>
              <w:jc w:val="center"/>
              <w:rPr>
                <w:sz w:val="22"/>
              </w:rPr>
            </w:pPr>
            <w:r>
              <w:rPr>
                <w:rFonts w:ascii="Arial" w:eastAsia="Arial" w:hAnsi="Arial" w:cs="Arial"/>
                <w:sz w:val="16"/>
              </w:rPr>
              <w:t>ei</w:t>
            </w:r>
          </w:p>
        </w:tc>
      </w:tr>
      <w:tr w:rsidR="00B611E6" w14:paraId="382D5B73" w14:textId="77777777" w:rsidTr="00B611E6">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BB6223">
            <w:pPr>
              <w:spacing w:line="360" w:lineRule="auto"/>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BB6223">
            <w:pPr>
              <w:spacing w:line="360" w:lineRule="auto"/>
              <w:rPr>
                <w:sz w:val="22"/>
              </w:rPr>
            </w:pPr>
            <w:r>
              <w:rPr>
                <w:sz w:val="22"/>
              </w:rPr>
              <w:t> </w:t>
            </w:r>
          </w:p>
        </w:tc>
      </w:tr>
      <w:tr w:rsidR="00B611E6" w14:paraId="7F37E8F9" w14:textId="77777777" w:rsidTr="00B611E6">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BB6223">
            <w:pPr>
              <w:spacing w:line="360" w:lineRule="auto"/>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BB6223">
            <w:pPr>
              <w:spacing w:line="360" w:lineRule="auto"/>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0CFCEC27" w14:textId="77777777" w:rsidTr="00B611E6">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BB6223">
            <w:pPr>
              <w:spacing w:line="360" w:lineRule="auto"/>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BB6223">
            <w:pPr>
              <w:spacing w:line="360" w:lineRule="auto"/>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032B7725" w14:textId="77777777" w:rsidTr="00B611E6">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BB6223">
            <w:pPr>
              <w:spacing w:line="360" w:lineRule="auto"/>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BB6223">
            <w:pPr>
              <w:spacing w:line="360" w:lineRule="auto"/>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40B4B9E2" w14:textId="77777777" w:rsidTr="00B611E6">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D07F12">
            <w:pPr>
              <w:spacing w:line="360" w:lineRule="auto"/>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BB6223">
            <w:pPr>
              <w:spacing w:line="360" w:lineRule="auto"/>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BB6223">
            <w:pPr>
              <w:spacing w:line="360" w:lineRule="auto"/>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BB6223">
            <w:pPr>
              <w:spacing w:line="360" w:lineRule="auto"/>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BB6223">
            <w:pPr>
              <w:spacing w:line="360" w:lineRule="auto"/>
              <w:jc w:val="center"/>
              <w:rPr>
                <w:sz w:val="22"/>
              </w:rPr>
            </w:pPr>
            <w:r>
              <w:rPr>
                <w:rFonts w:ascii="Arial" w:eastAsia="Arial" w:hAnsi="Arial" w:cs="Arial"/>
                <w:sz w:val="16"/>
              </w:rPr>
              <w:t>–</w:t>
            </w:r>
          </w:p>
        </w:tc>
      </w:tr>
      <w:tr w:rsidR="00B611E6" w14:paraId="3E4925AF" w14:textId="77777777" w:rsidTr="00B611E6">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BB6223">
            <w:pPr>
              <w:spacing w:line="360" w:lineRule="auto"/>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BB6223">
            <w:pPr>
              <w:spacing w:line="360" w:lineRule="auto"/>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54CE06E8" w14:textId="77777777" w:rsidTr="00B611E6">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BB6223">
            <w:pPr>
              <w:spacing w:line="360" w:lineRule="auto"/>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BB6223">
            <w:pPr>
              <w:spacing w:line="360" w:lineRule="auto"/>
              <w:rPr>
                <w:sz w:val="22"/>
              </w:rPr>
            </w:pPr>
            <w:r>
              <w:rPr>
                <w:sz w:val="22"/>
              </w:rPr>
              <w:t> </w:t>
            </w:r>
          </w:p>
        </w:tc>
      </w:tr>
      <w:tr w:rsidR="004865B3" w14:paraId="38A5D23A" w14:textId="77777777" w:rsidTr="00B611E6">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4865B3">
            <w:pPr>
              <w:spacing w:line="360" w:lineRule="auto"/>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4865B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4865B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4865B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527F3D2F" w:rsidR="004865B3" w:rsidRDefault="004865B3">
            <w:pPr>
              <w:spacing w:line="360" w:lineRule="auto"/>
              <w:jc w:val="center"/>
              <w:rPr>
                <w:sz w:val="22"/>
              </w:rPr>
            </w:pPr>
            <w:r>
              <w:rPr>
                <w:rFonts w:ascii="Arial" w:eastAsia="Arial" w:hAnsi="Arial" w:cs="Arial"/>
                <w:sz w:val="16"/>
              </w:rPr>
              <w:t>ei</w:t>
            </w:r>
          </w:p>
        </w:tc>
      </w:tr>
      <w:tr w:rsidR="00B611E6" w14:paraId="34244FD3" w14:textId="77777777" w:rsidTr="00B611E6">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BB6223">
            <w:pPr>
              <w:spacing w:line="360" w:lineRule="auto"/>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BB622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BB6223">
            <w:pPr>
              <w:spacing w:line="360" w:lineRule="auto"/>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B611E6">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BB6223">
            <w:pPr>
              <w:spacing w:line="360" w:lineRule="auto"/>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BB622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BB6223">
            <w:pPr>
              <w:spacing w:line="360" w:lineRule="auto"/>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B611E6">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BB6223">
            <w:pPr>
              <w:spacing w:line="360" w:lineRule="auto"/>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BB6223">
            <w:pPr>
              <w:spacing w:line="360" w:lineRule="auto"/>
              <w:rPr>
                <w:sz w:val="22"/>
              </w:rPr>
            </w:pPr>
            <w:r>
              <w:rPr>
                <w:sz w:val="22"/>
              </w:rPr>
              <w:t> </w:t>
            </w:r>
          </w:p>
        </w:tc>
      </w:tr>
      <w:tr w:rsidR="00B611E6" w14:paraId="78B2F482" w14:textId="77777777" w:rsidTr="00B611E6">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BB6223">
            <w:pPr>
              <w:spacing w:line="360" w:lineRule="auto"/>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BB6223">
            <w:pPr>
              <w:spacing w:line="360" w:lineRule="auto"/>
              <w:jc w:val="center"/>
              <w:rPr>
                <w:sz w:val="22"/>
              </w:rPr>
            </w:pPr>
            <w:r>
              <w:rPr>
                <w:rFonts w:ascii="Arial" w:eastAsia="Arial" w:hAnsi="Arial" w:cs="Arial"/>
                <w:sz w:val="16"/>
              </w:rPr>
              <w:t>ei</w:t>
            </w:r>
          </w:p>
        </w:tc>
      </w:tr>
      <w:tr w:rsidR="00B611E6" w14:paraId="76332A24" w14:textId="77777777" w:rsidTr="00B611E6">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BB6223">
            <w:pPr>
              <w:spacing w:line="360" w:lineRule="auto"/>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BB6223">
            <w:pPr>
              <w:spacing w:line="360" w:lineRule="auto"/>
              <w:jc w:val="center"/>
              <w:rPr>
                <w:sz w:val="22"/>
              </w:rPr>
            </w:pPr>
            <w:r>
              <w:rPr>
                <w:rFonts w:ascii="Arial" w:eastAsia="Arial" w:hAnsi="Arial" w:cs="Arial"/>
                <w:sz w:val="16"/>
              </w:rPr>
              <w:t>ei</w:t>
            </w:r>
          </w:p>
        </w:tc>
      </w:tr>
      <w:tr w:rsidR="00B611E6" w14:paraId="7A0C32B8" w14:textId="77777777" w:rsidTr="00B611E6">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BB6223">
            <w:pPr>
              <w:spacing w:line="360" w:lineRule="auto"/>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BB6223">
            <w:pPr>
              <w:spacing w:line="360" w:lineRule="auto"/>
              <w:rPr>
                <w:sz w:val="22"/>
              </w:rPr>
            </w:pPr>
            <w:r>
              <w:rPr>
                <w:sz w:val="22"/>
              </w:rPr>
              <w:t> </w:t>
            </w:r>
          </w:p>
        </w:tc>
      </w:tr>
      <w:tr w:rsidR="00B611E6" w14:paraId="18E10414" w14:textId="77777777" w:rsidTr="00B611E6">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BB6223">
            <w:pPr>
              <w:spacing w:line="360" w:lineRule="auto"/>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BB6223">
            <w:pPr>
              <w:spacing w:line="360" w:lineRule="auto"/>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BB622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BB6223">
            <w:pPr>
              <w:spacing w:line="360" w:lineRule="auto"/>
              <w:jc w:val="center"/>
              <w:rPr>
                <w:sz w:val="22"/>
              </w:rPr>
            </w:pPr>
            <w:r>
              <w:rPr>
                <w:rFonts w:ascii="Arial" w:eastAsia="Arial" w:hAnsi="Arial" w:cs="Arial"/>
                <w:sz w:val="16"/>
              </w:rPr>
              <w:t>ei</w:t>
            </w:r>
          </w:p>
        </w:tc>
      </w:tr>
      <w:tr w:rsidR="00B611E6" w14:paraId="73E7AD13" w14:textId="77777777" w:rsidTr="00B611E6">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BB6223">
            <w:pPr>
              <w:spacing w:line="360" w:lineRule="auto"/>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BB6223">
            <w:pPr>
              <w:spacing w:line="360" w:lineRule="auto"/>
              <w:jc w:val="center"/>
              <w:rPr>
                <w:sz w:val="22"/>
              </w:rPr>
            </w:pPr>
            <w:r>
              <w:rPr>
                <w:rFonts w:ascii="Arial" w:eastAsia="Arial" w:hAnsi="Arial" w:cs="Arial"/>
                <w:sz w:val="16"/>
              </w:rPr>
              <w:t>ei</w:t>
            </w:r>
          </w:p>
        </w:tc>
      </w:tr>
      <w:tr w:rsidR="00B611E6" w14:paraId="65304F97" w14:textId="77777777" w:rsidTr="00B611E6">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BB6223">
            <w:pPr>
              <w:spacing w:line="360" w:lineRule="auto"/>
              <w:rPr>
                <w:sz w:val="22"/>
              </w:rPr>
            </w:pPr>
            <w:r>
              <w:rPr>
                <w:rFonts w:ascii="Arial" w:eastAsia="Arial" w:hAnsi="Arial" w:cs="Arial"/>
                <w:sz w:val="16"/>
              </w:rPr>
              <w:t>* Luovutusilmoitusten mitätöinti on sallittu vain arkistonhoitajan käyttöliittymästä</w:t>
            </w:r>
          </w:p>
        </w:tc>
      </w:tr>
      <w:tr w:rsidR="00B611E6" w14:paraId="4C89D341" w14:textId="77777777" w:rsidTr="008D11BE">
        <w:tc>
          <w:tcPr>
            <w:tcW w:w="9618" w:type="dxa"/>
            <w:gridSpan w:val="5"/>
            <w:tcBorders>
              <w:top w:val="none" w:sz="0" w:space="0" w:color="000000"/>
              <w:left w:val="single" w:sz="8" w:space="0" w:color="000000"/>
              <w:bottom w:val="single" w:sz="4" w:space="0" w:color="auto"/>
              <w:right w:val="single" w:sz="8" w:space="0" w:color="000000"/>
            </w:tcBorders>
          </w:tcPr>
          <w:p w14:paraId="096A429A" w14:textId="2AF3357F" w:rsidR="00B611E6" w:rsidRDefault="00B611E6" w:rsidP="00BB6223">
            <w:pPr>
              <w:spacing w:line="360" w:lineRule="auto"/>
              <w:rPr>
                <w:sz w:val="22"/>
              </w:rPr>
            </w:pPr>
            <w:r>
              <w:rPr>
                <w:rFonts w:ascii="Arial" w:eastAsia="Arial" w:hAnsi="Arial" w:cs="Arial"/>
                <w:sz w:val="16"/>
              </w:rPr>
              <w:t>** Tähän kuuluvat asiakirjat Potilastiedon arkiston</w:t>
            </w:r>
            <w:r w:rsidR="002C43C8">
              <w:rPr>
                <w:rFonts w:ascii="Arial" w:eastAsia="Arial" w:hAnsi="Arial" w:cs="Arial"/>
                <w:sz w:val="16"/>
              </w:rPr>
              <w:t xml:space="preserve"> </w:t>
            </w:r>
            <w:r>
              <w:rPr>
                <w:rFonts w:ascii="Arial" w:eastAsia="Arial" w:hAnsi="Arial" w:cs="Arial"/>
                <w:sz w:val="16"/>
              </w:rPr>
              <w:t>luovutuskielto ja Lääkemääräysten luovutuskielto</w:t>
            </w:r>
          </w:p>
        </w:tc>
      </w:tr>
      <w:tr w:rsidR="008D11BE" w14:paraId="710C328D" w14:textId="77777777" w:rsidTr="008D11BE">
        <w:tc>
          <w:tcPr>
            <w:tcW w:w="9618" w:type="dxa"/>
            <w:gridSpan w:val="5"/>
            <w:tcBorders>
              <w:top w:val="single" w:sz="4" w:space="0" w:color="auto"/>
              <w:left w:val="single" w:sz="4" w:space="0" w:color="auto"/>
              <w:bottom w:val="single" w:sz="4" w:space="0" w:color="auto"/>
              <w:right w:val="single" w:sz="4" w:space="0" w:color="auto"/>
            </w:tcBorders>
          </w:tcPr>
          <w:p w14:paraId="4B860F77" w14:textId="26B1EB8E" w:rsidR="008D11BE" w:rsidRDefault="008D11BE" w:rsidP="00CE7310">
            <w:pPr>
              <w:spacing w:line="360" w:lineRule="auto"/>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CE7310">
              <w:rPr>
                <w:rFonts w:ascii="Arial" w:eastAsia="Arial" w:hAnsi="Arial" w:cs="Arial"/>
                <w:sz w:val="16"/>
              </w:rPr>
              <w:t>Luovutustenhallinnan 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bl>
    <w:p w14:paraId="704BBA60" w14:textId="675A2794" w:rsidR="00BD4279" w:rsidRPr="00BD4279" w:rsidRDefault="00076B9B" w:rsidP="00076B9B">
      <w:r>
        <w:br w:type="page"/>
      </w:r>
    </w:p>
    <w:p w14:paraId="4496AF80" w14:textId="63A6DEFF" w:rsidR="00AB58C9" w:rsidRDefault="00AB58C9" w:rsidP="00AB58C9">
      <w:pPr>
        <w:pStyle w:val="Otsikko1"/>
      </w:pPr>
      <w:bookmarkStart w:id="9" w:name="_Toc121475900"/>
      <w:r w:rsidRPr="00AB58C9">
        <w:lastRenderedPageBreak/>
        <w:t>Arkistoi palvelutapahtuma-asiakirja (PPA)</w:t>
      </w:r>
      <w:bookmarkEnd w:id="9"/>
    </w:p>
    <w:p w14:paraId="5DDCB089" w14:textId="0BAACC95" w:rsidR="00AB58C9" w:rsidRDefault="00AB58C9" w:rsidP="00AB58C9">
      <w:pPr>
        <w:pStyle w:val="Otsikko2"/>
      </w:pPr>
      <w:r w:rsidRPr="00AB58C9">
        <w:t>Käyttötapauksen yleiskuvaus ja lopputulos</w:t>
      </w:r>
    </w:p>
    <w:p w14:paraId="3FEB5450" w14:textId="77777777" w:rsidR="009F703C" w:rsidRDefault="009F703C" w:rsidP="009F703C">
      <w:pPr>
        <w:pStyle w:val="Leipteksti"/>
      </w:pPr>
      <w:r>
        <w:t>Kayttötapaus kuvaa palvelutapahtuman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55B4AF74" w:rsidR="009F703C" w:rsidRDefault="009F703C" w:rsidP="00D54165">
      <w:pPr>
        <w:pStyle w:val="Leipteksti"/>
        <w:numPr>
          <w:ilvl w:val="0"/>
          <w:numId w:val="6"/>
        </w:numPr>
        <w:spacing w:after="0"/>
      </w:pPr>
      <w:r>
        <w:t>Palvelutapahtuman arkistointi rekisterinpitäjän omaan rekisteriin</w:t>
      </w:r>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77777777" w:rsidR="009F703C" w:rsidRDefault="009F703C" w:rsidP="009F703C">
      <w:pPr>
        <w:pStyle w:val="Leipteksti"/>
      </w:pPr>
      <w:r>
        <w:t>Huom. Vanhojen asiakirjojen palvelutapahtuman arkistointi ei ole mahdollinen tällä palvelupyynnöllä.</w:t>
      </w:r>
    </w:p>
    <w:p w14:paraId="3277287A" w14:textId="7DC59DBF" w:rsidR="009F703C" w:rsidRPr="009F703C" w:rsidRDefault="009F703C" w:rsidP="009F703C">
      <w:pPr>
        <w:pStyle w:val="Leipteksti"/>
      </w:pPr>
      <w:r>
        <w:t>Lopputuloksena palvelutapahtuman tuottanut organisaatio on muodostanut palvelutapahtuma-asiakirjan, se on arkistoitu Potilastiedon arkistoon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7C60D348" w:rsidR="00180CFE" w:rsidRDefault="00180CFE" w:rsidP="00180CFE">
      <w:pPr>
        <w:pStyle w:val="Numeroituluettelo"/>
      </w:pPr>
      <w:r>
        <w:t>Potilastiedon arkisto, Kanta-viestinvälitys, jatkossa Arkisto</w:t>
      </w:r>
    </w:p>
    <w:p w14:paraId="464B08FC" w14:textId="7EF1CB93" w:rsidR="00180CFE" w:rsidRDefault="00180CFE" w:rsidP="00180CFE">
      <w:pPr>
        <w:pStyle w:val="Otsikko2"/>
      </w:pPr>
      <w:r>
        <w:t>Esiehdot</w:t>
      </w:r>
    </w:p>
    <w:p w14:paraId="34520664" w14:textId="17D7F835" w:rsidR="00180CFE" w:rsidRDefault="00180CFE" w:rsidP="00F5078D">
      <w:pPr>
        <w:pStyle w:val="Numeroituluettelo"/>
      </w:pPr>
      <w:r>
        <w:tab/>
        <w:t>Potilas, jolle on tarpeen tehdä palvelutapahtuma, on yksilöity järjestelmässä henkilötunnuksella tai tilapäisellä yksilöintitunnuksella [LM11]</w:t>
      </w:r>
    </w:p>
    <w:p w14:paraId="49CC07B0" w14:textId="0C2B3E8F" w:rsidR="00180CFE" w:rsidRDefault="00180CFE" w:rsidP="00180CFE">
      <w:pPr>
        <w:pStyle w:val="Numeroituluettelo"/>
        <w:spacing w:after="0"/>
      </w:pPr>
      <w:r>
        <w:tab/>
        <w:t>Lisäksi tilanteessa B (ostopalvelun järjestäjä):</w:t>
      </w:r>
    </w:p>
    <w:p w14:paraId="334FD137" w14:textId="73D84CE6" w:rsidR="00180CFE" w:rsidRDefault="00180CFE" w:rsidP="003E6853">
      <w:pPr>
        <w:pStyle w:val="Luettelokappale"/>
        <w:numPr>
          <w:ilvl w:val="0"/>
          <w:numId w:val="45"/>
        </w:numPr>
      </w:pPr>
      <w:r>
        <w:t>Ostopalvelutilanteessa potilas on yksilöitävä virallisella henkilötunnuksella</w:t>
      </w:r>
    </w:p>
    <w:p w14:paraId="181A0280" w14:textId="729A6665" w:rsidR="00180CFE" w:rsidRDefault="00180CFE" w:rsidP="003E6853">
      <w:pPr>
        <w:pStyle w:val="Luettelokappale"/>
        <w:numPr>
          <w:ilvl w:val="0"/>
          <w:numId w:val="45"/>
        </w:numPr>
      </w:pPr>
      <w:r>
        <w:t>Ostopalvelun järjestäjän arkistoasiakirjat-rekisterissä on ostopalvelutilanteen mukainen ostopalvelun valtuutus</w:t>
      </w:r>
    </w:p>
    <w:p w14:paraId="38DEA1F9" w14:textId="40510B24" w:rsidR="00180CFE" w:rsidRDefault="00180CFE" w:rsidP="00180CFE">
      <w:pPr>
        <w:pStyle w:val="Numeroituluettelo"/>
        <w:spacing w:after="0"/>
      </w:pPr>
      <w:r>
        <w:lastRenderedPageBreak/>
        <w:tab/>
        <w:t>Lisäksi tilanteessa C (ostopalvelun tuottaja):</w:t>
      </w:r>
    </w:p>
    <w:p w14:paraId="4FF88D25" w14:textId="78C6DCE2" w:rsidR="00180CFE" w:rsidRDefault="00180CFE" w:rsidP="003E6853">
      <w:pPr>
        <w:pStyle w:val="Luettelokappale"/>
        <w:numPr>
          <w:ilvl w:val="0"/>
          <w:numId w:val="46"/>
        </w:numPr>
      </w:pPr>
      <w:r>
        <w:t>Ostopalvelutilanteessa potilas on yksilöitävä virallisella henkilötunnuksella</w:t>
      </w:r>
    </w:p>
    <w:p w14:paraId="0D4BAD6B" w14:textId="2E2751DE" w:rsidR="00180CFE" w:rsidRDefault="00180CFE" w:rsidP="003E6853">
      <w:pPr>
        <w:pStyle w:val="Luettelokappale"/>
        <w:numPr>
          <w:ilvl w:val="0"/>
          <w:numId w:val="46"/>
        </w:numPr>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16D87835" w:rsidR="00180CFE" w:rsidRDefault="00180CFE" w:rsidP="003E6853">
      <w:pPr>
        <w:pStyle w:val="Luettelokappale"/>
        <w:numPr>
          <w:ilvl w:val="0"/>
          <w:numId w:val="46"/>
        </w:numPr>
      </w:pPr>
      <w:r>
        <w:t>Ostopalvelun tuottajalla on tiedossa ostopalvelujen järjestäjän rekisteri, jota ostopalvelun valtuutus koskee ja johon asiakirjat arkistoidaan</w:t>
      </w:r>
    </w:p>
    <w:p w14:paraId="1D1BB1B4" w14:textId="646ED72F" w:rsidR="00180CFE" w:rsidRDefault="00180CFE" w:rsidP="003E6853">
      <w:pPr>
        <w:pStyle w:val="Luettelokappale"/>
        <w:numPr>
          <w:ilvl w:val="0"/>
          <w:numId w:val="46"/>
        </w:numPr>
      </w:pPr>
      <w:r>
        <w:t>Ostopalvelun tuottajalla on tiedossa ostopalvelun valtuutuksen tunniste</w:t>
      </w:r>
      <w:r w:rsidR="00054303">
        <w:t xml:space="preserve"> (LT1)</w:t>
      </w:r>
    </w:p>
    <w:p w14:paraId="1C07141F" w14:textId="527F05A3" w:rsidR="00180CFE" w:rsidRDefault="00CD7407" w:rsidP="00CD7407">
      <w:pPr>
        <w:pStyle w:val="Otsikko2"/>
      </w:pPr>
      <w:r>
        <w:t>Normaali tapahtumankulku</w:t>
      </w:r>
    </w:p>
    <w:p w14:paraId="26513FCA" w14:textId="0A03C95A" w:rsidR="00CD7407" w:rsidRDefault="00CD7407" w:rsidP="00CD7407">
      <w:pPr>
        <w:pStyle w:val="Numeroituluettelo"/>
      </w:pPr>
      <w:r>
        <w:t xml:space="preserve">Järjestelmä tuottaa uuden palvelutapahtuman tarvitsemat tiedot </w:t>
      </w:r>
    </w:p>
    <w:p w14:paraId="1608FB08" w14:textId="42744E9D" w:rsidR="00CD7407" w:rsidRDefault="00CD7407" w:rsidP="003E6853">
      <w:pPr>
        <w:pStyle w:val="Luettelokappale"/>
        <w:numPr>
          <w:ilvl w:val="0"/>
          <w:numId w:val="47"/>
        </w:numPr>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3E6853">
      <w:pPr>
        <w:pStyle w:val="Luettelokappale"/>
        <w:numPr>
          <w:ilvl w:val="0"/>
          <w:numId w:val="47"/>
        </w:numPr>
      </w:pPr>
      <w:r>
        <w:t xml:space="preserve">Kun kyseessä on alaikäinen henkilö, järjestelmä tuottaa palvelutapahtuma-asiakirjan header-tietoihin tiedon huoltajille luovuttamisen kiellon tilanteesta [LM5, LK13]. </w:t>
      </w:r>
    </w:p>
    <w:p w14:paraId="3663E746" w14:textId="77777777" w:rsidR="00CD7407" w:rsidRDefault="00CD7407" w:rsidP="00CD7407">
      <w:pPr>
        <w:pStyle w:val="Leipteksti"/>
      </w:pPr>
    </w:p>
    <w:p w14:paraId="31AC3994" w14:textId="39E6E491" w:rsidR="00CD7407" w:rsidRDefault="00CD7407" w:rsidP="00CD7407">
      <w:pPr>
        <w:pStyle w:val="Numeroituluettelo"/>
      </w:pPr>
      <w:r>
        <w:t xml:space="preserve">Järjestelmä muodostaa valituista tiedoista arkistoitavan CDA R2 -asiakirjan seuraavilla periaatteilla [V1, LM2] </w:t>
      </w:r>
    </w:p>
    <w:p w14:paraId="3729B1BE" w14:textId="75C28CFC" w:rsidR="00CD7407" w:rsidRDefault="00CD7407" w:rsidP="003E6853">
      <w:pPr>
        <w:pStyle w:val="Luettelokappale"/>
        <w:numPr>
          <w:ilvl w:val="0"/>
          <w:numId w:val="48"/>
        </w:numPr>
      </w:pPr>
      <w:r>
        <w:t>Palvelutapahtuma-asiakirja merkitään aina ensisijaiseksi asiakirjaksi ja sen tulee olla sisältöosaltaan ns. tyhjä asiakirja, eli se ei saa sisältää hoidollista tietoa, vaikka sisältääkin potilaan tunnistetiedot</w:t>
      </w:r>
    </w:p>
    <w:p w14:paraId="55948ABB" w14:textId="72C10B3C" w:rsidR="00CD7407" w:rsidRDefault="00CD7407" w:rsidP="003E6853">
      <w:pPr>
        <w:pStyle w:val="Luettelokappale"/>
        <w:numPr>
          <w:ilvl w:val="0"/>
          <w:numId w:val="48"/>
        </w:numPr>
      </w:pPr>
      <w:r>
        <w:t xml:space="preserve">Asiakirjan rakenne noudattaa yleistä ”Potilastiedon arkiston kertomus ja lomakkeet” -oppaan rakennetta </w:t>
      </w:r>
    </w:p>
    <w:p w14:paraId="3E9B176D" w14:textId="72054F50" w:rsidR="00CD7407" w:rsidRDefault="00CD7407" w:rsidP="003E6853">
      <w:pPr>
        <w:pStyle w:val="Luettelokappale"/>
        <w:numPr>
          <w:ilvl w:val="0"/>
          <w:numId w:val="48"/>
        </w:numPr>
      </w:pPr>
      <w:r>
        <w:t xml:space="preserve">Asiakirjalle täydennetään kuvailutiedot kuvailutietojen määrittelyn mukaisesti [LM5] </w:t>
      </w:r>
    </w:p>
    <w:p w14:paraId="30697391" w14:textId="7CE31C4B" w:rsidR="003E6853" w:rsidRDefault="00CD7407" w:rsidP="003E6853">
      <w:pPr>
        <w:pStyle w:val="Luettelokappale"/>
        <w:numPr>
          <w:ilvl w:val="0"/>
          <w:numId w:val="48"/>
        </w:numPr>
      </w:pPr>
      <w:r>
        <w:t>Lisäksi tilanteessa B  (ostopalvelun järjestäjä):</w:t>
      </w:r>
    </w:p>
    <w:p w14:paraId="1C0FA9BD" w14:textId="2F747BAA" w:rsidR="00CD7407" w:rsidRDefault="00CD7407" w:rsidP="00CD7407">
      <w:pPr>
        <w:pStyle w:val="Leipteksti"/>
        <w:ind w:left="2478"/>
      </w:pPr>
      <w:r>
        <w:t xml:space="preserve">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w:t>
      </w:r>
      <w:r>
        <w:lastRenderedPageBreak/>
        <w:t>lisättyjen ostopalvelun valtuutusten täytyy koskea eri palveluntuottajia. Palvelutapahtumaan lisättyjen ostopalvelun valtuutusten tulee olla esiehdon 2 mukaisia.</w:t>
      </w:r>
    </w:p>
    <w:p w14:paraId="22B8EF1E" w14:textId="676036C9" w:rsidR="003E6853" w:rsidRDefault="003E6853" w:rsidP="003E6853">
      <w:pPr>
        <w:pStyle w:val="Luettelokappale"/>
        <w:numPr>
          <w:ilvl w:val="0"/>
          <w:numId w:val="48"/>
        </w:numPr>
      </w:pPr>
      <w:r>
        <w:t xml:space="preserve">Lisäksi tilanteessa C (ostopalvelun tuottaja): </w:t>
      </w:r>
    </w:p>
    <w:p w14:paraId="41EA8CFC" w14:textId="3AD18979" w:rsidR="00CD7407" w:rsidRDefault="00CD7407" w:rsidP="00D54165">
      <w:pPr>
        <w:pStyle w:val="Luettelokappale"/>
        <w:numPr>
          <w:ilvl w:val="1"/>
          <w:numId w:val="5"/>
        </w:numPr>
      </w:pPr>
      <w:r>
        <w:t>Asiakirjan tuottaja on asiakirjan tuottanut organisaatio</w:t>
      </w:r>
    </w:p>
    <w:p w14:paraId="5E2F8945" w14:textId="2436F3C2" w:rsidR="00CD7407" w:rsidRDefault="00CD7407" w:rsidP="00D54165">
      <w:pPr>
        <w:pStyle w:val="Luettelokappale"/>
        <w:numPr>
          <w:ilvl w:val="1"/>
          <w:numId w:val="5"/>
        </w:numPr>
      </w:pPr>
      <w:r>
        <w:t xml:space="preserve">Rekisterinpitäjä ja rekisteri ovat ostopalvelun järjestäjän ostopalvelun valtuutuksessa ilmoittamat rekisterinpitäjä ja rekisteri </w:t>
      </w:r>
    </w:p>
    <w:p w14:paraId="60B20138" w14:textId="6851E5B0" w:rsidR="00CD7407" w:rsidRDefault="00CD7407" w:rsidP="00D54165">
      <w:pPr>
        <w:pStyle w:val="Luettelokappale"/>
        <w:numPr>
          <w:ilvl w:val="1"/>
          <w:numId w:val="5"/>
        </w:numPr>
      </w:pPr>
      <w:r>
        <w:t>Hoitotapahtumaan osallistunut palveluyksikkö on tuottajan palveluyksikkö</w:t>
      </w:r>
    </w:p>
    <w:p w14:paraId="27E5A36D" w14:textId="4F5806F4" w:rsidR="00CD7407" w:rsidRDefault="00CD7407"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2FBB5D86" w14:textId="7FC5F417" w:rsidR="00CD7407" w:rsidRDefault="00CD7407" w:rsidP="00D54165">
      <w:pPr>
        <w:pStyle w:val="Luettelokappale"/>
        <w:numPr>
          <w:ilvl w:val="1"/>
          <w:numId w:val="5"/>
        </w:numPr>
      </w:pPr>
      <w:r>
        <w:t xml:space="preserve">Järjestelmä tuottaa palvelutapahtumalle ostopalvelun valtuutuksen tunnisteen [LM2]. Yksilöidyn valtuutuksen tulee olla esiehdon 3 mukainen. </w:t>
      </w:r>
    </w:p>
    <w:p w14:paraId="41FF97C0" w14:textId="61B633E4" w:rsidR="00CD7407" w:rsidRDefault="00CD7407" w:rsidP="00CD7407">
      <w:pPr>
        <w:pStyle w:val="Numeroituluettelo"/>
      </w:pPr>
      <w:r>
        <w:t>Järjestelmä allekirjoittaa asiakirjan järjestelmäallekirjoitus-varmenteella [V2, LM3]</w:t>
      </w:r>
    </w:p>
    <w:p w14:paraId="056D71D4" w14:textId="5AF2E6F1" w:rsidR="00CD7407" w:rsidRDefault="00CD7407" w:rsidP="00CD7407">
      <w:pPr>
        <w:pStyle w:val="Numeroituluettelo"/>
      </w:pPr>
      <w:r>
        <w:t xml:space="preserve">Järjestelmä tallentaa tiedon siitä, mikä palvelutapahtuma tiedosta muodostettiin [V3] </w:t>
      </w:r>
    </w:p>
    <w:p w14:paraId="52B473A8" w14:textId="4D0B71B8" w:rsidR="00CD7407" w:rsidRDefault="00CD7407" w:rsidP="00C33701">
      <w:pPr>
        <w:pStyle w:val="Numeroituluettelo"/>
        <w:spacing w:after="0"/>
      </w:pPr>
      <w:r>
        <w:t xml:space="preserve">Järjestelmä arkistoi asiakirjan alikäyttötapauksen Arkistoi asiakirja mukaisesti [V4] </w:t>
      </w:r>
    </w:p>
    <w:p w14:paraId="6FC5E339" w14:textId="03E7D1B8" w:rsidR="00CD7407" w:rsidRDefault="00CD7407" w:rsidP="003E6853">
      <w:pPr>
        <w:pStyle w:val="Luettelokappale"/>
        <w:numPr>
          <w:ilvl w:val="0"/>
          <w:numId w:val="48"/>
        </w:numPr>
      </w:pPr>
      <w:r>
        <w:t>MR-sanoma on RCMR_IN100002FI01</w:t>
      </w:r>
    </w:p>
    <w:p w14:paraId="71969381" w14:textId="11F110A5" w:rsidR="003E6853" w:rsidRDefault="00CD7407" w:rsidP="003E6853">
      <w:pPr>
        <w:pStyle w:val="Luettelokappale"/>
        <w:numPr>
          <w:ilvl w:val="0"/>
          <w:numId w:val="48"/>
        </w:numPr>
      </w:pPr>
      <w:r>
        <w:t xml:space="preserve">Palvelupyyntö on [LK3] </w:t>
      </w:r>
    </w:p>
    <w:p w14:paraId="59E5B6E0" w14:textId="12F3E1F5" w:rsidR="00CD7407" w:rsidRDefault="00CD7407" w:rsidP="00D54165">
      <w:pPr>
        <w:pStyle w:val="Luettelokappale"/>
        <w:numPr>
          <w:ilvl w:val="1"/>
          <w:numId w:val="5"/>
        </w:numPr>
      </w:pPr>
      <w:r>
        <w:t>PPA, Potilasasiakirjojen arkistointi</w:t>
      </w:r>
    </w:p>
    <w:p w14:paraId="77896D9B" w14:textId="77777777" w:rsidR="003E6853" w:rsidRDefault="003E6853" w:rsidP="003E6853">
      <w:pPr>
        <w:pStyle w:val="Luettelokappale"/>
        <w:numPr>
          <w:ilvl w:val="0"/>
          <w:numId w:val="48"/>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7DD4D68F" w:rsidR="00CD7407" w:rsidRDefault="00CD7407" w:rsidP="00CD7407">
      <w:pPr>
        <w:pStyle w:val="Numeroituluettelo"/>
      </w:pPr>
      <w:r>
        <w:t>Järjestelmä tallentaa tiedon siitä, että asiakirja on arkistoitu [V3]</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lastRenderedPageBreak/>
        <w:t>V3 Tallennus ei onnistu. Järjestelmä tallentaa tiedon virhetilanteesta jatkokäsittelyä varten. Käyttötapaus päättyy.</w:t>
      </w:r>
    </w:p>
    <w:p w14:paraId="177D49B9" w14:textId="77777777" w:rsidR="00054303" w:rsidRDefault="00CD7407" w:rsidP="00780943">
      <w:pPr>
        <w:pStyle w:val="Leipteksti"/>
        <w:spacing w:after="0"/>
      </w:pPr>
      <w:r>
        <w:t>V4 Arkistointi ei onnistu. Järjestelmä tallentaa tiedon virhetilanteesta ja toimii Arkiston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t>Lisätiedot</w:t>
      </w:r>
    </w:p>
    <w:p w14:paraId="2A117B99" w14:textId="1AC8C26C" w:rsidR="00CD7407" w:rsidRPr="00CD7407" w:rsidRDefault="00054303" w:rsidP="00054303">
      <w:pPr>
        <w:pStyle w:val="Leipteksti"/>
        <w:spacing w:after="0"/>
      </w:pPr>
      <w:r w:rsidRPr="00AE6A59">
        <w:t>LT1 Ostopalveluratkaisun siirtymäaikana sallitaan palvelutapahtuman tallennus ostopalvelutilanteessa myös ilman palvelutapahtumaan liitettyä ostopalvelun valtuutuksen tunnistetta.</w:t>
      </w:r>
      <w:r w:rsidR="00076B9B">
        <w:br w:type="page"/>
      </w:r>
    </w:p>
    <w:p w14:paraId="6C3D6B85" w14:textId="30CB7FCB" w:rsidR="009A4BBC" w:rsidRDefault="00AE6A59" w:rsidP="00AE6A59">
      <w:pPr>
        <w:pStyle w:val="Otsikko1"/>
      </w:pPr>
      <w:bookmarkStart w:id="10" w:name="_Toc121475901"/>
      <w:r w:rsidRPr="00AE6A59">
        <w:lastRenderedPageBreak/>
        <w:t>Arkistoi palvelutapahtuma-asiakirja</w:t>
      </w:r>
      <w:bookmarkEnd w:id="10"/>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B0007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Potilastiedon arkistoon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CEE2C46" w14:textId="44247104" w:rsidR="00AE6A59" w:rsidRPr="00AE6A59" w:rsidRDefault="00AE6A59" w:rsidP="00AE6A59">
      <w:pPr>
        <w:pStyle w:val="Leipteksti"/>
      </w:pPr>
      <w:r>
        <w:t>Lopputuloksena palvelutapahtuman tuottanut organisaatio on muodostanut palvelutapahtuma-asiakirjan, se on arkistoitu Potilastiedon arkistoon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0B52023E" w:rsidR="00AE6A59" w:rsidRPr="00AE6A59" w:rsidRDefault="00AE6A59" w:rsidP="00AE6A59">
      <w:pPr>
        <w:pStyle w:val="Numeroituluettelo"/>
      </w:pPr>
      <w:r>
        <w:t>Potilastiedon arkisto, Kanta-viestinvälitys, jatkossa Arkisto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3E6853">
      <w:pPr>
        <w:pStyle w:val="Luettelokappale"/>
        <w:numPr>
          <w:ilvl w:val="0"/>
          <w:numId w:val="49"/>
        </w:numPr>
      </w:pPr>
      <w:r>
        <w:t>Ostopalvelutilanteessa potilas on yksilöitävä virallisella henkilötunnuksella</w:t>
      </w:r>
    </w:p>
    <w:p w14:paraId="29CFFD05" w14:textId="0E232D3D" w:rsidR="00AE6A59" w:rsidRDefault="00AE6A59" w:rsidP="003E6853">
      <w:pPr>
        <w:pStyle w:val="Luettelokappale"/>
        <w:numPr>
          <w:ilvl w:val="0"/>
          <w:numId w:val="49"/>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3E6853">
      <w:pPr>
        <w:pStyle w:val="Luettelokappale"/>
        <w:numPr>
          <w:ilvl w:val="0"/>
          <w:numId w:val="50"/>
        </w:numPr>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3E6853">
      <w:pPr>
        <w:pStyle w:val="Luettelokappale"/>
        <w:numPr>
          <w:ilvl w:val="0"/>
          <w:numId w:val="50"/>
        </w:numPr>
      </w:pPr>
      <w:r>
        <w:lastRenderedPageBreak/>
        <w:t>Ostopalvelun tuottajalla on tiedossa ostopalvelujen järjestäjän rekisteri, jota ostopalvelun valtuutus koskee ja johon asiakirjat arkistoidaan</w:t>
      </w:r>
    </w:p>
    <w:p w14:paraId="0B1FA766" w14:textId="09A47E5B" w:rsidR="00AE6A59" w:rsidRPr="00AE6A59" w:rsidRDefault="00AE6A59" w:rsidP="003E6853">
      <w:pPr>
        <w:pStyle w:val="Luettelokappale"/>
        <w:numPr>
          <w:ilvl w:val="0"/>
          <w:numId w:val="50"/>
        </w:numPr>
      </w:pPr>
      <w:r>
        <w:t>Ostopalvelun tuottajalla on tiedossa ostopalvelun valtuutuksen tunniste (LT1)</w:t>
      </w: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3E6853">
      <w:pPr>
        <w:pStyle w:val="Luettelokappale"/>
        <w:numPr>
          <w:ilvl w:val="0"/>
          <w:numId w:val="51"/>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3E6853">
      <w:pPr>
        <w:pStyle w:val="Luettelokappale"/>
        <w:numPr>
          <w:ilvl w:val="0"/>
          <w:numId w:val="51"/>
        </w:numPr>
      </w:pPr>
      <w:r>
        <w:t xml:space="preserve">Kun kyseessä on alaikäinen henkilö, järjestelmä tuottaa palvelutapahtuma-asiakirjan header-tietoihin tiedon huoltajille luovuttamisen kiellon tilanteesta [LM5, LK13]. </w:t>
      </w:r>
    </w:p>
    <w:p w14:paraId="5D319E79" w14:textId="61038DCE" w:rsidR="00AE6A59" w:rsidRDefault="00AE6A59" w:rsidP="003E6853">
      <w:pPr>
        <w:pStyle w:val="Luettelokappale"/>
        <w:numPr>
          <w:ilvl w:val="0"/>
          <w:numId w:val="51"/>
        </w:numPr>
      </w:pPr>
      <w:r>
        <w:t xml:space="preserve">Lisäksi tilanteessa B (vanhat asiakirjat): </w:t>
      </w:r>
    </w:p>
    <w:p w14:paraId="539981B7" w14:textId="0517B1CC" w:rsidR="00AE6A59" w:rsidRDefault="00AE6A59" w:rsidP="00D54165">
      <w:pPr>
        <w:pStyle w:val="Luettelokappale"/>
        <w:numPr>
          <w:ilvl w:val="1"/>
          <w:numId w:val="5"/>
        </w:numPr>
      </w:pPr>
      <w:r>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3E6853">
      <w:pPr>
        <w:pStyle w:val="Luettelokappale"/>
        <w:numPr>
          <w:ilvl w:val="0"/>
          <w:numId w:val="52"/>
        </w:numPr>
      </w:pPr>
      <w:r>
        <w:t>Palvelutapahtuma-asiakirja merkitään aina ensisijaiseksi asiakirjaksi ja sen tulee olla sisältöosaltaan ns. tyhjä asiakirja, eli se ei saa sisältää hoidollista tietoa, vaikka sisältääkin potilaan tunnistetiedot</w:t>
      </w:r>
    </w:p>
    <w:p w14:paraId="74B4FAF6" w14:textId="470B8CC3" w:rsidR="00AE6A59" w:rsidRDefault="00AE6A59" w:rsidP="003E6853">
      <w:pPr>
        <w:pStyle w:val="Luettelokappale"/>
        <w:numPr>
          <w:ilvl w:val="0"/>
          <w:numId w:val="52"/>
        </w:numPr>
      </w:pPr>
      <w:r>
        <w:t xml:space="preserve">Asiakirjan rakenne noudattaa yleistä ”Potilastiedon arkiston kertomus ja lomakkeet” -oppaan rakennetta </w:t>
      </w:r>
    </w:p>
    <w:p w14:paraId="5E0C9D6F" w14:textId="2B52464B" w:rsidR="00AE6A59" w:rsidRDefault="00AE6A59" w:rsidP="003E6853">
      <w:pPr>
        <w:pStyle w:val="Luettelokappale"/>
        <w:numPr>
          <w:ilvl w:val="0"/>
          <w:numId w:val="52"/>
        </w:numPr>
      </w:pPr>
      <w:r>
        <w:t xml:space="preserve">Asiakirjalle täydennetään kuvailutiedot kuvailutietojen määrittelyn mukaisesti [LM5] </w:t>
      </w:r>
    </w:p>
    <w:p w14:paraId="2E4FE248" w14:textId="1508836D" w:rsidR="0002303F" w:rsidRDefault="00AE6A59" w:rsidP="0002303F">
      <w:pPr>
        <w:pStyle w:val="Luettelokappale"/>
        <w:numPr>
          <w:ilvl w:val="0"/>
          <w:numId w:val="52"/>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header-tietoihin asetetaan kuvailutiedon arvo hl7fi:typeCode@code=”1”  </w:t>
      </w:r>
    </w:p>
    <w:p w14:paraId="4A829606" w14:textId="22F24199" w:rsidR="0002303F" w:rsidRDefault="0002303F" w:rsidP="0002303F">
      <w:pPr>
        <w:pStyle w:val="Luettelokappale"/>
        <w:numPr>
          <w:ilvl w:val="0"/>
          <w:numId w:val="52"/>
        </w:numPr>
      </w:pPr>
      <w:r>
        <w:t>Lisäksi tilanteessa C  (ostopalvelun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02303F">
      <w:pPr>
        <w:pStyle w:val="Luettelokappale"/>
        <w:numPr>
          <w:ilvl w:val="0"/>
          <w:numId w:val="52"/>
        </w:numPr>
      </w:pPr>
      <w:r>
        <w:lastRenderedPageBreak/>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7F0F92DB"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3D4D1286" w14:textId="54516D2F" w:rsidR="00AE6A59" w:rsidRDefault="00AE6A59" w:rsidP="00D54165">
      <w:pPr>
        <w:pStyle w:val="Luettelokappale"/>
        <w:numPr>
          <w:ilvl w:val="1"/>
          <w:numId w:val="5"/>
        </w:numPr>
      </w:pPr>
      <w:r>
        <w:t>Järjestelmä tuottaa palvelutapahtumalle ostopalvelun valtuutuksen tunnisteen [LM2][LT1]. Yksilöidyn valtuutuksen tulee olla esiehdon 3 mukainen.</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02303F">
      <w:pPr>
        <w:pStyle w:val="Luettelokappale"/>
        <w:numPr>
          <w:ilvl w:val="0"/>
          <w:numId w:val="52"/>
        </w:numPr>
      </w:pPr>
      <w:r>
        <w:t>MR-sanoma on RCMR_IN100002FI01</w:t>
      </w:r>
    </w:p>
    <w:p w14:paraId="0EB9B32E" w14:textId="7C88F6C3" w:rsidR="00AE6A59" w:rsidRDefault="00AE6A59" w:rsidP="0002303F">
      <w:pPr>
        <w:pStyle w:val="Luettelokappale"/>
        <w:numPr>
          <w:ilvl w:val="0"/>
          <w:numId w:val="52"/>
        </w:numPr>
      </w:pPr>
      <w:r>
        <w:t xml:space="preserve">Palvelupyyntö on [LK3] </w:t>
      </w:r>
    </w:p>
    <w:p w14:paraId="051B97C6" w14:textId="17BAD25B" w:rsidR="00AE6A59" w:rsidRDefault="00AE6A59" w:rsidP="00D54165">
      <w:pPr>
        <w:pStyle w:val="Luettelokappale"/>
        <w:numPr>
          <w:ilvl w:val="1"/>
          <w:numId w:val="5"/>
        </w:numPr>
      </w:pPr>
      <w:r>
        <w:t>tilanteessa A (arkistointi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1381E20F" w:rsidR="00AE6A59" w:rsidRDefault="00AE6A59" w:rsidP="00D54165">
      <w:pPr>
        <w:pStyle w:val="Luettelokappale"/>
        <w:numPr>
          <w:ilvl w:val="1"/>
          <w:numId w:val="5"/>
        </w:numPr>
      </w:pPr>
      <w:r>
        <w:t>tilanteessa D (</w:t>
      </w:r>
      <w:r w:rsidR="00197E20">
        <w:t>rekisteri</w:t>
      </w:r>
      <w:r>
        <w:t>tasoinen</w:t>
      </w:r>
      <w:r w:rsidR="002C43C8">
        <w:t xml:space="preserve"> </w:t>
      </w:r>
      <w:r>
        <w:t xml:space="preserve">ostopalvelu): PP16, Tuottajan asiakirjojen arkistointi järjestäjän rekisteriin Potilastiedon arkistoon </w:t>
      </w:r>
      <w:r w:rsidR="00197E20">
        <w:t>rekisteri</w:t>
      </w:r>
      <w:r>
        <w:t>tasoisessa ostopalvelussa</w:t>
      </w:r>
    </w:p>
    <w:p w14:paraId="56BA4B5B" w14:textId="7AAD3428"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3E9B4B4" w14:textId="63DF590C" w:rsidR="00AE6A59" w:rsidRDefault="00AE6A59"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lastRenderedPageBreak/>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81F1894" w:rsidR="00AE6A59" w:rsidRPr="00AE6A59" w:rsidRDefault="00AE6A59" w:rsidP="00AE6A59">
      <w:pPr>
        <w:pStyle w:val="Leipteksti"/>
        <w:spacing w:after="0"/>
      </w:pPr>
      <w:r>
        <w:t>V4 Arkistointi ei onnistu. Järjestelmä tallentaa tiedon virhetilanteesta ja toimii Arkiston palauttaman virheilmoituksen mukaisesti. Käyttötapaus päättyy.</w:t>
      </w:r>
    </w:p>
    <w:p w14:paraId="762C7AA3" w14:textId="46B53AA6" w:rsidR="009F703C" w:rsidRDefault="009F703C" w:rsidP="009F703C">
      <w:pPr>
        <w:pStyle w:val="Otsikko2"/>
      </w:pPr>
      <w:r>
        <w:t>Lisätiedot</w:t>
      </w:r>
    </w:p>
    <w:p w14:paraId="18678444" w14:textId="0C6BA5F0" w:rsidR="00C33701"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r w:rsidR="00076B9B">
        <w:br w:type="page"/>
      </w:r>
    </w:p>
    <w:p w14:paraId="105E4AB9" w14:textId="0A8F5B1D" w:rsidR="009F703C" w:rsidRDefault="008729B1" w:rsidP="008729B1">
      <w:pPr>
        <w:pStyle w:val="Otsikko1"/>
      </w:pPr>
      <w:bookmarkStart w:id="11" w:name="_Toc121475902"/>
      <w:r w:rsidRPr="008729B1">
        <w:lastRenderedPageBreak/>
        <w:t>Arkistoi hoitoasiakirja (PPA)</w:t>
      </w:r>
      <w:bookmarkEnd w:id="11"/>
    </w:p>
    <w:p w14:paraId="0C655E92" w14:textId="5445FD78" w:rsidR="009F703C" w:rsidRDefault="009F703C" w:rsidP="009F703C">
      <w:pPr>
        <w:pStyle w:val="Otsikko2"/>
      </w:pPr>
      <w:r w:rsidRPr="009F703C">
        <w:t>Käyttötapauksen yleiskuvaus ja lopputulos</w:t>
      </w:r>
    </w:p>
    <w:p w14:paraId="47F250F8" w14:textId="77777777" w:rsidR="00FD1838" w:rsidRDefault="00FD1838" w:rsidP="00FD1838">
      <w:pPr>
        <w:pStyle w:val="Leipteksti"/>
      </w:pPr>
      <w:r>
        <w:t>Kayttötapaus kuvaa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7777777" w:rsidR="00FD1838" w:rsidRDefault="00FD1838" w:rsidP="00FD1838">
      <w:pPr>
        <w:pStyle w:val="Leipteksti"/>
      </w:pPr>
      <w:r>
        <w:t>Asiakirjatyypin mukaan</w:t>
      </w:r>
    </w:p>
    <w:p w14:paraId="1C1DC012" w14:textId="7930BB0A" w:rsidR="00FD1838" w:rsidRDefault="00FD1838" w:rsidP="00D54165">
      <w:pPr>
        <w:pStyle w:val="Leipteksti"/>
        <w:numPr>
          <w:ilvl w:val="0"/>
          <w:numId w:val="8"/>
        </w:numPr>
      </w:pPr>
      <w:r>
        <w:t>Kertomusteksti-muotoisen hoitoasiakirjan arkistointi.</w:t>
      </w:r>
    </w:p>
    <w:p w14:paraId="3C5E286A" w14:textId="77777777" w:rsidR="00FD1838" w:rsidRDefault="00FD1838" w:rsidP="00FD1838">
      <w:pPr>
        <w:pStyle w:val="Leipteksti"/>
      </w:pPr>
      <w:r>
        <w:t xml:space="preserve"> Myös ylläpidettävän asiakirjan arkistointi noudattaa kertomusteksti-muotoisen hoitoasiakirjan arkistoinnin periaatteita, kun Tiedonhallintapalvelussa ei vielä ole ylläpidettävää asiakirjaa.</w:t>
      </w:r>
    </w:p>
    <w:p w14:paraId="034134FE" w14:textId="77777777" w:rsidR="00FD1838" w:rsidRDefault="00FD1838" w:rsidP="00FD1838">
      <w:pPr>
        <w:pStyle w:val="Leipteksti"/>
      </w:pPr>
      <w:r>
        <w:t xml:space="preserve"> (Uuden ylläpidettävän asiakirjan lisääminen, kun Tiedonhallintapalvelussa on ylläpidettävä asiakirja, on kuvattu käyttötapauksessa Korvaa hoitoasiakirja.)</w:t>
      </w:r>
    </w:p>
    <w:p w14:paraId="779A9683" w14:textId="0F73DF00" w:rsidR="00FD1838" w:rsidRDefault="00FD1838" w:rsidP="00D54165">
      <w:pPr>
        <w:pStyle w:val="Leipteksti"/>
        <w:numPr>
          <w:ilvl w:val="0"/>
          <w:numId w:val="8"/>
        </w:numPr>
      </w:pPr>
      <w:r>
        <w:t>Lomakemuotoisen hoitoasiakirjan arkistointi</w:t>
      </w:r>
    </w:p>
    <w:p w14:paraId="008D202C" w14:textId="77777777" w:rsidR="00FD1838" w:rsidRDefault="00FD1838" w:rsidP="00FD1838">
      <w:pPr>
        <w:pStyle w:val="Leipteksti"/>
      </w:pPr>
      <w:r>
        <w:t>Arkistointitilanteen mukaan (kaikissa tilanteissa sekä kertomusteksti-muotoisen (A) että lomakemuotoisen hoitoasiakirjan (B) arkistointi on mahdollinen)</w:t>
      </w:r>
    </w:p>
    <w:p w14:paraId="4117F6D9" w14:textId="1E0115BB" w:rsidR="00FD1838" w:rsidRDefault="00FD1838" w:rsidP="00D54165">
      <w:pPr>
        <w:pStyle w:val="Leipteksti"/>
        <w:numPr>
          <w:ilvl w:val="0"/>
          <w:numId w:val="8"/>
        </w:numPr>
      </w:pPr>
      <w:r>
        <w:t>Hoitoasiakirjan arkistointi. Hoitoasiakirjan arkistointi omaan rekisteriin.</w:t>
      </w:r>
    </w:p>
    <w:p w14:paraId="4F65CBE2" w14:textId="518556EB" w:rsidR="00FD1838" w:rsidRDefault="00FD1838" w:rsidP="00D54165">
      <w:pPr>
        <w:pStyle w:val="Leipteksti"/>
        <w:numPr>
          <w:ilvl w:val="0"/>
          <w:numId w:val="8"/>
        </w:numPr>
      </w:pPr>
      <w:r>
        <w:t xml:space="preserve">Hoitoasiakirjan arkistointi ostopalvelutilanteessa. Ostopalvelutilanteessa ostopalvelun tuottaja arkistoi hoitoasiakirjan ostopalvelun järjestäjän rekisteriin (ml. ostopalvelutilanteessa tuotettu ylläpidettävä asiakirja) </w:t>
      </w:r>
    </w:p>
    <w:p w14:paraId="0F4B755F" w14:textId="77777777" w:rsidR="00FD1838" w:rsidRDefault="00FD1838" w:rsidP="00FD1838">
      <w:pPr>
        <w:pStyle w:val="Leipteksti"/>
        <w:ind w:left="2138"/>
      </w:pPr>
      <w:r>
        <w:t>Huom. Vanhojen hoitoasiakirjojen arkistointi ei ole mahdollinen tällä palvelupyynnöllä.</w:t>
      </w:r>
    </w:p>
    <w:p w14:paraId="5CE26FF0" w14:textId="77777777" w:rsidR="00FD1838" w:rsidRDefault="00FD1838" w:rsidP="00FD1838">
      <w:pPr>
        <w:pStyle w:val="Leipteksti"/>
      </w:pPr>
      <w:r>
        <w:lastRenderedPageBreak/>
        <w:t>Potilastietojärjestelmä muodostaa palvelutapahtumaan kuuluvista merkinnöistä kertomusteksti-tyyppisen hoitoasiakirjan tai lomakemuotoisen potilasasiakirjan ja toimittaa sen Potilastiedon arkiston arkistopalvelun arkistoitavaksi.</w:t>
      </w:r>
    </w:p>
    <w:p w14:paraId="1C19B42C" w14:textId="75ED2D64" w:rsidR="00FD1838" w:rsidRPr="00FD1838" w:rsidRDefault="00FD1838" w:rsidP="00FD183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2B805C1D" w:rsidR="00FD1838" w:rsidRDefault="00FD1838" w:rsidP="00FD1838">
      <w:pPr>
        <w:pStyle w:val="Numeroituluettelo"/>
      </w:pPr>
      <w:r>
        <w:t>Kantaan liittynyt järjestelmä, potilastietojärjestelmä, jatkossa Järjestelmä</w:t>
      </w:r>
    </w:p>
    <w:p w14:paraId="1CD6AF12" w14:textId="3454ED41" w:rsidR="00FD1838" w:rsidRPr="00FD1838" w:rsidRDefault="00FD1838" w:rsidP="00FD1838">
      <w:pPr>
        <w:pStyle w:val="Numeroituluettelo"/>
      </w:pPr>
      <w:r>
        <w:t>Potilastiedon arkisto, Kanta-viestinvälitys, jatkossa Arkisto</w:t>
      </w:r>
    </w:p>
    <w:p w14:paraId="4E573819" w14:textId="18666A6C" w:rsidR="009F703C" w:rsidRDefault="009F703C" w:rsidP="009F703C">
      <w:pPr>
        <w:pStyle w:val="Otsikko2"/>
      </w:pPr>
      <w:r w:rsidRPr="009F703C">
        <w:t>Esiehdot</w:t>
      </w:r>
    </w:p>
    <w:p w14:paraId="7C3D6B04" w14:textId="17E8D649" w:rsidR="00FD1838" w:rsidRDefault="00FD1838" w:rsidP="00FD1838">
      <w:pPr>
        <w:pStyle w:val="Numeroituluettelo"/>
      </w:pPr>
      <w:r>
        <w:t>Potilas on yksilöity järjestelmässä henkilötunnuksella tai tilapäisellä yksilöintitunnuksella [LM11]</w:t>
      </w:r>
    </w:p>
    <w:p w14:paraId="5B3F70F0" w14:textId="29A78001" w:rsidR="00FD1838" w:rsidRDefault="00FD1838" w:rsidP="00FD1838">
      <w:pPr>
        <w:pStyle w:val="Numeroituluettelo"/>
      </w:pPr>
      <w:r>
        <w:t>Palvelutapahtumaan liittyy yksi tai useampia potilasta koskevia merkintöjä tai valmis lomaketyyppinen merkintä</w:t>
      </w:r>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434CAC5C" w:rsidR="00FD1838" w:rsidRDefault="00FD1838" w:rsidP="00FD1838">
      <w:pPr>
        <w:pStyle w:val="Numeroituluettelo"/>
        <w:spacing w:after="0"/>
      </w:pPr>
      <w:r>
        <w:t xml:space="preserve">Lisäksi tilanteessa D (ostopalvelu): </w:t>
      </w:r>
    </w:p>
    <w:p w14:paraId="26FAC0D9" w14:textId="232B6310" w:rsidR="00FD1838" w:rsidRDefault="00FD1838" w:rsidP="0002303F">
      <w:pPr>
        <w:pStyle w:val="Luettelokappale"/>
        <w:numPr>
          <w:ilvl w:val="0"/>
          <w:numId w:val="52"/>
        </w:numPr>
      </w:pPr>
      <w:r>
        <w:t>Ostopalvelutilanteessa potilas on yksilöitävä virallisella henkilötunnuksella</w:t>
      </w:r>
    </w:p>
    <w:p w14:paraId="7CC51D2B" w14:textId="2DEAB0A9" w:rsidR="00FD1838" w:rsidRDefault="00FD1838" w:rsidP="0002303F">
      <w:pPr>
        <w:pStyle w:val="Luettelokappale"/>
        <w:numPr>
          <w:ilvl w:val="0"/>
          <w:numId w:val="52"/>
        </w:numPr>
      </w:pPr>
      <w:r>
        <w:t>Palvelutapahtuma, johon hoitoasiakirja kuuluu, on arkistoitu ostopalvelun järjestäjän rekisteriin, ja siinä on yksilöity ostopalvelun valtuutus. [LT1]</w:t>
      </w:r>
    </w:p>
    <w:p w14:paraId="30FD00BE" w14:textId="6101B734" w:rsidR="00FD1838" w:rsidRDefault="00FD1838" w:rsidP="0002303F">
      <w:pPr>
        <w:pStyle w:val="Luettelokappale"/>
        <w:numPr>
          <w:ilvl w:val="0"/>
          <w:numId w:val="52"/>
        </w:numPr>
      </w:pPr>
      <w:r>
        <w:t>Ostopalvelun järjestäjän arkistoasiakirjat-rekisterissä on palvelutapahtumassa yksilöity ostopalvelun valtuutus, joka oikeuttaa ostopalvelun tuottajan arkistoimaan ostopalvelun järjestäjän rekisteriin. [LT1]</w:t>
      </w:r>
    </w:p>
    <w:p w14:paraId="2C0D7B57" w14:textId="6378E9E4" w:rsidR="00FD1838" w:rsidRPr="00FD1838" w:rsidRDefault="00FD1838" w:rsidP="0002303F">
      <w:pPr>
        <w:pStyle w:val="Luettelokappale"/>
        <w:numPr>
          <w:ilvl w:val="0"/>
          <w:numId w:val="52"/>
        </w:numPr>
      </w:pPr>
      <w:r>
        <w:t>Ostopalvelun tuottajalla on tiedossa ostopalvelujen järjestäjän rekisteri, jota ostopalvelun valtuutus koskee ja johon asiakirjat arkistoidaan</w:t>
      </w:r>
    </w:p>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62011DB2" w:rsidR="00FD1838" w:rsidRDefault="00FD1838" w:rsidP="0002303F">
      <w:pPr>
        <w:pStyle w:val="Luettelokappale"/>
        <w:numPr>
          <w:ilvl w:val="0"/>
          <w:numId w:val="52"/>
        </w:numPr>
      </w:pPr>
      <w:r>
        <w:lastRenderedPageBreak/>
        <w:t>Järjestelmä kerää käsittelyssä olevaan palvelutapahtumaan liittyvät valmiit merkinnät ja valitsee ne jotka voi liittää samaan kertomusteksti-tyyppiseen hoitoasiakirjaan.</w:t>
      </w:r>
    </w:p>
    <w:p w14:paraId="65B8F557" w14:textId="5B16CBA0" w:rsidR="00FD1838" w:rsidRDefault="00FD1838" w:rsidP="0002303F">
      <w:pPr>
        <w:pStyle w:val="Luettelokappale"/>
        <w:numPr>
          <w:ilvl w:val="0"/>
          <w:numId w:val="52"/>
        </w:numPr>
      </w:pPr>
      <w:r>
        <w:t>Samaan asiakirjaan voidaan viedä merkintöjä, joille voidaan asettaa samat kuvailutiedot. Lisäksi on huomioitava alla luetellut säännöt.</w:t>
      </w:r>
    </w:p>
    <w:p w14:paraId="03A8F6BB" w14:textId="11165B7C" w:rsidR="00FD1838" w:rsidRDefault="00FD183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040E1B89" w14:textId="142746F1" w:rsidR="00FD1838" w:rsidRDefault="00FD1838" w:rsidP="0002303F">
      <w:pPr>
        <w:pStyle w:val="Luettelokappale"/>
        <w:numPr>
          <w:ilvl w:val="0"/>
          <w:numId w:val="52"/>
        </w:numPr>
      </w:pPr>
      <w:r>
        <w:t>Jotkin merkinnät on arkistoitava erillisenä asiakirjana. Päättely tehdään näkymäkoodiston Erillinen_asiakirja-tiedon perusteella [LK1]. Tällöin asiakirjaan valitaan vain merkintöjä, joilla on sama näkymäkoodi, joka edellyttää arkistointia erillisenä asiakirjana.</w:t>
      </w:r>
    </w:p>
    <w:p w14:paraId="2C4301B4" w14:textId="18763258" w:rsidR="00FD1838" w:rsidRDefault="00FD1838" w:rsidP="0002303F">
      <w:pPr>
        <w:pStyle w:val="Luettelokappale"/>
        <w:numPr>
          <w:ilvl w:val="0"/>
          <w:numId w:val="52"/>
        </w:numPr>
      </w:pPr>
      <w:r>
        <w:t>Jos merkintä sisältää toista henkilöä koskevia tietoja, asiakirjalle on asetettava lisänäkymä ERAS, ja asiakirjan header-osaan ja body-osaan on annettava tähän liittyvät tiedot [LM5]</w:t>
      </w:r>
    </w:p>
    <w:p w14:paraId="21A5334E" w14:textId="4D89D6B2" w:rsidR="00FD1838" w:rsidRDefault="00FD1838" w:rsidP="0002303F">
      <w:pPr>
        <w:pStyle w:val="Luettelokappale"/>
        <w:numPr>
          <w:ilvl w:val="0"/>
          <w:numId w:val="52"/>
        </w:numPr>
      </w:pPr>
      <w:r>
        <w:t>Asiakirjan merkinnöillä tulee olla sama tehtäväluokka ja säilytysaikaluokka. Järjestelmä päättelee merkinnän säilytysaikaluokan, ja valitsee muodostettavaan asiakirjaan ne merkinnät, joiden säilytysaikaluokka on sama.</w:t>
      </w:r>
    </w:p>
    <w:p w14:paraId="59ADF3CD" w14:textId="226B997D" w:rsidR="00FD1838" w:rsidRDefault="00FD183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016EEFB8" w14:textId="0115D304" w:rsidR="00FD1838" w:rsidRDefault="00FD1838" w:rsidP="00FD1838">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066F1631" w:rsidR="00FD1838" w:rsidRDefault="00FD1838" w:rsidP="0002303F">
      <w:pPr>
        <w:pStyle w:val="Luettelokappale"/>
        <w:numPr>
          <w:ilvl w:val="0"/>
          <w:numId w:val="52"/>
        </w:numPr>
      </w:pPr>
      <w:r>
        <w:t>Asiakirjan rakenne noudattaa yleistä ”Potilastiedon arkiston kertomus ja lomakkeet” -oppaan rakennetta tai aihealuekohtaista tarkempaa rakennetta jos sellainen on määritelty</w:t>
      </w:r>
    </w:p>
    <w:p w14:paraId="2E2FB24B" w14:textId="7E73BECC" w:rsidR="00FD1838" w:rsidRDefault="00FD1838" w:rsidP="0002303F">
      <w:pPr>
        <w:pStyle w:val="Luettelokappale"/>
        <w:numPr>
          <w:ilvl w:val="0"/>
          <w:numId w:val="52"/>
        </w:numPr>
      </w:pPr>
      <w:r>
        <w:t>Asiakirjalle täydennetään kuvailutiedot kuvailutietojen määrittelyn mukaisesti [LM5]</w:t>
      </w:r>
    </w:p>
    <w:p w14:paraId="76D7B086" w14:textId="3574559E" w:rsidR="00FD1838" w:rsidRDefault="00FD1838" w:rsidP="0002303F">
      <w:pPr>
        <w:pStyle w:val="Luettelokappale"/>
        <w:numPr>
          <w:ilvl w:val="0"/>
          <w:numId w:val="52"/>
        </w:numPr>
      </w:pPr>
      <w:r>
        <w:t xml:space="preserve">Lisäksi tilanteessa B (lomakeasiakirja): </w:t>
      </w:r>
    </w:p>
    <w:p w14:paraId="4B9BF73F" w14:textId="1C450376" w:rsidR="00FD1838" w:rsidRDefault="00FD1838" w:rsidP="00D54165">
      <w:pPr>
        <w:pStyle w:val="Luettelokappale"/>
        <w:numPr>
          <w:ilvl w:val="1"/>
          <w:numId w:val="5"/>
        </w:numPr>
      </w:pPr>
      <w:r>
        <w:t>Asiakirjan rakenne noudattaa ”Potilastiedon arkiston kertomus ja lomakkeet” -oppaassa määriteltyä lomakemekanismia [LM2]</w:t>
      </w:r>
    </w:p>
    <w:p w14:paraId="3968FB63" w14:textId="11529767" w:rsidR="00FD1838" w:rsidRDefault="00FD1838" w:rsidP="00D54165">
      <w:pPr>
        <w:pStyle w:val="Luettelokappale"/>
        <w:numPr>
          <w:ilvl w:val="1"/>
          <w:numId w:val="5"/>
        </w:numPr>
      </w:pPr>
      <w:r>
        <w:t>CDA R2-rakenteessa käytetään lomakekohtaista tarkempaa rakennetta, jossa on eritelty kenttäryhmät (kaikki kentät ja kunkin kentän tietotyyppi)</w:t>
      </w:r>
    </w:p>
    <w:p w14:paraId="0B80D418" w14:textId="466F32A7" w:rsidR="00FD1838" w:rsidRDefault="00FD1838" w:rsidP="00D54165">
      <w:pPr>
        <w:pStyle w:val="Luettelokappale"/>
        <w:numPr>
          <w:ilvl w:val="1"/>
          <w:numId w:val="5"/>
        </w:numPr>
      </w:pPr>
      <w:r>
        <w:lastRenderedPageBreak/>
        <w:t>Kentät sijoitetaan asiakirjaan lomakkeen rakennemäärittelyssä olevan tulostusjärjestyskentän mukaisesti (pienimmästä numerosta alkaen nousevassa järjestyksessä)</w:t>
      </w:r>
    </w:p>
    <w:p w14:paraId="68554900" w14:textId="3F08E083" w:rsidR="00FD1838" w:rsidRDefault="00FD1838" w:rsidP="0002303F">
      <w:pPr>
        <w:pStyle w:val="Luettelokappale"/>
        <w:numPr>
          <w:ilvl w:val="0"/>
          <w:numId w:val="52"/>
        </w:numPr>
      </w:pPr>
      <w:r>
        <w:t xml:space="preserve">Lisäksi tilanteessa D (ostopalvelu) Järjestelmä tuottaa asiakirjalle seuraavat tiedot: </w:t>
      </w:r>
    </w:p>
    <w:p w14:paraId="2ADE6C41" w14:textId="11F28F85" w:rsidR="00FD1838" w:rsidRDefault="00FD1838" w:rsidP="00D54165">
      <w:pPr>
        <w:pStyle w:val="Luettelokappale"/>
        <w:numPr>
          <w:ilvl w:val="1"/>
          <w:numId w:val="5"/>
        </w:numPr>
      </w:pPr>
      <w:r>
        <w:t>Asiakirjan rekisterinpitäjä on ostopalvelun järjestäjän rekisterinpitäjä</w:t>
      </w:r>
    </w:p>
    <w:p w14:paraId="31EBB8A1" w14:textId="04BE0A0A" w:rsidR="00FD1838" w:rsidRDefault="00FD1838" w:rsidP="00D54165">
      <w:pPr>
        <w:pStyle w:val="Luettelokappale"/>
        <w:numPr>
          <w:ilvl w:val="1"/>
          <w:numId w:val="5"/>
        </w:numPr>
      </w:pPr>
      <w:r>
        <w:t>Hoitotapahtumaan osallistunut palveluyksikkö on tuottajan oma palveluyksikkö</w:t>
      </w:r>
    </w:p>
    <w:p w14:paraId="3B16C91D" w14:textId="78CA0EB8" w:rsidR="00FD1838" w:rsidRDefault="00FD183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742E2217" w14:textId="16EB2B62" w:rsidR="00FD1838" w:rsidRDefault="00FD1838" w:rsidP="0002303F">
      <w:pPr>
        <w:pStyle w:val="Luettelokappale"/>
        <w:numPr>
          <w:ilvl w:val="0"/>
          <w:numId w:val="52"/>
        </w:numPr>
      </w:pPr>
      <w:r>
        <w:t xml:space="preserve">Lisäksi tilanteessa E (arkistointi toisen rekisteriin, ei ostopalvelu) Järjestelmä tuottaa asiakirjalle seuraavat tiedot: </w:t>
      </w:r>
    </w:p>
    <w:p w14:paraId="28DED447" w14:textId="11BA595B" w:rsidR="00FD1838" w:rsidRDefault="00FD1838" w:rsidP="00D54165">
      <w:pPr>
        <w:pStyle w:val="Luettelokappale"/>
        <w:numPr>
          <w:ilvl w:val="1"/>
          <w:numId w:val="5"/>
        </w:numPr>
      </w:pPr>
      <w:r>
        <w:t>Asiakirjan tuottaja on asiakirjan tuottanut organisaatio</w:t>
      </w:r>
    </w:p>
    <w:p w14:paraId="07826E74" w14:textId="271834C6" w:rsidR="00FD1838" w:rsidRDefault="00FD1838" w:rsidP="00D54165">
      <w:pPr>
        <w:pStyle w:val="Luettelokappale"/>
        <w:numPr>
          <w:ilvl w:val="1"/>
          <w:numId w:val="5"/>
        </w:numPr>
      </w:pPr>
      <w:r>
        <w:t>Rekisterinpitäjä ja rekisteri ovat erit kuin asiakirjan tuottajan oma rekisterinpitäjä ja rekisteri</w:t>
      </w:r>
    </w:p>
    <w:p w14:paraId="31D416A2" w14:textId="2A65F5E8" w:rsidR="00FD1838" w:rsidRDefault="00FD1838" w:rsidP="00D54165">
      <w:pPr>
        <w:pStyle w:val="Luettelokappale"/>
        <w:numPr>
          <w:ilvl w:val="1"/>
          <w:numId w:val="5"/>
        </w:numPr>
      </w:pPr>
      <w:r>
        <w:t>Hoitotapahtumaan osallistunut palveluyksikkö on asiakirjan tuottajan oma palveluyksikkö</w:t>
      </w:r>
    </w:p>
    <w:p w14:paraId="30750B10" w14:textId="7D04158C" w:rsidR="00FD1838" w:rsidRDefault="00FD1838" w:rsidP="00D54165">
      <w:pPr>
        <w:pStyle w:val="Luettelokappale"/>
        <w:numPr>
          <w:ilvl w:val="1"/>
          <w:numId w:val="5"/>
        </w:numPr>
      </w:pPr>
      <w:r>
        <w:t>Lisäksi jos tiedossa on sen rekisterinpitäjän  palveluyksikkö, jonka rekisteriin asiakirja arkistoidaan, se voidaan kirjata viimeisimmäksi palveluyksiköksi.</w:t>
      </w:r>
    </w:p>
    <w:p w14:paraId="15361FDC" w14:textId="624AFD35" w:rsidR="00FD1838" w:rsidRDefault="00FD1838" w:rsidP="00FD1838">
      <w:pPr>
        <w:pStyle w:val="Numeroituluettelo"/>
        <w:spacing w:after="0"/>
      </w:pPr>
      <w:r>
        <w:t xml:space="preserve">Järjestelmä allekirjoittaa asiakirjan järjestelmäallekirjoitus-varmenteella [V2, LM3] </w:t>
      </w:r>
    </w:p>
    <w:p w14:paraId="5870F37E" w14:textId="3BF356C4" w:rsidR="00FD1838" w:rsidRDefault="00FD183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4E870521" w:rsidR="00FD1838" w:rsidRDefault="00FD1838" w:rsidP="00FD1838">
      <w:pPr>
        <w:pStyle w:val="Numeroituluettelo"/>
      </w:pPr>
      <w:r>
        <w:t>Järjestelmä tallentaa tiedon siitä, mihin asiakirjaan merkintä liitettiin. [V3]</w:t>
      </w:r>
    </w:p>
    <w:p w14:paraId="4D4F2986" w14:textId="0E2C42E2" w:rsidR="00FD1838" w:rsidRDefault="00FD1838" w:rsidP="00FD1838">
      <w:pPr>
        <w:pStyle w:val="Numeroituluettelo"/>
        <w:spacing w:after="0"/>
      </w:pPr>
      <w:r>
        <w:t xml:space="preserve">Järjestelmä arkistoi asiakirjan alikäyttötapauksen Arkistoi asiakirja mukaisesti. [V4] </w:t>
      </w:r>
    </w:p>
    <w:p w14:paraId="70F8E161" w14:textId="3BB18BE5" w:rsidR="00FD1838" w:rsidRDefault="00FD1838" w:rsidP="0002303F">
      <w:pPr>
        <w:pStyle w:val="Luettelokappale"/>
        <w:numPr>
          <w:ilvl w:val="0"/>
          <w:numId w:val="52"/>
        </w:numPr>
      </w:pPr>
      <w:r>
        <w:t>MR-sanoma on RCMR_IN100002FI01</w:t>
      </w:r>
    </w:p>
    <w:p w14:paraId="16EB3D74" w14:textId="15F09893" w:rsidR="00FD1838" w:rsidRDefault="00FD1838" w:rsidP="0002303F">
      <w:pPr>
        <w:pStyle w:val="Luettelokappale"/>
        <w:numPr>
          <w:ilvl w:val="0"/>
          <w:numId w:val="52"/>
        </w:numPr>
      </w:pPr>
      <w:r>
        <w:t xml:space="preserve">Palvelupyyntö on [LK3] </w:t>
      </w:r>
    </w:p>
    <w:p w14:paraId="59A13E51" w14:textId="4E187B48" w:rsidR="00FD1838" w:rsidRDefault="00FD1838" w:rsidP="00D54165">
      <w:pPr>
        <w:pStyle w:val="Luettelokappale"/>
        <w:numPr>
          <w:ilvl w:val="1"/>
          <w:numId w:val="5"/>
        </w:numPr>
      </w:pPr>
      <w:r>
        <w:t>PPA, Potilasasiakirjojen arkistointi</w:t>
      </w:r>
    </w:p>
    <w:p w14:paraId="19E08597" w14:textId="4FFDDFE6" w:rsidR="00FD1838" w:rsidRDefault="00FD1838" w:rsidP="00FD1838">
      <w:pPr>
        <w:pStyle w:val="Numeroituluettelo"/>
      </w:pPr>
      <w:r>
        <w:t>Järjestelmä tallentaa tiedon siitä, että merkintä on arkistoitu. [V3]</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lastRenderedPageBreak/>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14CA0FB" w:rsidR="00FD1838" w:rsidRDefault="00FD1838" w:rsidP="00FD1838">
      <w:pPr>
        <w:pStyle w:val="Leipteksti"/>
        <w:spacing w:after="0"/>
      </w:pPr>
      <w:r>
        <w:t>V4 Arkistointi ei onnistu. Järjestelmä tallentaa tiedon virhetilanteesta ja toimii Arkiston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1A49EB4B" w14:textId="20485346" w:rsidR="00C33701" w:rsidRPr="00FD1838" w:rsidRDefault="003B7920" w:rsidP="00780943">
      <w:pPr>
        <w:pStyle w:val="Leipteksti"/>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5A0AC4DA" w14:textId="4FB52BAC" w:rsidR="009F703C" w:rsidRDefault="00FD1838" w:rsidP="00FD1838">
      <w:pPr>
        <w:pStyle w:val="Otsikko1"/>
      </w:pPr>
      <w:bookmarkStart w:id="12" w:name="_Toc121475903"/>
      <w:r w:rsidRPr="00FD1838">
        <w:lastRenderedPageBreak/>
        <w:t>Arkistoi hoitoasiakirja</w:t>
      </w:r>
      <w:bookmarkEnd w:id="12"/>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F6E2CF7" w:rsidR="006243B8" w:rsidRDefault="006243B8" w:rsidP="00D54165">
      <w:pPr>
        <w:pStyle w:val="Leipteksti"/>
        <w:numPr>
          <w:ilvl w:val="0"/>
          <w:numId w:val="9"/>
        </w:numPr>
        <w:spacing w:after="0"/>
      </w:pPr>
      <w:r>
        <w:t>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Potilastiedon arkistoon.</w:t>
      </w:r>
    </w:p>
    <w:p w14:paraId="6E7CD696" w14:textId="1C6B1B7E" w:rsidR="006243B8" w:rsidRDefault="006243B8" w:rsidP="00D54165">
      <w:pPr>
        <w:pStyle w:val="Leipteksti"/>
        <w:numPr>
          <w:ilvl w:val="0"/>
          <w:numId w:val="9"/>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46411F85" w14:textId="77777777" w:rsidR="006243B8" w:rsidRDefault="006243B8" w:rsidP="006243B8">
      <w:pPr>
        <w:pStyle w:val="Leipteksti"/>
      </w:pPr>
      <w:r>
        <w:t>Potilastietojärjestelmä muodostaa palvelutapahtumaan kuuluvista merkinnöistä kertomusteksti-tyyppisen hoitoasiakirjan tai lomakemuotoisen potilasasiakirjan ja toimittaa sen Potilastiedon arkiston arkistopalvelun arkistoitavaksi.</w:t>
      </w:r>
    </w:p>
    <w:p w14:paraId="60CD3AC7" w14:textId="4B6301DD" w:rsidR="006243B8" w:rsidRPr="006243B8" w:rsidRDefault="006243B8" w:rsidP="006243B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1841A1C5" w:rsidR="006243B8" w:rsidRPr="006243B8" w:rsidRDefault="006243B8" w:rsidP="006243B8">
      <w:pPr>
        <w:pStyle w:val="Numeroituluettelo"/>
      </w:pPr>
      <w:r>
        <w:t>Potilastiedon arkisto, Kanta-viestinvälitys, jatkossa Arkisto</w:t>
      </w:r>
    </w:p>
    <w:p w14:paraId="263572DD" w14:textId="360A958F" w:rsidR="009F703C" w:rsidRDefault="009F703C" w:rsidP="009F703C">
      <w:pPr>
        <w:pStyle w:val="Otsikko2"/>
      </w:pPr>
      <w:r w:rsidRPr="009F703C">
        <w:lastRenderedPageBreak/>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02303F">
      <w:pPr>
        <w:pStyle w:val="Luettelokappale"/>
        <w:numPr>
          <w:ilvl w:val="0"/>
          <w:numId w:val="52"/>
        </w:numPr>
      </w:pPr>
      <w:r>
        <w:t>Ostopalvelutilanteessa potilas on yksilöitävä virallisella henkilötunnuksella</w:t>
      </w:r>
    </w:p>
    <w:p w14:paraId="5BFC2CD5" w14:textId="064656C6" w:rsidR="006243B8" w:rsidRDefault="006243B8" w:rsidP="0002303F">
      <w:pPr>
        <w:pStyle w:val="Luettelokappale"/>
        <w:numPr>
          <w:ilvl w:val="0"/>
          <w:numId w:val="52"/>
        </w:numPr>
      </w:pPr>
      <w:r>
        <w:t>Palvelutapahtuma, johon hoitoasiakirja kuuluu, on arkistoitu ostopalvelun järjestäjän rekisteriin, ja siinä on yksilöity ostopalvelun valtuutus. [LT1]</w:t>
      </w:r>
    </w:p>
    <w:p w14:paraId="7450D5AC" w14:textId="3F92A0D3" w:rsidR="006243B8" w:rsidRDefault="006243B8" w:rsidP="0002303F">
      <w:pPr>
        <w:pStyle w:val="Luettelokappale"/>
        <w:numPr>
          <w:ilvl w:val="0"/>
          <w:numId w:val="52"/>
        </w:numPr>
      </w:pPr>
      <w:r>
        <w:t>Ostopalvelun järjestäjän arkistoasiakirjat-rekisterissä on palvelutapahtumassa yksilöity ostopalvelun valtuutus, joka oikeuttaa ostopalvelun tuottajan arkistoimaan palvelutapahtuman ostopalvelun järjestäjän rekisteriin.[LT1]</w:t>
      </w:r>
    </w:p>
    <w:p w14:paraId="4F1868F0" w14:textId="554F2871" w:rsidR="006243B8" w:rsidRPr="006243B8" w:rsidRDefault="006243B8" w:rsidP="0002303F">
      <w:pPr>
        <w:pStyle w:val="Luettelokappale"/>
        <w:numPr>
          <w:ilvl w:val="0"/>
          <w:numId w:val="52"/>
        </w:numPr>
      </w:pPr>
      <w:r>
        <w:t>Ostopalvelun tuottajalla on tiedossa ostopalvelujen järjestäjän rekisteri, jota ostopalvelun valtuutus koskee ja johon asiakirjat arkistoidaan</w:t>
      </w: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7280F128" w:rsidR="006243B8" w:rsidRDefault="006243B8" w:rsidP="0002303F">
      <w:pPr>
        <w:pStyle w:val="Luettelokappale"/>
        <w:numPr>
          <w:ilvl w:val="0"/>
          <w:numId w:val="52"/>
        </w:numPr>
      </w:pPr>
      <w:r>
        <w:t>Järjestelmä kerää käsittelyssä olevaan palvelutapahtumaan liittyvät valmiit merkinnät ja valitsee ne jotka voi liittää samaan kertomusteksti-tyyppiseen hoitoasiakirjaan.</w:t>
      </w:r>
    </w:p>
    <w:p w14:paraId="79A796AB" w14:textId="3E83841D" w:rsidR="006243B8" w:rsidRDefault="006243B8" w:rsidP="0002303F">
      <w:pPr>
        <w:pStyle w:val="Luettelokappale"/>
        <w:numPr>
          <w:ilvl w:val="0"/>
          <w:numId w:val="52"/>
        </w:numPr>
      </w:pPr>
      <w:r>
        <w:t>Samaan asiakirjaan voidaan viedä merkintöjä, joille voidaan asettaa samat kuvailutiedot. Lisäksi on huomioitava alla luetellut säännöt.</w:t>
      </w:r>
    </w:p>
    <w:p w14:paraId="2D4C1DCD" w14:textId="6516D152" w:rsidR="006243B8" w:rsidRDefault="006243B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02303F">
      <w:pPr>
        <w:pStyle w:val="Luettelokappale"/>
        <w:numPr>
          <w:ilvl w:val="0"/>
          <w:numId w:val="52"/>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02303F">
      <w:pPr>
        <w:pStyle w:val="Luettelokappale"/>
        <w:numPr>
          <w:ilvl w:val="0"/>
          <w:numId w:val="52"/>
        </w:numPr>
      </w:pPr>
      <w:r>
        <w:t>Jos merkintä sisältää toista henkilöä koskevia tietoja, asiakirjalle on asetettava lisänäkymä ERAS, ja asiakirjan header-osaan ja body-osaan on annettava tähän liittyvät tiedot [LM5]</w:t>
      </w:r>
    </w:p>
    <w:p w14:paraId="7BAD79CC" w14:textId="5F73AC75" w:rsidR="006243B8" w:rsidRDefault="006243B8" w:rsidP="0002303F">
      <w:pPr>
        <w:pStyle w:val="Luettelokappale"/>
        <w:numPr>
          <w:ilvl w:val="0"/>
          <w:numId w:val="52"/>
        </w:numPr>
      </w:pPr>
      <w:r>
        <w:lastRenderedPageBreak/>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5EDB9D2B" w:rsidR="006243B8" w:rsidRDefault="006243B8" w:rsidP="0002303F">
      <w:pPr>
        <w:pStyle w:val="Luettelokappale"/>
        <w:numPr>
          <w:ilvl w:val="0"/>
          <w:numId w:val="52"/>
        </w:numPr>
      </w:pPr>
      <w:r>
        <w:t>Asiakirjan rakenne noudattaa yleistä ”Potilastiedon arkiston kertomus ja lomakkeet” -oppaan rakennetta tai aihealuekohtaista tarkempaa rakennetta jos sellainen on määritelty</w:t>
      </w:r>
    </w:p>
    <w:p w14:paraId="11D0961E" w14:textId="08D33B33" w:rsidR="006243B8" w:rsidRDefault="006243B8" w:rsidP="0002303F">
      <w:pPr>
        <w:pStyle w:val="Luettelokappale"/>
        <w:numPr>
          <w:ilvl w:val="0"/>
          <w:numId w:val="52"/>
        </w:numPr>
      </w:pPr>
      <w:r>
        <w:t>Asiakirjalle täydennetään kuvailutiedot kuvailutietojen määrittelyn mukaisesti [LM5]</w:t>
      </w:r>
    </w:p>
    <w:p w14:paraId="0A1BB3D3" w14:textId="7F376C30" w:rsidR="006243B8" w:rsidRDefault="006243B8" w:rsidP="0002303F">
      <w:pPr>
        <w:pStyle w:val="Luettelokappale"/>
        <w:numPr>
          <w:ilvl w:val="0"/>
          <w:numId w:val="52"/>
        </w:numPr>
      </w:pPr>
      <w:r>
        <w:t xml:space="preserve">Lisäksi tilanteessa B (lomakeasiakirja): </w:t>
      </w:r>
    </w:p>
    <w:p w14:paraId="63CE5E99" w14:textId="550AD5DE" w:rsidR="006243B8" w:rsidRDefault="006243B8" w:rsidP="00D54165">
      <w:pPr>
        <w:pStyle w:val="Luettelokappale"/>
        <w:numPr>
          <w:ilvl w:val="1"/>
          <w:numId w:val="5"/>
        </w:numPr>
      </w:pPr>
      <w:r>
        <w:t>Asiakirjan rakenne noudattaa ”Potilastiedon arkiston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02303F">
      <w:pPr>
        <w:pStyle w:val="Luettelokappale"/>
        <w:numPr>
          <w:ilvl w:val="0"/>
          <w:numId w:val="52"/>
        </w:numPr>
      </w:pPr>
      <w:r>
        <w:t xml:space="preserve">Lisäksi tilanteessa D (vanha asiakirja): </w:t>
      </w:r>
    </w:p>
    <w:p w14:paraId="522A8351" w14:textId="73F108F5" w:rsidR="006243B8" w:rsidRDefault="006243B8" w:rsidP="00D54165">
      <w:pPr>
        <w:pStyle w:val="Luettelokappale"/>
        <w:numPr>
          <w:ilvl w:val="1"/>
          <w:numId w:val="5"/>
        </w:numPr>
      </w:pPr>
      <w:r>
        <w:t>Vanha hoitoasiakirja voi olla CDA R2-asiakirja, tai CDA R2-asiakirja, jonka body-osaan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Vanhan asiakirjan header-tietoihin asetetaan kuvailutiedon arvo hl7fi:typeCode/@code=”1”</w:t>
      </w:r>
    </w:p>
    <w:p w14:paraId="62257E04" w14:textId="337AC4BF" w:rsidR="006243B8" w:rsidRDefault="006243B8" w:rsidP="00D54165">
      <w:pPr>
        <w:pStyle w:val="Luettelokappale"/>
        <w:numPr>
          <w:ilvl w:val="1"/>
          <w:numId w:val="5"/>
        </w:numPr>
      </w:pPr>
      <w:r>
        <w:t xml:space="preserve">Vanhan asiakirjan header-tietoihin asetetaan kuvailutiedon arvo hl7fi:fileFormat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lastRenderedPageBreak/>
        <w:t>CDA R2, koodi 1</w:t>
      </w:r>
    </w:p>
    <w:p w14:paraId="320EEF8B" w14:textId="59BEB281" w:rsidR="006243B8" w:rsidRPr="006243B8" w:rsidRDefault="006243B8" w:rsidP="00D54165">
      <w:pPr>
        <w:pStyle w:val="Luettelokappale"/>
        <w:numPr>
          <w:ilvl w:val="2"/>
          <w:numId w:val="5"/>
        </w:numPr>
        <w:rPr>
          <w:lang w:val="en-US"/>
        </w:rPr>
      </w:pPr>
      <w:r w:rsidRPr="006243B8">
        <w:rPr>
          <w:lang w:val="en-US"/>
        </w:rPr>
        <w:t>PDF/A, koodi 3</w:t>
      </w:r>
    </w:p>
    <w:p w14:paraId="02086D7C" w14:textId="51E99853" w:rsidR="006243B8" w:rsidRDefault="006243B8" w:rsidP="00D54165">
      <w:pPr>
        <w:pStyle w:val="Luettelokappale"/>
        <w:numPr>
          <w:ilvl w:val="2"/>
          <w:numId w:val="5"/>
        </w:numPr>
      </w:pPr>
      <w:r>
        <w:t>CDA R2 / Teksti (= text/plain),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02303F">
      <w:pPr>
        <w:pStyle w:val="Luettelokappale"/>
        <w:numPr>
          <w:ilvl w:val="0"/>
          <w:numId w:val="52"/>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7AA3AEAA" w:rsidR="006243B8" w:rsidRDefault="006243B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F17F93">
        <w:t xml:space="preserve"> </w:t>
      </w:r>
      <w:r w:rsidR="00197E20">
        <w:t>rekisteri</w:t>
      </w:r>
      <w:r>
        <w:t>tasoisessa ostopalvelussa, jos saatavilla)</w:t>
      </w: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02303F">
      <w:pPr>
        <w:pStyle w:val="Luettelokappale"/>
        <w:numPr>
          <w:ilvl w:val="0"/>
          <w:numId w:val="52"/>
        </w:numPr>
      </w:pPr>
      <w:r>
        <w:t>MR-sanoma on RCMR_IN100002FI01</w:t>
      </w:r>
    </w:p>
    <w:p w14:paraId="3D3F2958" w14:textId="21E3D395" w:rsidR="006243B8" w:rsidRDefault="006243B8" w:rsidP="0002303F">
      <w:pPr>
        <w:pStyle w:val="Luettelokappale"/>
        <w:numPr>
          <w:ilvl w:val="0"/>
          <w:numId w:val="52"/>
        </w:numPr>
      </w:pPr>
      <w:r>
        <w:t xml:space="preserve">Palvelupyyntö on [LK3] </w:t>
      </w:r>
    </w:p>
    <w:p w14:paraId="3B21FAB9" w14:textId="39B2BA99" w:rsidR="006243B8" w:rsidRDefault="006243B8" w:rsidP="00D54165">
      <w:pPr>
        <w:pStyle w:val="Luettelokappale"/>
        <w:numPr>
          <w:ilvl w:val="1"/>
          <w:numId w:val="5"/>
        </w:numPr>
      </w:pPr>
      <w:r>
        <w:t>tilanteessa C (arkistointi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7470997B" w:rsidR="006243B8" w:rsidRDefault="006243B8" w:rsidP="00D54165">
      <w:pPr>
        <w:pStyle w:val="Luettelokappale"/>
        <w:numPr>
          <w:ilvl w:val="1"/>
          <w:numId w:val="5"/>
        </w:numPr>
      </w:pPr>
      <w:r>
        <w:t>tilanteessa E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156B6DE3" w14:textId="5798449A" w:rsidR="006243B8" w:rsidRDefault="006243B8" w:rsidP="00D54165">
      <w:pPr>
        <w:pStyle w:val="Luettelokappale"/>
        <w:numPr>
          <w:ilvl w:val="1"/>
          <w:numId w:val="5"/>
        </w:numPr>
      </w:pPr>
      <w:r>
        <w:t>tilanteessa E (potilaskohtainen ostopalvelu): PP13, Tuottajan asiakirjojen arkistointi järjestäjän rekisteriin Potilastiedon arkistoon potilaskohtaisessa ostopalvelussa</w:t>
      </w:r>
    </w:p>
    <w:p w14:paraId="5563525D" w14:textId="586051B5" w:rsidR="006243B8" w:rsidRDefault="006243B8" w:rsidP="00E65499">
      <w:pPr>
        <w:pStyle w:val="Numeroituluettelo"/>
      </w:pPr>
      <w:r>
        <w:lastRenderedPageBreak/>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42648268" w:rsidR="003B7920" w:rsidRPr="003B7920" w:rsidRDefault="003B7920" w:rsidP="003B7920">
      <w:pPr>
        <w:pStyle w:val="Leipteksti"/>
        <w:spacing w:after="0"/>
      </w:pPr>
      <w:r>
        <w:t>V4 Arkistointi ei onnistu. Järjestelmä tallentaa tiedon virhetilanteesta ja toimii Arkiston palauttaman virheilmoituksen mukaisesti. Käyttötapaus päättyy.</w:t>
      </w:r>
    </w:p>
    <w:p w14:paraId="7500D78C" w14:textId="7B3F2C18" w:rsidR="009F703C" w:rsidRDefault="009F703C" w:rsidP="009F703C">
      <w:pPr>
        <w:pStyle w:val="Otsikko2"/>
      </w:pPr>
      <w:r>
        <w:t>Lisätiedot</w:t>
      </w:r>
    </w:p>
    <w:p w14:paraId="608F2F0F" w14:textId="23B9AB3F" w:rsidR="003B7920" w:rsidRPr="003B7920" w:rsidRDefault="003B7920" w:rsidP="00780943">
      <w:pPr>
        <w:pStyle w:val="Leipteksti"/>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DB76FAE" w14:textId="3674BB12" w:rsidR="009F703C" w:rsidRDefault="003B7920" w:rsidP="003B7920">
      <w:pPr>
        <w:pStyle w:val="Otsikko1"/>
        <w:spacing w:before="220"/>
      </w:pPr>
      <w:bookmarkStart w:id="13" w:name="_Toc256000000"/>
      <w:bookmarkStart w:id="14" w:name="_Toc37061992"/>
      <w:bookmarkStart w:id="15" w:name="_Toc121475904"/>
      <w:r>
        <w:lastRenderedPageBreak/>
        <w:t xml:space="preserve">Arkistoi asiakirja </w:t>
      </w:r>
      <w:bookmarkEnd w:id="13"/>
      <w:bookmarkEnd w:id="14"/>
      <w:r w:rsidR="00AC710C">
        <w:t>Tahdonilmaisupalveluun</w:t>
      </w:r>
      <w:bookmarkEnd w:id="15"/>
    </w:p>
    <w:p w14:paraId="71442B5E" w14:textId="2787333A" w:rsidR="009F703C" w:rsidRDefault="009F703C" w:rsidP="009F703C">
      <w:pPr>
        <w:pStyle w:val="Otsikko2"/>
      </w:pPr>
      <w:r w:rsidRPr="009F703C">
        <w:t>Käyttötapauksen yleiskuvaus ja lopputulos</w:t>
      </w:r>
    </w:p>
    <w:p w14:paraId="780900F7" w14:textId="61006D5A" w:rsidR="00220168" w:rsidRDefault="00220168" w:rsidP="00220168">
      <w:pPr>
        <w:pStyle w:val="Leipteksti"/>
      </w:pPr>
      <w:r>
        <w:t xml:space="preserve">Käyttötapaus kuvaa </w:t>
      </w:r>
      <w:r w:rsidR="00DF784E">
        <w:t>Tahdonilmaisupalveluun</w:t>
      </w:r>
      <w:r>
        <w:t xml:space="preserve"> arkistoitavien asiakirjojen ensimmäisen version arkistoinnin. </w:t>
      </w:r>
      <w:r w:rsidR="00AC710C">
        <w:t>Tahdonilmaisupalveluun</w:t>
      </w:r>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314226DB" w:rsidR="00DF784E" w:rsidRDefault="00DF784E">
      <w:pPr>
        <w:pStyle w:val="Leipteksti"/>
        <w:numPr>
          <w:ilvl w:val="0"/>
          <w:numId w:val="10"/>
        </w:numPr>
        <w:spacing w:after="0"/>
      </w:pPr>
      <w:r>
        <w:t xml:space="preserve">Potilastiedon </w:t>
      </w:r>
      <w:r w:rsidR="00220168">
        <w:t>arkiston luovutuskielto ja luovutuskiellon peruutus (KIE)</w:t>
      </w:r>
      <w:r w:rsidR="00F17F93">
        <w:t xml:space="preserve"> </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71BC4254" w14:textId="5041C26E" w:rsidR="00220168" w:rsidRDefault="0031290F" w:rsidP="00D54165">
      <w:pPr>
        <w:pStyle w:val="Leipteksti"/>
        <w:numPr>
          <w:ilvl w:val="0"/>
          <w:numId w:val="10"/>
        </w:numPr>
        <w:spacing w:after="0"/>
      </w:pPr>
      <w:r>
        <w:t>H</w:t>
      </w:r>
      <w:r w:rsidR="00220168">
        <w:t>oitotahto (TAH).</w:t>
      </w:r>
    </w:p>
    <w:p w14:paraId="79BAD338" w14:textId="77777777" w:rsidR="00220168" w:rsidRDefault="00220168" w:rsidP="00220168">
      <w:pPr>
        <w:pStyle w:val="Leipteksti"/>
        <w:spacing w:after="0"/>
        <w:ind w:left="2138"/>
      </w:pPr>
    </w:p>
    <w:p w14:paraId="69AB47F4" w14:textId="2D869B6E" w:rsidR="00220168" w:rsidRDefault="00AC710C" w:rsidP="00220168">
      <w:pPr>
        <w:pStyle w:val="Leipteksti"/>
      </w:pPr>
      <w:r>
        <w:t>Tahdonilmaisupalveluun</w:t>
      </w:r>
      <w:r w:rsidR="00220168">
        <w:t xml:space="preserve"> arkistoitavat asiakirjat ovat </w:t>
      </w:r>
      <w:r w:rsidR="00DF784E">
        <w:t xml:space="preserve">Tahdonilmaisupalvelun </w:t>
      </w:r>
      <w:r w:rsidR="00220168">
        <w:t xml:space="preserve">ylläpidettäviä lomakeasiakirjoja, joita Potilastiedon arkistoon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rsidR="00220168">
        <w:t xml:space="preserve">ylläpidettävä asiakirja on muodostettava ja arkistoitava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4AD5D565" w:rsidR="00220168" w:rsidRPr="00220168" w:rsidRDefault="00220168" w:rsidP="00220168">
      <w:pPr>
        <w:pStyle w:val="Leipteksti"/>
      </w:pPr>
      <w:r>
        <w:t xml:space="preserve">Käyttötapauksen lopputuloksena potilaalle on arkistoitu uusi ylläpidettävä asiakirja </w:t>
      </w:r>
      <w:r w:rsidR="00FF3280">
        <w:t>Tahdonilmaisupalveluun</w:t>
      </w:r>
      <w:r>
        <w:t xml:space="preserve">. Potilastiedon arkistoon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428178FA" w:rsidR="00220168" w:rsidRPr="00220168" w:rsidRDefault="00220168" w:rsidP="00220168">
      <w:pPr>
        <w:pStyle w:val="Numeroituluettelo"/>
      </w:pPr>
      <w:r>
        <w:t>Potilastiedon arkisto, Kanta-viestinvälitys, jatkossa Arkisto</w:t>
      </w:r>
    </w:p>
    <w:p w14:paraId="4E7D4668" w14:textId="523D1262" w:rsidR="009F703C" w:rsidRDefault="009F703C" w:rsidP="009F703C">
      <w:pPr>
        <w:pStyle w:val="Otsikko2"/>
      </w:pPr>
      <w:r w:rsidRPr="009F703C">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lastRenderedPageBreak/>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7DB536F5" w:rsidR="00220168" w:rsidRDefault="00220168" w:rsidP="00220168">
      <w:pPr>
        <w:pStyle w:val="Numeroituluettelo"/>
      </w:pPr>
      <w:r>
        <w:t xml:space="preserve">Järjestelmässä tallennetaan merkintä </w:t>
      </w:r>
      <w:r w:rsidR="00AC710C">
        <w:t>Tahdonilmaisupalveluun</w:t>
      </w:r>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2C0A5AC1" w:rsidR="00220168" w:rsidRDefault="00AC710C" w:rsidP="0002303F">
      <w:pPr>
        <w:pStyle w:val="Luettelokappale"/>
        <w:numPr>
          <w:ilvl w:val="0"/>
          <w:numId w:val="52"/>
        </w:numPr>
      </w:pPr>
      <w:r>
        <w:t>Tahdonilmaisupalveluun</w:t>
      </w:r>
      <w:r w:rsidR="00220168">
        <w:t xml:space="preserve"> arkistoitava asiakirja muodostetaan välittömästi merkinnän tallennuksen jälkeen</w:t>
      </w:r>
    </w:p>
    <w:p w14:paraId="0E06E352" w14:textId="309E8994" w:rsidR="00220168" w:rsidRDefault="00220168" w:rsidP="0002303F">
      <w:pPr>
        <w:pStyle w:val="Luettelokappale"/>
        <w:numPr>
          <w:ilvl w:val="0"/>
          <w:numId w:val="52"/>
        </w:numPr>
      </w:pPr>
      <w:r>
        <w:t>Lomaketyyppisistä näkymistä tuotetaan aina oma itsenäinen asiakirja</w:t>
      </w:r>
    </w:p>
    <w:p w14:paraId="394B73AB" w14:textId="5EA00024" w:rsidR="00220168" w:rsidRDefault="00220168" w:rsidP="0002303F">
      <w:pPr>
        <w:pStyle w:val="Luettelokappale"/>
        <w:numPr>
          <w:ilvl w:val="0"/>
          <w:numId w:val="52"/>
        </w:numPr>
      </w:pPr>
      <w:r>
        <w:t>Asiakirjan rakenne noudattaa ”Potilastiedon arkiston kertomus ja lomakkeet” -oppaan rakennetta ja siellä määriteltyä lomakemekanismia [LM2]</w:t>
      </w:r>
    </w:p>
    <w:p w14:paraId="03844B9A" w14:textId="38660A5E" w:rsidR="00220168" w:rsidRDefault="00220168" w:rsidP="0002303F">
      <w:pPr>
        <w:pStyle w:val="Luettelokappale"/>
        <w:numPr>
          <w:ilvl w:val="0"/>
          <w:numId w:val="52"/>
        </w:numPr>
      </w:pPr>
      <w:r>
        <w:t>CDA R2-rakenteessa käytetään lomakekohtaista tarkempaa rakennetta, jossa on eritelty kenttäryhmät (kaikki kentät ja kunkin kentän tietotyyppi)</w:t>
      </w:r>
      <w:r w:rsidR="003178CD">
        <w:t xml:space="preserve"> [LT1]</w:t>
      </w:r>
      <w:r>
        <w:t xml:space="preserve"> </w:t>
      </w:r>
    </w:p>
    <w:p w14:paraId="055514D0" w14:textId="3DA8913D" w:rsidR="00220168" w:rsidRDefault="00220168" w:rsidP="0002303F">
      <w:pPr>
        <w:pStyle w:val="Luettelokappale"/>
        <w:numPr>
          <w:ilvl w:val="0"/>
          <w:numId w:val="52"/>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2C0C1614" w14:textId="5E738C97" w:rsidR="00220168" w:rsidRDefault="00220168" w:rsidP="0002303F">
      <w:pPr>
        <w:pStyle w:val="Luettelokappale"/>
        <w:numPr>
          <w:ilvl w:val="0"/>
          <w:numId w:val="52"/>
        </w:numPr>
      </w:pPr>
      <w:r>
        <w:t>Asiakirjalle täydennetään kuvailutiedot kuvailutietojen määrittelyn mukaisesti [</w:t>
      </w:r>
      <w:r w:rsidR="00EE1FC5">
        <w:t xml:space="preserve">LT2, </w:t>
      </w:r>
      <w:r>
        <w:t>LM5]</w:t>
      </w:r>
    </w:p>
    <w:p w14:paraId="66B7BEAD" w14:textId="24485A6F" w:rsidR="00220168" w:rsidRDefault="00AC710C" w:rsidP="0002303F">
      <w:pPr>
        <w:pStyle w:val="Luettelokappale"/>
        <w:numPr>
          <w:ilvl w:val="0"/>
          <w:numId w:val="52"/>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02303F">
      <w:pPr>
        <w:pStyle w:val="Luettelokappale"/>
        <w:numPr>
          <w:ilvl w:val="0"/>
          <w:numId w:val="52"/>
        </w:numPr>
      </w:pPr>
      <w:r>
        <w:t>MR-sanoma on RCMR_IN100002FI01</w:t>
      </w:r>
    </w:p>
    <w:p w14:paraId="4CEFF2B0" w14:textId="06C21045" w:rsidR="00220168" w:rsidRDefault="00220168" w:rsidP="0002303F">
      <w:pPr>
        <w:pStyle w:val="Luettelokappale"/>
        <w:numPr>
          <w:ilvl w:val="0"/>
          <w:numId w:val="52"/>
        </w:numPr>
      </w:pPr>
      <w:r>
        <w:lastRenderedPageBreak/>
        <w:t xml:space="preserve">Palvelupyyntö on PP23, </w:t>
      </w:r>
      <w:r w:rsidR="00AC710C">
        <w:t>Tahdonilmaisupalveluun</w:t>
      </w:r>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50401BC5" w:rsidR="00220168" w:rsidRDefault="00220168" w:rsidP="00220168">
      <w:pPr>
        <w:pStyle w:val="Numeroituluettelo"/>
      </w:pPr>
      <w:r>
        <w:t>Tilanteessa</w:t>
      </w:r>
      <w:r w:rsidR="00F17F93">
        <w:t xml:space="preserve"> D</w:t>
      </w:r>
      <w:r>
        <w:t xml:space="preserve"> (lääkemääräystietojen luovutuskielto) järjestelmästä on voitava tulostaa kansallisen mallin mukainen arkistoitava lomake. [LY1]</w:t>
      </w:r>
    </w:p>
    <w:p w14:paraId="7CEB287B" w14:textId="1F500336" w:rsidR="00EE4C0D" w:rsidRDefault="00EE4C0D" w:rsidP="00C76B72">
      <w:pPr>
        <w:pStyle w:val="Numeroituluettelo"/>
      </w:pPr>
      <w:r>
        <w:t>Tilanteessa</w:t>
      </w:r>
      <w:r w:rsidR="00F17F93">
        <w:t xml:space="preserve"> C</w:t>
      </w:r>
      <w:r w:rsidR="00AF0323">
        <w:t xml:space="preserve"> (Potilastiedon arkiston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r w:rsidR="00F17F93">
        <w:t xml:space="preserve"> F</w:t>
      </w:r>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0A4B29C5" w:rsidR="009F703C" w:rsidRDefault="00220168" w:rsidP="00F65814">
      <w:pPr>
        <w:pStyle w:val="Leipteksti"/>
        <w:spacing w:after="0"/>
      </w:pPr>
      <w:r>
        <w:t>V4 Arkistointi ei onnistu. Järjestelmä tallentaa tiedon virhetilanteesta ja toimii Arkiston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lastRenderedPageBreak/>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4F26D8A8" w:rsidR="008F0C23" w:rsidRDefault="00C06DC8" w:rsidP="00C06DC8">
      <w:pPr>
        <w:pStyle w:val="Leipteksti"/>
        <w:spacing w:after="0"/>
      </w:pPr>
      <w:r w:rsidRPr="008C2FD8">
        <w:rPr>
          <w:b/>
        </w:rPr>
        <w:t>Suostumusasiakirja</w:t>
      </w:r>
      <w:r w:rsidR="00A52C53">
        <w:rPr>
          <w:b/>
        </w:rPr>
        <w:t>/</w:t>
      </w:r>
      <w:r w:rsidR="00A52C53" w:rsidRPr="00043EA5">
        <w:t>jatkossa</w:t>
      </w:r>
      <w:r w:rsidR="00A52C53">
        <w:rPr>
          <w:b/>
        </w:rPr>
        <w:t xml:space="preserve"> Luovutuslupa-asiakirja</w:t>
      </w:r>
      <w:r w:rsidR="006040F8">
        <w:t xml:space="preserve"> (näkymätunnus 330, näkymälyhenne SUO)</w:t>
      </w:r>
    </w:p>
    <w:p w14:paraId="4413E362" w14:textId="796B8954" w:rsidR="00C06DC8" w:rsidRDefault="00C06DC8" w:rsidP="00C06DC8">
      <w:pPr>
        <w:pStyle w:val="Leipteksti"/>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r w:rsidR="00A52C53">
        <w:t xml:space="preserve">muuttuu Luovututuslupa-asiakirjaksi </w:t>
      </w:r>
      <w:r>
        <w:t>Kanta-palveluissa</w:t>
      </w:r>
      <w:r w:rsidR="009117F7">
        <w:t>, kun asiakastietolain muutokset tulevat voimaan</w:t>
      </w:r>
      <w:r>
        <w:t>. Lomakkeen</w:t>
      </w:r>
      <w:r w:rsidR="00A52C53">
        <w:t xml:space="preserve"> rakenne ja sisältö pysyy samana, mutta joitain tekstejä muutetaan kuvaamaan luovutusluvan sisältöä.</w:t>
      </w:r>
    </w:p>
    <w:p w14:paraId="1F6550EC" w14:textId="19D21D0F" w:rsidR="00C06DC8" w:rsidRDefault="00C06DC8" w:rsidP="00AE0028">
      <w:pPr>
        <w:pStyle w:val="Leipteksti"/>
        <w:spacing w:after="0"/>
      </w:pPr>
      <w:r w:rsidRPr="008C2FD8">
        <w:rPr>
          <w:b/>
        </w:rPr>
        <w:t>Potilastiedon arkiston kieltoasiakirja</w:t>
      </w:r>
      <w:r w:rsidR="00EE1FC5">
        <w:t xml:space="preserve"> (näkymätunnus 331, näkymälyhenne KIE)</w:t>
      </w:r>
    </w:p>
    <w:p w14:paraId="5F901458" w14:textId="7033F309" w:rsidR="00C06DC8" w:rsidRDefault="00C06DC8" w:rsidP="00C06DC8">
      <w:pPr>
        <w:pStyle w:val="Leipteksti"/>
      </w:pPr>
      <w:r>
        <w:t xml:space="preserve">Lomakkeella eArkisto/Lomake - Luovutuskielto ja luovutuskiellon peruutus (1.2.246.537.6.12.2002.331) ilmoitetaan tietojen luovutuskielto sähköiseen potilastiedon arkistoon talletettujen tietojen luovuttamiseen. Lomakkeella voidaan rajata luovuttamista siten, että kielto kohdistuu joko yksittäiseen palvelutapahtumaan tai laajemmin tiettyyn palvelun antajaan ja mahdollisesti edelleen tiettyyn palvelun antajan rekisteriin (esim. työterveys). Yksityisessä  terveydenhuollossa kiellon voi kohdistaa vain palvelutapahtumaan. </w:t>
      </w:r>
      <w:r w:rsidR="00AE0028">
        <w:t>Kieltoasiakirjassa voidaan ilmoittaa myös kyseisten kieltojen ohittamisesta hätätilanteessa,</w:t>
      </w:r>
    </w:p>
    <w:p w14:paraId="1AA184B6" w14:textId="5B97E4B7" w:rsidR="00C06DC8" w:rsidRDefault="00C06DC8" w:rsidP="00AE0028">
      <w:pPr>
        <w:pStyle w:val="Leipteksti"/>
        <w:spacing w:after="0"/>
      </w:pPr>
      <w:r w:rsidRPr="00BA5AC3">
        <w:rPr>
          <w:b/>
        </w:rPr>
        <w:t>Lääkemääräyksen kieltoasiakirja</w:t>
      </w:r>
      <w:r w:rsidR="00EE1FC5">
        <w:t xml:space="preserve"> (näkymätunnus 370, näkymälyhenne</w:t>
      </w:r>
      <w:r w:rsidR="00F17F93">
        <w:t xml:space="preserve"> </w:t>
      </w:r>
      <w:r w:rsidR="00EE1FC5">
        <w:t>RKIE)</w:t>
      </w:r>
    </w:p>
    <w:p w14:paraId="27F400AB" w14:textId="61AB740F"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36093E6D"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lastRenderedPageBreak/>
        <w:t>../custodian/assignedCustodian/representedCustodianOrganization/id/@root = "1.2.246.10.2462460.19.1"</w:t>
      </w:r>
    </w:p>
    <w:p w14:paraId="18AE42C5" w14:textId="020BD518" w:rsidR="00C33701" w:rsidRPr="006F3FED" w:rsidRDefault="00364E7A" w:rsidP="006F3FED">
      <w:pPr>
        <w:pStyle w:val="Leipteksti"/>
        <w:rPr>
          <w:lang w:val="en-US"/>
        </w:rPr>
      </w:pPr>
      <w:r>
        <w:rPr>
          <w:lang w:val="en-US"/>
        </w:rPr>
        <w:t>..</w:t>
      </w:r>
      <w:r w:rsidRPr="00BA5AC3">
        <w:rPr>
          <w:lang w:val="en-US"/>
        </w:rPr>
        <w:t>/custodian/assignedCustodian/representedCustodianOrganization/name = "Kansaneläkelaitos"</w:t>
      </w:r>
      <w:r w:rsidR="00076B9B">
        <w:br w:type="page"/>
      </w:r>
    </w:p>
    <w:p w14:paraId="354B2170" w14:textId="27E4A703" w:rsidR="009F703C" w:rsidRDefault="00020F09" w:rsidP="00020F09">
      <w:pPr>
        <w:pStyle w:val="Otsikko1"/>
        <w:spacing w:before="220"/>
      </w:pPr>
      <w:bookmarkStart w:id="16" w:name="_Toc256000030"/>
      <w:bookmarkStart w:id="17" w:name="_Toc37061999"/>
      <w:bookmarkStart w:id="18" w:name="_Toc121475905"/>
      <w:r>
        <w:lastRenderedPageBreak/>
        <w:t>Arkistoi arkistoasiakirja</w:t>
      </w:r>
      <w:bookmarkEnd w:id="16"/>
      <w:bookmarkEnd w:id="17"/>
      <w:bookmarkEnd w:id="18"/>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6D2E1FDD" w:rsidR="001661F3" w:rsidRDefault="001661F3" w:rsidP="0002303F">
      <w:pPr>
        <w:pStyle w:val="Luettelokappale"/>
        <w:numPr>
          <w:ilvl w:val="0"/>
          <w:numId w:val="52"/>
        </w:numPr>
      </w:pPr>
      <w:r>
        <w:t>Ostopalvelun valtuutus (</w:t>
      </w:r>
      <w:r w:rsidR="0019618B">
        <w:t xml:space="preserve">näkymälyhenne </w:t>
      </w:r>
      <w:r>
        <w:t>OSVA) arkistoidaan tämän käyttötapauksen mukaisesti. Ostopalvelun järjestäjä tuottaa ostopalvelun valtuutuksen ja arkistoi sen omaan arkistoasiakirjat-rekisteriinsä [LM9]. Ostopalvelun valtuutus voi olla potilaskohtainen tai</w:t>
      </w:r>
      <w:r w:rsidR="00F17F93">
        <w:t xml:space="preserve"> </w:t>
      </w:r>
      <w:r w:rsidR="00197E20">
        <w:t>rekisteri</w:t>
      </w:r>
      <w:r>
        <w:t xml:space="preserve">tasoinen: </w:t>
      </w:r>
      <w:r w:rsidR="00197E20">
        <w:t>rekisteri</w:t>
      </w:r>
      <w:r>
        <w:t xml:space="preserve">tasoisessa ostopalvelun valtuutuksessa ei yksilöidä potilasta. </w:t>
      </w:r>
    </w:p>
    <w:p w14:paraId="0C2792B3" w14:textId="4D885868" w:rsidR="001661F3" w:rsidRDefault="001661F3" w:rsidP="0002303F">
      <w:pPr>
        <w:pStyle w:val="Luettelokappale"/>
        <w:numPr>
          <w:ilvl w:val="0"/>
          <w:numId w:val="52"/>
        </w:numPr>
      </w:pPr>
      <w:r>
        <w:t>Luovutusilmoitus (</w:t>
      </w:r>
      <w:r w:rsidR="0019618B">
        <w:t xml:space="preserve">näkymälyhenne </w:t>
      </w:r>
      <w:r>
        <w:t>LILM) arkistoidaan käyttötapauksen Arkistoi luovutusilmoitus mukaisesti.</w:t>
      </w:r>
    </w:p>
    <w:p w14:paraId="165627B9" w14:textId="65338616" w:rsidR="001661F3" w:rsidRPr="001661F3" w:rsidRDefault="001661F3" w:rsidP="001661F3">
      <w:pPr>
        <w:pStyle w:val="Leipteksti"/>
      </w:pPr>
      <w:r>
        <w:t>Käyttötapauksen lopputuloksena arkistoasiakirjan ensimmäinen versio on arkistoitu Potilastiedon arkistoon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123EB26A" w:rsidR="001661F3" w:rsidRPr="001661F3" w:rsidRDefault="001661F3" w:rsidP="001661F3">
      <w:pPr>
        <w:pStyle w:val="Numeroituluettelo"/>
      </w:pPr>
      <w:r>
        <w:t>Potilastiedon arkisto, Kanta-viestinvälitys, jatkossa Arkisto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1D8943E5" w:rsidR="001661F3" w:rsidRDefault="001661F3" w:rsidP="0002303F">
      <w:pPr>
        <w:pStyle w:val="Luettelokappale"/>
        <w:numPr>
          <w:ilvl w:val="0"/>
          <w:numId w:val="52"/>
        </w:numPr>
      </w:pPr>
      <w:r>
        <w:t>potilasta ei yksilöidä, kun kyseessä on</w:t>
      </w:r>
      <w:r w:rsidR="00F17F93">
        <w:t xml:space="preserve"> </w:t>
      </w:r>
      <w:r w:rsidR="00197E20">
        <w:t>rekisteri</w:t>
      </w:r>
      <w:r>
        <w:t>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02303F">
      <w:pPr>
        <w:pStyle w:val="Luettelokappale"/>
        <w:numPr>
          <w:ilvl w:val="0"/>
          <w:numId w:val="52"/>
        </w:numPr>
      </w:pPr>
      <w:r>
        <w:t>Lomaketyyppisistä näkymistä tuotetaan aina oma itsenäinen asiakirja</w:t>
      </w:r>
    </w:p>
    <w:p w14:paraId="61444493" w14:textId="41E37C51"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307A4AE" w14:textId="523E7039" w:rsidR="001661F3" w:rsidRDefault="001661F3" w:rsidP="0002303F">
      <w:pPr>
        <w:pStyle w:val="Luettelokappale"/>
        <w:numPr>
          <w:ilvl w:val="0"/>
          <w:numId w:val="52"/>
        </w:numPr>
      </w:pPr>
      <w:r>
        <w:lastRenderedPageBreak/>
        <w:t xml:space="preserve">CDA R2-rakenteessa käytetään lomakekohtaista tarkempaa rakennetta, jossa on eritelty kenttäryhmät (kaikki kentät ja kunkin kentän tietotyyppi) </w:t>
      </w:r>
      <w:r w:rsidR="0020602B">
        <w:t>[LT1]</w:t>
      </w:r>
    </w:p>
    <w:p w14:paraId="2BE2B608" w14:textId="77C65AF5"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02303F">
      <w:pPr>
        <w:pStyle w:val="Luettelokappale"/>
        <w:numPr>
          <w:ilvl w:val="0"/>
          <w:numId w:val="52"/>
        </w:numPr>
      </w:pPr>
      <w:r>
        <w:t>Asiakirjalle täydennetään kuvailutiedot kuvailutietojen määrittelyn mukaisesti [LM5]</w:t>
      </w:r>
    </w:p>
    <w:p w14:paraId="22BE6655" w14:textId="433169BF" w:rsidR="001661F3" w:rsidRDefault="001661F3" w:rsidP="0002303F">
      <w:pPr>
        <w:pStyle w:val="Luettelokappale"/>
        <w:numPr>
          <w:ilvl w:val="0"/>
          <w:numId w:val="52"/>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02303F">
      <w:pPr>
        <w:pStyle w:val="Luettelokappale"/>
        <w:numPr>
          <w:ilvl w:val="0"/>
          <w:numId w:val="52"/>
        </w:numPr>
      </w:pPr>
      <w:r>
        <w:t>MR-sanoma on RCMR_IN100002FI01</w:t>
      </w:r>
    </w:p>
    <w:p w14:paraId="105AE60B" w14:textId="5D7D1CC2" w:rsidR="001661F3" w:rsidRDefault="001661F3" w:rsidP="0002303F">
      <w:pPr>
        <w:pStyle w:val="Luettelokappale"/>
        <w:numPr>
          <w:ilvl w:val="0"/>
          <w:numId w:val="52"/>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3E5ECC11" w:rsidR="001661F3" w:rsidRPr="001661F3" w:rsidRDefault="001661F3" w:rsidP="008C2FD8">
      <w:pPr>
        <w:pStyle w:val="Leipteksti"/>
      </w:pPr>
      <w:r>
        <w:t>V4 Arkistointi ei onnistu. Järjestelmä tallentaa tiedon virhetilanteesta ja toimii Arkiston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r>
        <w:t xml:space="preserve">LT1 </w:t>
      </w:r>
      <w:r w:rsidR="0068539E">
        <w:t>Ostopalvelun valtuutuksen lomakerakenne</w:t>
      </w:r>
    </w:p>
    <w:p w14:paraId="09628379" w14:textId="049E0FBB" w:rsidR="0068539E" w:rsidRDefault="0068539E" w:rsidP="008C2FD8">
      <w:pPr>
        <w:pStyle w:val="Leipteksti"/>
        <w:spacing w:after="0"/>
      </w:pPr>
      <w:r>
        <w:t>Ostopalvelun valtuutuksesta (näkymälyhenne OSVA, näkymätunnus 362) on käytössä kaksi versiota, jotka molemmat on julkaistu koodistopalvelussa:</w:t>
      </w:r>
    </w:p>
    <w:p w14:paraId="1A28F07F" w14:textId="354CA1AD" w:rsidR="00076B9B" w:rsidRDefault="0068539E" w:rsidP="00505EC7">
      <w:pPr>
        <w:pStyle w:val="Leipteksti"/>
      </w:pPr>
      <w:r w:rsidRPr="0068539E">
        <w:lastRenderedPageBreak/>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19" w:name="_Toc121475906"/>
      <w:r w:rsidRPr="001661F3">
        <w:lastRenderedPageBreak/>
        <w:t>Arkistoi luovutusilmoitus</w:t>
      </w:r>
      <w:bookmarkEnd w:id="19"/>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77777777" w:rsidR="001661F3" w:rsidRDefault="001661F3" w:rsidP="001661F3">
      <w:pPr>
        <w:pStyle w:val="Leipteksti"/>
      </w:pPr>
      <w:r>
        <w:t>Luovutusilmoitus muodostetaan, kun potilastietojärjestelmään sähköisessä muodossa tallennettuja tietoja luovutetaan Potilastiedon arkiston ulkopuolella. 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18FFC674" w:rsidR="001661F3" w:rsidRDefault="001661F3" w:rsidP="001661F3">
      <w:pPr>
        <w:pStyle w:val="Numeroituluettelo"/>
      </w:pPr>
      <w:r>
        <w:t>Työntävä luovutus: luovutuksen antavan organisaation käyttäjä välittää oman sähköisen rekisterin tietoja Potilastiedon arkiston ulkopuolella toiselle rekisterinpitäjälle tai muulle taholle, jolla on oikeus saada tiedot. Työntävässä luovutuksessa tiedot voidaan siirtää sähköisesti tai tulostettuna fyysiseen muotoon.</w:t>
      </w:r>
    </w:p>
    <w:p w14:paraId="14FA2F26" w14:textId="6202CE30" w:rsidR="001661F3" w:rsidRDefault="001661F3" w:rsidP="001661F3">
      <w:pPr>
        <w:pStyle w:val="Numeroituluettelo"/>
      </w:pPr>
      <w:r>
        <w:t>Hakeva luovutus ("automaattiluovutus"): luovutuksen saavan organisaation käyttäjä hakee ja tarkastelee toisen rekisterinpitäjän tietoja Potilastiedon arkiston ulkopuolella esimerkiksi aluetietojärjestelmän kautta.</w:t>
      </w:r>
    </w:p>
    <w:p w14:paraId="7E06FA9A" w14:textId="5CEF8970" w:rsidR="001661F3" w:rsidRPr="001661F3" w:rsidRDefault="001661F3" w:rsidP="001661F3">
      <w:pPr>
        <w:pStyle w:val="Leipteksti"/>
      </w:pPr>
      <w:r>
        <w:t>Käyttötapauksen lopputuloksena luovutusilmoitus on arkistoitu Potilastiedon arkistoon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4887CCFA" w:rsidR="001661F3" w:rsidRPr="001661F3" w:rsidRDefault="001661F3" w:rsidP="001661F3">
      <w:pPr>
        <w:pStyle w:val="Numeroituluettelo"/>
      </w:pPr>
      <w:r>
        <w:t>Potilastiedon arkisto, Kanta-viestinvälitys, jatkossa Arkisto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02303F">
      <w:pPr>
        <w:pStyle w:val="Luettelokappale"/>
        <w:numPr>
          <w:ilvl w:val="0"/>
          <w:numId w:val="52"/>
        </w:numPr>
      </w:pPr>
      <w:r>
        <w:t>Lomaketyyppisistä näkymistä tuotetaan aina oma itsenäinen asiakirja</w:t>
      </w:r>
    </w:p>
    <w:p w14:paraId="78B6D51F" w14:textId="747BA3FC"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91B0BC9" w14:textId="18191991" w:rsidR="001661F3" w:rsidRDefault="001661F3" w:rsidP="0002303F">
      <w:pPr>
        <w:pStyle w:val="Luettelokappale"/>
        <w:numPr>
          <w:ilvl w:val="0"/>
          <w:numId w:val="52"/>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02303F">
      <w:pPr>
        <w:pStyle w:val="Luettelokappale"/>
        <w:numPr>
          <w:ilvl w:val="0"/>
          <w:numId w:val="52"/>
        </w:numPr>
      </w:pPr>
      <w:r>
        <w:t>Asiakirjalle täydennetään kuvailutiedot kuvailutietojen määrittelyn mukaisesti [LM5]</w:t>
      </w:r>
    </w:p>
    <w:p w14:paraId="0E92D275" w14:textId="2DC1CAEE" w:rsidR="001661F3" w:rsidRDefault="001661F3" w:rsidP="0002303F">
      <w:pPr>
        <w:pStyle w:val="Luettelokappale"/>
        <w:numPr>
          <w:ilvl w:val="0"/>
          <w:numId w:val="52"/>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0B830420" w:rsidR="001661F3" w:rsidRDefault="001661F3" w:rsidP="00D54165">
      <w:pPr>
        <w:pStyle w:val="Luettelokappale"/>
        <w:numPr>
          <w:ilvl w:val="1"/>
          <w:numId w:val="5"/>
        </w:numPr>
      </w:pPr>
      <w:r>
        <w:t>rekisterinpitäjä on luovutuksen saava tai luovutuksen antava organisaatio luovutustilanteessa B [LT1]</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lastRenderedPageBreak/>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77777777" w:rsidR="001661F3" w:rsidRDefault="001661F3" w:rsidP="001661F3">
      <w:pPr>
        <w:pStyle w:val="Leipteksti"/>
        <w:spacing w:after="0"/>
      </w:pPr>
      <w:r>
        <w:t>V4 Arkistointi ei onnistu. Järjestelmä tallentaa tiedon virhetilanteesta ja toimii Arkiston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7102C674"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Tämän lomakemäärittelyn luovutustilanteen B luovutusilmoitukset arkistoidaan luovutuksen saavan organisaation rekisteriin. Muuten luovutuksilmoitukset arkistoidaan luovutuksen antavan organisaation rekisteriin.</w:t>
      </w:r>
    </w:p>
    <w:p w14:paraId="24D00E32" w14:textId="1BE1EC19" w:rsidR="001661F3" w:rsidRPr="001661F3" w:rsidRDefault="00076B9B" w:rsidP="00076B9B">
      <w:r>
        <w:br w:type="page"/>
      </w:r>
    </w:p>
    <w:p w14:paraId="7A755399" w14:textId="35834F09" w:rsidR="009F703C" w:rsidRDefault="00187A6D" w:rsidP="00187A6D">
      <w:pPr>
        <w:pStyle w:val="Otsikko1"/>
      </w:pPr>
      <w:bookmarkStart w:id="20" w:name="_Toc121475907"/>
      <w:r w:rsidRPr="00187A6D">
        <w:lastRenderedPageBreak/>
        <w:t>Korvaa palvelutapahtuma-asiakirja (PPA)</w:t>
      </w:r>
      <w:bookmarkEnd w:id="20"/>
    </w:p>
    <w:p w14:paraId="021501E8" w14:textId="4D3B2687" w:rsidR="009F703C" w:rsidRDefault="009F703C" w:rsidP="009F703C">
      <w:pPr>
        <w:pStyle w:val="Otsikko2"/>
      </w:pPr>
      <w:r w:rsidRPr="009F703C">
        <w:t>Käyttötapauksen yleiskuvaus ja lopputulos</w:t>
      </w:r>
    </w:p>
    <w:p w14:paraId="4D617A26" w14:textId="77777777" w:rsidR="00083FB1" w:rsidRDefault="00083FB1" w:rsidP="00083FB1">
      <w:pPr>
        <w:pStyle w:val="Leipteksti"/>
      </w:pPr>
      <w:r>
        <w:t>Kayttötapaus kuvaa palvelutapahtuman korvaavan version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0DF5A189" w:rsidR="00083FB1" w:rsidRDefault="00083FB1" w:rsidP="00D54165">
      <w:pPr>
        <w:pStyle w:val="Leipteksti"/>
        <w:numPr>
          <w:ilvl w:val="0"/>
          <w:numId w:val="11"/>
        </w:numPr>
        <w:spacing w:after="0"/>
      </w:pPr>
      <w:r>
        <w:t>Organisaation omassa rekisterissä olevan palvelutapahtuman korvaaminen</w:t>
      </w:r>
    </w:p>
    <w:p w14:paraId="400BFA7B" w14:textId="5B8C3A9A" w:rsidR="00083FB1" w:rsidRDefault="00083FB1" w:rsidP="00D54165">
      <w:pPr>
        <w:pStyle w:val="Leipteksti"/>
        <w:numPr>
          <w:ilvl w:val="0"/>
          <w:numId w:val="11"/>
        </w:numPr>
        <w:spacing w:after="0"/>
      </w:pPr>
      <w:r>
        <w:t>Organisaation omassa rekisterissä olevan palvelutapahtuman korvaaminen ostopalvelun järjestäjänä ostopalvelutilannetta varten.</w:t>
      </w:r>
    </w:p>
    <w:p w14:paraId="2695143B" w14:textId="355F52A9" w:rsidR="00083FB1" w:rsidRDefault="00083FB1" w:rsidP="00D54165">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4035E337" w14:textId="77777777" w:rsidR="00083FB1" w:rsidRDefault="00083FB1" w:rsidP="00083FB1">
      <w:pPr>
        <w:pStyle w:val="Leipteksti"/>
        <w:ind w:left="2138"/>
      </w:pPr>
      <w:r>
        <w:t>Huom. Vanhojen asiakirjojen palvelutapahtuman arkistointi ei ole mahdollinen tällä palvelupyynnöllä.</w:t>
      </w:r>
    </w:p>
    <w:p w14:paraId="6E5A8F44" w14:textId="77777777" w:rsidR="00083FB1" w:rsidRDefault="00083FB1" w:rsidP="00083FB1">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141E86D" w14:textId="23371F30" w:rsidR="00083FB1" w:rsidRPr="00083FB1" w:rsidRDefault="00083FB1" w:rsidP="00083FB1">
      <w:pPr>
        <w:pStyle w:val="Leipteksti"/>
      </w:pPr>
      <w:r>
        <w:t>Lopputuloksena palvelutapahtuman tuottanut organisaatio on muodostanut palvelutapahtuma-asiakirjasta uuden version, se on arkistoitu Potilastiedon arkistoon ja potilastietojärjestelmässä on tieto arkistoinnista.</w:t>
      </w:r>
    </w:p>
    <w:p w14:paraId="7AF6D55A" w14:textId="759C97F0" w:rsidR="009F703C" w:rsidRDefault="009F703C" w:rsidP="009F703C">
      <w:pPr>
        <w:pStyle w:val="Otsikko2"/>
      </w:pPr>
      <w:r w:rsidRPr="009F703C">
        <w:t>Käyttäjäroolit</w:t>
      </w:r>
    </w:p>
    <w:p w14:paraId="491CB364" w14:textId="4F40130F" w:rsidR="00083FB1" w:rsidRDefault="00083FB1" w:rsidP="00083FB1">
      <w:pPr>
        <w:pStyle w:val="Numeroituluettelo"/>
      </w:pPr>
      <w:r>
        <w:t>Kantaan liittynyt järjestelmä, potilastietojärjestelmä, jatkossa Järjestelmä</w:t>
      </w:r>
    </w:p>
    <w:p w14:paraId="137DCC19" w14:textId="43E43E4F" w:rsidR="00083FB1" w:rsidRPr="00083FB1" w:rsidRDefault="00083FB1" w:rsidP="00083FB1">
      <w:pPr>
        <w:pStyle w:val="Numeroituluettelo"/>
      </w:pPr>
      <w:r>
        <w:t>Potilastiedon arkisto, Kanta-viestinvälitys, jatkossa Arkisto</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02303F">
      <w:pPr>
        <w:pStyle w:val="Luettelokappale"/>
        <w:numPr>
          <w:ilvl w:val="0"/>
          <w:numId w:val="52"/>
        </w:numPr>
      </w:pPr>
      <w:r>
        <w:lastRenderedPageBreak/>
        <w:t>Ostopalvelun järjestäjän ark</w:t>
      </w:r>
      <w:r w:rsidR="00696F24">
        <w:t xml:space="preserve">istoasiakirjat-rekisterissä on </w:t>
      </w:r>
      <w:r>
        <w:t>ostopalvelutilanteen mukainen ostopalvelun valtuutus.</w:t>
      </w:r>
    </w:p>
    <w:p w14:paraId="65025F4B" w14:textId="06B2D2EB" w:rsidR="00083FB1" w:rsidRPr="00083FB1" w:rsidRDefault="00083FB1" w:rsidP="00083FB1">
      <w:pPr>
        <w:pStyle w:val="Numeroituluettelo"/>
      </w:pPr>
      <w:r>
        <w:t>Lisäksi tilanteessa C (ostopalvelu): Ostopalvelun järjestäjän arkistoasiakirjat-rekisterissä on ostopalvelun valtuutus, joka oikeuttaa ostopalvelun tuottajan arkistoimaan palvelutapahtuman ostopalvelun järjestäjän rekisteriin</w:t>
      </w:r>
    </w:p>
    <w:p w14:paraId="15A63966" w14:textId="3BE4A0A9" w:rsidR="009F703C" w:rsidRDefault="009F703C" w:rsidP="009F703C">
      <w:pPr>
        <w:pStyle w:val="Otsikko2"/>
      </w:pPr>
      <w:r w:rsidRPr="009F703C">
        <w:t>Normaali tapahtumankulku</w:t>
      </w:r>
    </w:p>
    <w:p w14:paraId="63AC155D" w14:textId="77777777" w:rsidR="00083FB1" w:rsidRDefault="00083FB1" w:rsidP="00083FB1">
      <w:pPr>
        <w:pStyle w:val="Leipteksti"/>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36274BB4" w:rsidR="00083FB1" w:rsidRDefault="00083FB1" w:rsidP="0002303F">
      <w:pPr>
        <w:pStyle w:val="Luettelokappale"/>
        <w:numPr>
          <w:ilvl w:val="0"/>
          <w:numId w:val="52"/>
        </w:numPr>
      </w:pPr>
      <w:r>
        <w:t>Palvelutapahtuman päivittäminen: järjestelmä tuottaa palvelutapahtuman muuttuneet tiedot</w:t>
      </w:r>
    </w:p>
    <w:p w14:paraId="65919C51" w14:textId="547D44C1" w:rsidR="00083FB1" w:rsidRDefault="00083FB1" w:rsidP="0002303F">
      <w:pPr>
        <w:pStyle w:val="Luettelokappale"/>
        <w:numPr>
          <w:ilvl w:val="0"/>
          <w:numId w:val="52"/>
        </w:numPr>
      </w:pPr>
      <w:r>
        <w:t>Palvelutapahtuman päättäminen: järjestelmä tuottaa palvelutapahtumalle loppupäivän</w:t>
      </w:r>
    </w:p>
    <w:p w14:paraId="1E26AEBD" w14:textId="53544DD7" w:rsidR="00083FB1" w:rsidRDefault="00083FB1" w:rsidP="0002303F">
      <w:pPr>
        <w:pStyle w:val="Luettelokappale"/>
        <w:numPr>
          <w:ilvl w:val="0"/>
          <w:numId w:val="52"/>
        </w:numPr>
      </w:pPr>
      <w:r>
        <w:t>Palvelutapahtuman mitätöiminen: järjestelmä tuottaa mitätöivän palvelutapahtuma-asiakirjan</w:t>
      </w:r>
    </w:p>
    <w:p w14:paraId="4D0A3DEF" w14:textId="55DF5B7C" w:rsidR="00083FB1" w:rsidRDefault="00083FB1" w:rsidP="00D54165">
      <w:pPr>
        <w:pStyle w:val="Luettelokappale"/>
        <w:numPr>
          <w:ilvl w:val="1"/>
          <w:numId w:val="5"/>
        </w:numPr>
      </w:pPr>
      <w:r>
        <w:t>Mitätöivän asiakirjan sisältö on samalainen kuin normaalin palvelutapahtuma-asiakirjan, mutta header-tiedoissa asiakirjan valmistumisen tila saa arvon 'Poistettu' (hl7fi:recordStatus=7)  [LK12]</w:t>
      </w:r>
    </w:p>
    <w:p w14:paraId="1CF6D949" w14:textId="27BE51B9" w:rsidR="00083FB1" w:rsidRDefault="00083FB1" w:rsidP="00D54165">
      <w:pPr>
        <w:pStyle w:val="Luettelokappale"/>
        <w:numPr>
          <w:ilvl w:val="1"/>
          <w:numId w:val="5"/>
        </w:numPr>
      </w:pPr>
      <w:r>
        <w:t>Palvelutapahtuman mitätöinti on mahdollinen vain, jos siihen kuuluvat hoitoasiakirjat on jo mitätöity</w:t>
      </w:r>
    </w:p>
    <w:p w14:paraId="44FA88BB" w14:textId="45394564" w:rsidR="00083FB1" w:rsidRDefault="00083FB1" w:rsidP="0002303F">
      <w:pPr>
        <w:pStyle w:val="Luettelokappale"/>
        <w:numPr>
          <w:ilvl w:val="0"/>
          <w:numId w:val="52"/>
        </w:numPr>
      </w:pPr>
      <w:r>
        <w:t xml:space="preserve">Kun kyseessä on alaikäinen henkilö, järjestelmä tuottaa palvelutapahtuma-asiakirjan header-tietoihin tiedon huoltajille luovuttamisen kiellon tilanteesta [LM5, LK13]. </w:t>
      </w:r>
    </w:p>
    <w:p w14:paraId="5A5C4526" w14:textId="54304CEE"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p>
    <w:p w14:paraId="20D5AD21" w14:textId="459FB6A0" w:rsidR="00083FB1" w:rsidRDefault="00083FB1" w:rsidP="00083FB1">
      <w:pPr>
        <w:pStyle w:val="Numeroituluettelo"/>
      </w:pPr>
      <w:r>
        <w:t>Järjestelmä allekirjoittaa asiakirjan järjestelmäallekirjoitus-varmenteella [V2, LM3]</w:t>
      </w:r>
    </w:p>
    <w:p w14:paraId="405F9B29" w14:textId="6A78E1E0" w:rsidR="00083FB1" w:rsidRDefault="00083FB1" w:rsidP="00083FB1">
      <w:pPr>
        <w:pStyle w:val="Numeroituluettelo"/>
      </w:pPr>
      <w:r>
        <w:t xml:space="preserve">Järjestelmä tallentaa tiedon siitä, mikä palvelutapahtuma tiedosta muodostettiin [V3] </w:t>
      </w:r>
    </w:p>
    <w:p w14:paraId="2ED05B5F" w14:textId="32B917A4" w:rsidR="00083FB1" w:rsidRDefault="00083FB1" w:rsidP="00083FB1">
      <w:pPr>
        <w:pStyle w:val="Numeroituluettelo"/>
        <w:spacing w:after="0"/>
      </w:pPr>
      <w:r>
        <w:t>Järjestelmä arkistoi asiakirjan alikäyttötapauksen Arkistoi asiakirja mukaisesti [V4]</w:t>
      </w:r>
    </w:p>
    <w:p w14:paraId="0A4E1F6F" w14:textId="5E72C602" w:rsidR="00083FB1" w:rsidRDefault="00083FB1" w:rsidP="0002303F">
      <w:pPr>
        <w:pStyle w:val="Luettelokappale"/>
        <w:numPr>
          <w:ilvl w:val="0"/>
          <w:numId w:val="52"/>
        </w:numPr>
      </w:pPr>
      <w:r>
        <w:t>MR-sanoma on RCMR_IN100016 FI01</w:t>
      </w:r>
    </w:p>
    <w:p w14:paraId="7218A995" w14:textId="57807CF8" w:rsidR="00083FB1" w:rsidRDefault="00083FB1" w:rsidP="0002303F">
      <w:pPr>
        <w:pStyle w:val="Luettelokappale"/>
        <w:numPr>
          <w:ilvl w:val="0"/>
          <w:numId w:val="52"/>
        </w:numPr>
      </w:pPr>
      <w:r>
        <w:t>Palvelupyyntö on [LK3]</w:t>
      </w:r>
    </w:p>
    <w:p w14:paraId="372EA52D" w14:textId="6ACAB870" w:rsidR="00083FB1" w:rsidRDefault="00083FB1" w:rsidP="00D54165">
      <w:pPr>
        <w:pStyle w:val="Luettelokappale"/>
        <w:numPr>
          <w:ilvl w:val="1"/>
          <w:numId w:val="5"/>
        </w:numPr>
      </w:pPr>
      <w:r>
        <w:lastRenderedPageBreak/>
        <w:t>PPA, Potilasasiakirjojen arkistointi</w:t>
      </w:r>
    </w:p>
    <w:p w14:paraId="1383867E" w14:textId="387C436C" w:rsidR="00083FB1" w:rsidRDefault="00083FB1" w:rsidP="0002303F">
      <w:pPr>
        <w:pStyle w:val="Luettelokappale"/>
        <w:numPr>
          <w:ilvl w:val="0"/>
          <w:numId w:val="52"/>
        </w:numPr>
      </w:pPr>
      <w:r>
        <w:t>Asiakirjan korvauksen syy [LK2]</w:t>
      </w:r>
    </w:p>
    <w:p w14:paraId="37CB4CC4" w14:textId="39962C50" w:rsidR="00083FB1" w:rsidRDefault="00083FB1" w:rsidP="00D54165">
      <w:pPr>
        <w:pStyle w:val="Luettelokappale"/>
        <w:numPr>
          <w:ilvl w:val="1"/>
          <w:numId w:val="5"/>
        </w:numPr>
      </w:pPr>
      <w:r>
        <w:t>palvelutapahtuman päättäminen ja päivittäminen: 1, korjaus</w:t>
      </w:r>
    </w:p>
    <w:p w14:paraId="0D4CCF80" w14:textId="48D02CAC" w:rsidR="00083FB1" w:rsidRDefault="00083FB1" w:rsidP="00D54165">
      <w:pPr>
        <w:pStyle w:val="Luettelokappale"/>
        <w:numPr>
          <w:ilvl w:val="1"/>
          <w:numId w:val="5"/>
        </w:numPr>
      </w:pPr>
      <w:r>
        <w:t>palvelutapahtuman mitätöiminen: 2, mitätöinti</w:t>
      </w:r>
    </w:p>
    <w:p w14:paraId="56C1223D" w14:textId="45D837DE" w:rsidR="00083FB1" w:rsidRDefault="00083FB1" w:rsidP="00D54165">
      <w:pPr>
        <w:pStyle w:val="Luettelokappale"/>
        <w:numPr>
          <w:ilvl w:val="1"/>
          <w:numId w:val="5"/>
        </w:numPr>
      </w:pPr>
      <w:r>
        <w:t>palvelutapahtumaa ei ole mahdollista päivittää tai mitätöidä siten että vanhat versiot merkitään käytöstä poistetuiksi (koodiarvot 3 ja 4)</w:t>
      </w:r>
    </w:p>
    <w:p w14:paraId="4A4B559A" w14:textId="1E03CEDB" w:rsidR="00083FB1" w:rsidRDefault="00083FB1"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471FCDCF" w14:textId="0BC284FA" w:rsidR="00083FB1" w:rsidRDefault="00083FB1" w:rsidP="00083FB1">
      <w:pPr>
        <w:pStyle w:val="Numeroituluettelo"/>
      </w:pPr>
      <w:r>
        <w:t>Järjestelmä tallentaa tiedon siitä, että palvelutapahtuman korvaava versio on arkistoitu [V3]</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E7D49F" w14:textId="5C650AF8" w:rsidR="00083FB1" w:rsidRPr="00083FB1" w:rsidRDefault="00083FB1" w:rsidP="00083FB1">
      <w:pPr>
        <w:pStyle w:val="Leipteksti"/>
        <w:spacing w:after="0"/>
      </w:pPr>
      <w:r>
        <w:t>V4 Arkistointi ei onnistu. Järjestelmä tallentaa tiedon virhetilanteesta ja toimii Arkiston palauttaman virheilmoituksen mukaisesti. Käyttötapaus päättyy.</w:t>
      </w:r>
    </w:p>
    <w:p w14:paraId="11AD77D5" w14:textId="4C85AD75" w:rsidR="00E57E35" w:rsidRPr="00E57E35" w:rsidRDefault="00076B9B" w:rsidP="00076B9B">
      <w:r>
        <w:br w:type="page"/>
      </w:r>
    </w:p>
    <w:p w14:paraId="4FE9D280" w14:textId="70C6F415" w:rsidR="009F703C" w:rsidRDefault="00E57E35" w:rsidP="00E57E35">
      <w:pPr>
        <w:pStyle w:val="Otsikko1"/>
      </w:pPr>
      <w:bookmarkStart w:id="21" w:name="_Toc121475908"/>
      <w:r w:rsidRPr="00E57E35">
        <w:lastRenderedPageBreak/>
        <w:t>Korvaa palvelutapahtuma-asiakirja</w:t>
      </w:r>
      <w:bookmarkEnd w:id="21"/>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3228CB4A" w:rsidR="00E57E35" w:rsidRDefault="00E57E35" w:rsidP="00D54165">
      <w:pPr>
        <w:pStyle w:val="Leipteksti"/>
        <w:numPr>
          <w:ilvl w:val="0"/>
          <w:numId w:val="12"/>
        </w:numPr>
        <w:spacing w:after="0"/>
      </w:pPr>
      <w:r>
        <w:t xml:space="preserve">Vanhan palvelutapahtuman korvaaminen. Vanhoja asiakirjoja koskeva palvelutapahtuma korjataan potilastietojärjestelmästä sanomarajapinnan kautta Potilastiedon arkistoon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28095E06"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0A68D16B" w14:textId="77777777" w:rsidR="00E57E35" w:rsidRDefault="00E57E35" w:rsidP="00E57E35">
      <w:pPr>
        <w:pStyle w:val="Leipteksti"/>
        <w:spacing w:after="0"/>
        <w:ind w:left="2138"/>
      </w:pPr>
    </w:p>
    <w:p w14:paraId="42AC42A4" w14:textId="77777777" w:rsidR="00E57E35" w:rsidRDefault="00E57E35" w:rsidP="00E57E35">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CC4061E" w14:textId="65855DD3" w:rsidR="00E57E35" w:rsidRPr="00E57E35" w:rsidRDefault="00E57E35" w:rsidP="00E57E35">
      <w:pPr>
        <w:pStyle w:val="Leipteksti"/>
      </w:pPr>
      <w:r>
        <w:t>Lopputuloksena palvelutapahtuman tuottanut organisaatio on muodostanut palvelutapahtuma-asiakirjasta uuden version, se on arkistoitu Potilastiedon arkistoon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5D3FE510" w:rsidR="00E57E35" w:rsidRPr="00E57E35" w:rsidRDefault="00E57E35" w:rsidP="00E57E35">
      <w:pPr>
        <w:pStyle w:val="Numeroituluettelo"/>
      </w:pPr>
      <w:r>
        <w:t>Potilastiedon arkisto, Kanta-viestinvälitys, jatkossa Arkisto</w:t>
      </w:r>
    </w:p>
    <w:p w14:paraId="3CC11493" w14:textId="13238778" w:rsidR="009F703C" w:rsidRDefault="009F703C" w:rsidP="009F703C">
      <w:pPr>
        <w:pStyle w:val="Otsikko2"/>
      </w:pPr>
      <w:r w:rsidRPr="009F703C">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1EF5049" w:rsidR="00E57E35" w:rsidRPr="00E57E35" w:rsidRDefault="00E57E35" w:rsidP="00E57E35">
      <w:pPr>
        <w:pStyle w:val="Numeroituluettelo"/>
      </w:pPr>
      <w:r>
        <w:t>Lisäksi tilanteessa D (ostopalvelu): Ostopalvelun järjestäjän arkistoasiakirjat-rekisterissä on ostopalvelun valtuutus, joka oikeuttaa ostopalvelun tuottajan arkistoimaan palvelutapahtuman ostopalvelun järjestäjän rekisteriin.</w:t>
      </w:r>
    </w:p>
    <w:p w14:paraId="563F25FD" w14:textId="59ABA9D6" w:rsidR="009F703C" w:rsidRDefault="009F703C" w:rsidP="009F703C">
      <w:pPr>
        <w:pStyle w:val="Otsikko2"/>
      </w:pPr>
      <w:r w:rsidRPr="009F703C">
        <w:lastRenderedPageBreak/>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02303F">
      <w:pPr>
        <w:pStyle w:val="Luettelokappale"/>
        <w:numPr>
          <w:ilvl w:val="0"/>
          <w:numId w:val="52"/>
        </w:numPr>
      </w:pPr>
      <w:r>
        <w:t>Palvelutapahtuman päivittäminen: järjestelmä tuottaa palvelutapahtuman muuttuneet tiedot</w:t>
      </w:r>
    </w:p>
    <w:p w14:paraId="3C92BEE2" w14:textId="7FEDECE8" w:rsidR="00E57E35" w:rsidRDefault="00E57E35" w:rsidP="0002303F">
      <w:pPr>
        <w:pStyle w:val="Luettelokappale"/>
        <w:numPr>
          <w:ilvl w:val="0"/>
          <w:numId w:val="52"/>
        </w:numPr>
      </w:pPr>
      <w:r>
        <w:t>Palvelutapahtuman päättäminen: järjestelmä tuottaa palvelutapahtumalle loppupäivän</w:t>
      </w:r>
    </w:p>
    <w:p w14:paraId="64B1B9F8" w14:textId="7959F9E1" w:rsidR="00E57E35" w:rsidRDefault="00E57E35" w:rsidP="0002303F">
      <w:pPr>
        <w:pStyle w:val="Luettelokappale"/>
        <w:numPr>
          <w:ilvl w:val="0"/>
          <w:numId w:val="52"/>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Mitätöivän asiakirjan sisältö on samalainen kuin normaalin palvelutapahtuma-asiakirjan, mutta header-tiedoissa asiakirjan valmistumisen tila saa arvon 'Poistettu' (hl7fi:recordStatus=7)  [LK12]</w:t>
      </w:r>
    </w:p>
    <w:p w14:paraId="35D8AFE4" w14:textId="11DCCBFB" w:rsidR="00E57E35" w:rsidRDefault="00E57E35" w:rsidP="00D54165">
      <w:pPr>
        <w:pStyle w:val="Luettelokappale"/>
        <w:numPr>
          <w:ilvl w:val="1"/>
          <w:numId w:val="5"/>
        </w:numPr>
      </w:pPr>
      <w:r>
        <w:t>Palvelutapahtuman mitätöinti on mahdollinen vain, jos siihen kuuluvat hoitoasiakirjat on jo mitätöity</w:t>
      </w:r>
    </w:p>
    <w:p w14:paraId="54E09E8F" w14:textId="7CD87AAD" w:rsidR="00E57E35" w:rsidRDefault="00E57E35" w:rsidP="0002303F">
      <w:pPr>
        <w:pStyle w:val="Luettelokappale"/>
        <w:numPr>
          <w:ilvl w:val="0"/>
          <w:numId w:val="52"/>
        </w:numPr>
      </w:pPr>
      <w:r>
        <w:t xml:space="preserve">Kun kyseessä on alaikäinen henkilö, järjestelmä tuottaa palvelutapahtuma-asiakirjan header-tietoihin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02303F">
      <w:pPr>
        <w:pStyle w:val="Luettelokappale"/>
        <w:numPr>
          <w:ilvl w:val="0"/>
          <w:numId w:val="52"/>
        </w:numPr>
      </w:pPr>
      <w:r>
        <w:t>MR-sanoma on RCMR_IN100016 FI01</w:t>
      </w:r>
    </w:p>
    <w:p w14:paraId="3C48D64E" w14:textId="0715AD9C" w:rsidR="00E57E35" w:rsidRDefault="00E57E35" w:rsidP="0002303F">
      <w:pPr>
        <w:pStyle w:val="Luettelokappale"/>
        <w:numPr>
          <w:ilvl w:val="0"/>
          <w:numId w:val="52"/>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35FE5D2B" w:rsidR="00E57E35" w:rsidRDefault="00E57E35" w:rsidP="00D54165">
      <w:pPr>
        <w:pStyle w:val="Luettelokappale"/>
        <w:numPr>
          <w:ilvl w:val="1"/>
          <w:numId w:val="5"/>
        </w:numPr>
      </w:pPr>
      <w:r>
        <w:lastRenderedPageBreak/>
        <w:t>tilanteessa D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6D0A7F11" w14:textId="3F97DCF6"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6B98FC2" w14:textId="01A36ABE" w:rsidR="00E57E35" w:rsidRDefault="00E57E35" w:rsidP="0002303F">
      <w:pPr>
        <w:pStyle w:val="Luettelokappale"/>
        <w:numPr>
          <w:ilvl w:val="0"/>
          <w:numId w:val="52"/>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t>palvelutapahtumaa ei ole mahdollista päivittää tai mitätöidä siten että vanhat versiot merkitään käytöstä poistetuiksi (koodiarvot 3 ja 4)</w:t>
      </w:r>
    </w:p>
    <w:p w14:paraId="5E45CE60" w14:textId="27E939C5" w:rsidR="00E57E35" w:rsidRDefault="00E57E35"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644A0399" w:rsidR="00E57E35" w:rsidRPr="00E57E35" w:rsidRDefault="00E57E35" w:rsidP="00E57E35">
      <w:pPr>
        <w:pStyle w:val="Leipteksti"/>
        <w:spacing w:after="0"/>
      </w:pPr>
      <w:r>
        <w:t>V4 Arkistointi ei onnistu. Järjestelmä tallentaa tiedon virhetilanteesta ja toimii Arkiston palauttaman virheilmoituksen mukaisesti. Käyttötapaus päättyy.</w:t>
      </w: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1CF77EF7" w:rsidR="009F703C" w:rsidRDefault="00E57E35" w:rsidP="00E57E35">
      <w:pPr>
        <w:pStyle w:val="Otsikko1"/>
      </w:pPr>
      <w:bookmarkStart w:id="22" w:name="_Toc121475909"/>
      <w:r w:rsidRPr="00E57E35">
        <w:lastRenderedPageBreak/>
        <w:t>Korvaa hoitoasiakirja (PPA)</w:t>
      </w:r>
      <w:bookmarkEnd w:id="22"/>
    </w:p>
    <w:p w14:paraId="65948898" w14:textId="46AE4919" w:rsidR="009F703C" w:rsidRDefault="009F703C" w:rsidP="009F703C">
      <w:pPr>
        <w:pStyle w:val="Otsikko2"/>
      </w:pPr>
      <w:r w:rsidRPr="009F703C">
        <w:t>Käyttötapauksen yleiskuvaus ja lopputulos</w:t>
      </w:r>
    </w:p>
    <w:p w14:paraId="61F16932" w14:textId="77777777" w:rsidR="009A30A4" w:rsidRDefault="009A30A4" w:rsidP="009A30A4">
      <w:pPr>
        <w:pStyle w:val="Leipteksti"/>
      </w:pPr>
      <w:r>
        <w:t>Kayttötapaus kuvaa korvaavan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19576884" w:rsidR="009A30A4" w:rsidRDefault="009A30A4" w:rsidP="00D54165">
      <w:pPr>
        <w:pStyle w:val="Leipteksti"/>
        <w:numPr>
          <w:ilvl w:val="0"/>
          <w:numId w:val="13"/>
        </w:numPr>
        <w:spacing w:after="0"/>
      </w:pPr>
      <w:r>
        <w:t>Kertomusteksti-muotoisen korvaavan hoitoasiakirjan arkistointi</w:t>
      </w:r>
    </w:p>
    <w:p w14:paraId="2664F9E7" w14:textId="5AD724F0" w:rsidR="009A30A4" w:rsidRDefault="009A30A4" w:rsidP="00D54165">
      <w:pPr>
        <w:pStyle w:val="Leipteksti"/>
        <w:numPr>
          <w:ilvl w:val="0"/>
          <w:numId w:val="13"/>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77777777" w:rsidR="009A30A4" w:rsidRDefault="009A30A4" w:rsidP="009A30A4">
      <w:pPr>
        <w:pStyle w:val="Leipteksti"/>
        <w:spacing w:after="0"/>
      </w:pPr>
      <w:r>
        <w:t>Arkistointitilanteen mukaan (kaikissa arkistointitilanteissa D, E ja F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25C26D1D" w14:textId="77777777" w:rsidR="009A30A4" w:rsidRDefault="009A30A4" w:rsidP="009A30A4">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2EE0CB3A" w14:textId="77777777" w:rsidR="009A30A4" w:rsidRDefault="009A30A4" w:rsidP="009A30A4">
      <w:pPr>
        <w:pStyle w:val="Leipteksti"/>
        <w:spacing w:after="0"/>
      </w:pPr>
      <w:r>
        <w:lastRenderedPageBreak/>
        <w:t>Lopputuloksena</w:t>
      </w:r>
    </w:p>
    <w:p w14:paraId="00E133CF" w14:textId="395EE1CF" w:rsidR="009A30A4" w:rsidRDefault="009A30A4" w:rsidP="0002303F">
      <w:pPr>
        <w:pStyle w:val="Luettelokappale"/>
        <w:numPr>
          <w:ilvl w:val="0"/>
          <w:numId w:val="52"/>
        </w:numPr>
      </w:pPr>
      <w:r>
        <w:t>tilanteessa A (kertomusteksti) uusi asiakirjaversio on muodostettu ja se on korvannut asiakirjan edellisen version Potilastiedon arkistossa</w:t>
      </w:r>
    </w:p>
    <w:p w14:paraId="5A8D4777" w14:textId="7054411F" w:rsidR="009A30A4" w:rsidRDefault="009A30A4" w:rsidP="0002303F">
      <w:pPr>
        <w:pStyle w:val="Luettelokappale"/>
        <w:numPr>
          <w:ilvl w:val="0"/>
          <w:numId w:val="52"/>
        </w:numPr>
      </w:pPr>
      <w:r>
        <w:t>tilanteessa B (lomakeasiakirja) mitätöivä asiakirja on arkistoitu</w:t>
      </w:r>
    </w:p>
    <w:p w14:paraId="78FB9411" w14:textId="608B6C88" w:rsidR="009A30A4" w:rsidRDefault="009A30A4"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02303F">
      <w:pPr>
        <w:pStyle w:val="Luettelokappale"/>
        <w:numPr>
          <w:ilvl w:val="0"/>
          <w:numId w:val="52"/>
        </w:numPr>
      </w:pPr>
      <w:r>
        <w:t>Potilastietojärjestelmässä on tieto korvauksesta.</w:t>
      </w:r>
    </w:p>
    <w:p w14:paraId="0E491A38" w14:textId="7D160117" w:rsidR="009F703C" w:rsidRDefault="009F703C" w:rsidP="009F703C">
      <w:pPr>
        <w:pStyle w:val="Otsikko2"/>
      </w:pPr>
      <w:r w:rsidRPr="009F703C">
        <w:t>Käyttäjäroolit</w:t>
      </w:r>
    </w:p>
    <w:p w14:paraId="1B9F62FB" w14:textId="36276182" w:rsidR="009A30A4" w:rsidRDefault="009A30A4" w:rsidP="009A30A4">
      <w:pPr>
        <w:pStyle w:val="Numeroituluettelo"/>
      </w:pPr>
      <w:r>
        <w:t>Kantaan liittynyt järjestelmä, potilastietojärjestelmä, jatkossa Järjestelmä</w:t>
      </w:r>
    </w:p>
    <w:p w14:paraId="5034CC43" w14:textId="1169C128" w:rsidR="009A30A4" w:rsidRPr="009A30A4" w:rsidRDefault="009A30A4" w:rsidP="009A30A4">
      <w:pPr>
        <w:pStyle w:val="Numeroituluettelo"/>
      </w:pPr>
      <w:r>
        <w:t>Potilastiedon arkisto, Kanta-viestinvälitys, jatkossa Arkisto</w:t>
      </w:r>
    </w:p>
    <w:p w14:paraId="257F9882" w14:textId="02C90AC2" w:rsidR="009F703C" w:rsidRDefault="009F703C" w:rsidP="009F703C">
      <w:pPr>
        <w:pStyle w:val="Otsikko2"/>
      </w:pPr>
      <w:r w:rsidRPr="009F703C">
        <w:t>Esiehdot</w:t>
      </w:r>
    </w:p>
    <w:p w14:paraId="4FCA8E80" w14:textId="4FDE5F23" w:rsidR="009A30A4" w:rsidRDefault="009A30A4" w:rsidP="009A30A4">
      <w:pPr>
        <w:pStyle w:val="Numeroituluettelo"/>
      </w:pPr>
      <w:r>
        <w:t>Arkistossa on potilasta koskeva kertomusasiakirja, johon sisältyvää yhtä tai useampaa merkintää on muutettu (korjattu tai poistettu) Järjestelmässä</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07718734" w:rsidR="009A30A4" w:rsidRDefault="009A30A4" w:rsidP="0002303F">
      <w:pPr>
        <w:pStyle w:val="Luettelokappale"/>
        <w:numPr>
          <w:ilvl w:val="0"/>
          <w:numId w:val="52"/>
        </w:numPr>
      </w:pPr>
      <w:r>
        <w:t>Ostopalvelun tuottajalla on tiedossa ostopalvelujen järjestäjän rekisteri, jota ostopalvelun valtuutus koskee ja johon asiakirjat arkistoidaan</w:t>
      </w:r>
    </w:p>
    <w:p w14:paraId="75AE59DD" w14:textId="3C078F99" w:rsidR="009A30A4" w:rsidRPr="009A30A4" w:rsidRDefault="009A30A4" w:rsidP="0002303F">
      <w:pPr>
        <w:pStyle w:val="Luettelokappale"/>
        <w:numPr>
          <w:ilvl w:val="0"/>
          <w:numId w:val="52"/>
        </w:numPr>
      </w:pPr>
      <w:r>
        <w:t>Palvelutapahtuma, johon hoitoasiakirja kuuluu, on arkistoitu ostopalvelun järjestäjän rekisteriin, ja siinä on yksilöity ostopalvelun valtuutus. [LT2]</w:t>
      </w:r>
    </w:p>
    <w:p w14:paraId="2B0A759D" w14:textId="2E6DF4D8"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534F6F07" w:rsidR="009A30A4" w:rsidRDefault="009A30A4" w:rsidP="00CB7D83">
      <w:pPr>
        <w:pStyle w:val="Numeroituluettelo"/>
        <w:spacing w:after="0"/>
      </w:pPr>
      <w:r>
        <w:t>Järjestelmä valitsee korvaavaan asiakirjaan tulevan sisällön [LM2]</w:t>
      </w:r>
    </w:p>
    <w:p w14:paraId="7C261783" w14:textId="4982F2E1" w:rsidR="009A30A4" w:rsidRDefault="009A30A4"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(PPA) normaalissa tapahtumankulussa kuvatuilla periaatteilla</w:t>
      </w:r>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02303F">
      <w:pPr>
        <w:pStyle w:val="Luettelokappale"/>
        <w:numPr>
          <w:ilvl w:val="0"/>
          <w:numId w:val="52"/>
        </w:numPr>
      </w:pPr>
      <w:r>
        <w:t xml:space="preserve">Asiakirjan mitätöiminen (poistaminen): Järjestelmä tuottaa uuden korvaavan asiakirjaversion, jonka body-osa on ns. tyhjä. Asiakirjan body-osassa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02303F">
      <w:pPr>
        <w:pStyle w:val="Luettelokappale"/>
        <w:numPr>
          <w:ilvl w:val="0"/>
          <w:numId w:val="52"/>
        </w:numPr>
      </w:pPr>
      <w:r>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ka body-osa on ns. tyhjä</w:t>
      </w:r>
      <w:r w:rsidR="000C05D1">
        <w:t xml:space="preserve"> (ei lomakesisältöä). A</w:t>
      </w:r>
      <w:r>
        <w:t>rkistointi tapahtuu tämän käyttötapauksen mukaisesti.</w:t>
      </w:r>
    </w:p>
    <w:p w14:paraId="0F8E4B03" w14:textId="1B86F1D1" w:rsidR="009A30A4" w:rsidRDefault="009A30A4" w:rsidP="0002303F">
      <w:pPr>
        <w:pStyle w:val="Luettelokappale"/>
        <w:numPr>
          <w:ilvl w:val="0"/>
          <w:numId w:val="52"/>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02303F">
      <w:pPr>
        <w:pStyle w:val="Luettelokappale"/>
        <w:numPr>
          <w:ilvl w:val="0"/>
          <w:numId w:val="52"/>
        </w:numPr>
      </w:pPr>
      <w:r>
        <w:t>Asiakirjan päivittäminen:</w:t>
      </w:r>
    </w:p>
    <w:p w14:paraId="0B45B940" w14:textId="6D390F23" w:rsidR="009A30A4" w:rsidRDefault="009A30A4" w:rsidP="00D54165">
      <w:pPr>
        <w:pStyle w:val="Luettelokappale"/>
        <w:numPr>
          <w:ilvl w:val="1"/>
          <w:numId w:val="5"/>
        </w:numPr>
      </w:pPr>
      <w:r>
        <w:t>Uudessa asiakirjaversiossa voidaan muuttaa mitä tahansa kuvailutietoja lukuun ottamatta asiakirjan rekisterinpitäjää, rekisteriä ja rekisterin tarkennetta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02303F">
      <w:pPr>
        <w:pStyle w:val="Luettelokappale"/>
        <w:numPr>
          <w:ilvl w:val="0"/>
          <w:numId w:val="52"/>
        </w:numPr>
      </w:pPr>
      <w:r>
        <w:t>Asiakirjan mitätöiminen (poistaminen):</w:t>
      </w:r>
    </w:p>
    <w:p w14:paraId="16515D72" w14:textId="28D2F648" w:rsidR="009A30A4" w:rsidRDefault="009A30A4"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4A7AA765" w14:textId="6147982F" w:rsidR="009A30A4" w:rsidRDefault="009A30A4" w:rsidP="00D54165">
      <w:pPr>
        <w:pStyle w:val="Luettelokappale"/>
        <w:numPr>
          <w:ilvl w:val="1"/>
          <w:numId w:val="5"/>
        </w:numPr>
      </w:pPr>
      <w:r>
        <w:t>mitätöivän asiakirjan header-tiedoissa asiakirjan valmistumisen tila saa arvon 'Poistettu' (hl7fi:recordStatus=7)  [LK12]</w:t>
      </w:r>
    </w:p>
    <w:p w14:paraId="5E74A462" w14:textId="563B119C" w:rsidR="009A30A4" w:rsidRDefault="009A30A4" w:rsidP="0002303F">
      <w:pPr>
        <w:pStyle w:val="Luettelokappale"/>
        <w:numPr>
          <w:ilvl w:val="0"/>
          <w:numId w:val="52"/>
        </w:numPr>
      </w:pPr>
      <w:r>
        <w:lastRenderedPageBreak/>
        <w:t>Lisäksi tilanteessa A (kertomusteksti) ja B (lomakeasiakirja)</w:t>
      </w:r>
    </w:p>
    <w:p w14:paraId="3BD32383" w14:textId="18191EFF" w:rsidR="009A30A4" w:rsidRDefault="009A30A4" w:rsidP="00D54165">
      <w:pPr>
        <w:pStyle w:val="Luettelokappale"/>
        <w:numPr>
          <w:ilvl w:val="1"/>
          <w:numId w:val="5"/>
        </w:numPr>
      </w:pPr>
      <w:r>
        <w:t>korvaava asiakirja saa uuden yksilöintitunnuksen</w:t>
      </w:r>
    </w:p>
    <w:p w14:paraId="2E061F40" w14:textId="298A69F8" w:rsidR="009A30A4" w:rsidRDefault="009A30A4" w:rsidP="00D54165">
      <w:pPr>
        <w:pStyle w:val="Luettelokappale"/>
        <w:numPr>
          <w:ilvl w:val="1"/>
          <w:numId w:val="5"/>
        </w:numPr>
      </w:pPr>
      <w:r>
        <w:t>asiakirjaan tulee muuttumattomana alkuperäisen asiakirjan yksilöintitunnus (setId)</w:t>
      </w:r>
    </w:p>
    <w:p w14:paraId="3BE998BE" w14:textId="3C6D4CF2" w:rsidR="009A30A4" w:rsidRDefault="009A30A4" w:rsidP="00D54165">
      <w:pPr>
        <w:pStyle w:val="Luettelokappale"/>
        <w:numPr>
          <w:ilvl w:val="1"/>
          <w:numId w:val="5"/>
        </w:numPr>
      </w:pPr>
      <w:r>
        <w:t>asiakirjan versionumero kasvaa yhdellä</w:t>
      </w:r>
    </w:p>
    <w:p w14:paraId="0B95773C" w14:textId="5A676790" w:rsidR="009A30A4" w:rsidRDefault="009A30A4" w:rsidP="00D54165">
      <w:pPr>
        <w:pStyle w:val="Luettelokappale"/>
        <w:numPr>
          <w:ilvl w:val="1"/>
          <w:numId w:val="5"/>
        </w:numPr>
      </w:pPr>
      <w:r>
        <w:t>korjauksen kohde viittaa asiakirjan edelliseen versioon (id, setId ja versio) ja asiakirjojen välisen suhteen ilmaiseva tyyppi on RPLC (replace)</w:t>
      </w:r>
    </w:p>
    <w:p w14:paraId="000BF3D8" w14:textId="57283C93" w:rsidR="009A30A4" w:rsidRDefault="009A30A4" w:rsidP="0002303F">
      <w:pPr>
        <w:pStyle w:val="Luettelokappale"/>
        <w:numPr>
          <w:ilvl w:val="0"/>
          <w:numId w:val="52"/>
        </w:numPr>
      </w:pPr>
      <w:r>
        <w:t>Lisäksi tilanteessa C (ylläpidettävän asiakirjan versiointi)</w:t>
      </w:r>
    </w:p>
    <w:p w14:paraId="65965E0A" w14:textId="0956DE43" w:rsidR="009A30A4" w:rsidRDefault="009A30A4" w:rsidP="00D54165">
      <w:pPr>
        <w:pStyle w:val="Luettelokappale"/>
        <w:numPr>
          <w:ilvl w:val="1"/>
          <w:numId w:val="5"/>
        </w:numPr>
      </w:pPr>
      <w:r>
        <w:t>asiakirja saa uuden yksilöintitunnuksen ja uuden alkuperäisen asiakirjan yksilöintitunnuksen (setId)</w:t>
      </w:r>
    </w:p>
    <w:p w14:paraId="54A284CB" w14:textId="5BD569CD" w:rsidR="009A30A4" w:rsidRDefault="009A30A4" w:rsidP="00D54165">
      <w:pPr>
        <w:pStyle w:val="Luettelokappale"/>
        <w:numPr>
          <w:ilvl w:val="1"/>
          <w:numId w:val="5"/>
        </w:numPr>
      </w:pPr>
      <w:r>
        <w:t>asiakirjan versionumero on 1</w:t>
      </w:r>
    </w:p>
    <w:p w14:paraId="79CD3B15" w14:textId="5B72E30C" w:rsidR="009A30A4" w:rsidRDefault="009A30A4" w:rsidP="00D54165">
      <w:pPr>
        <w:pStyle w:val="Luettelokappale"/>
        <w:numPr>
          <w:ilvl w:val="1"/>
          <w:numId w:val="5"/>
        </w:numPr>
      </w:pPr>
      <w:r>
        <w:t>versioinnin kohde viittaa Tiedonhallintapalvelun palauttamaan ylläpidettävään asiakirjaan (id, setId ja versio) ja asiakirjojen välisen suhteen ilmaiseva tyyppi on APND (append)</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02303F">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1F2D4AA4" w:rsidR="009A30A4" w:rsidRDefault="009A30A4" w:rsidP="00CB7D83">
      <w:pPr>
        <w:pStyle w:val="Numeroituluettelo"/>
      </w:pPr>
      <w:r>
        <w:t>Järjestelmä tallentaa tiedon siitä, mihin asiakirjaan merkintä liitettiin. [V3]</w:t>
      </w:r>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4DAB16C0" w:rsidR="009A30A4" w:rsidRDefault="009A30A4" w:rsidP="0002303F">
      <w:pPr>
        <w:pStyle w:val="Luettelokappale"/>
        <w:numPr>
          <w:ilvl w:val="0"/>
          <w:numId w:val="52"/>
        </w:numPr>
      </w:pPr>
      <w:r>
        <w:t>MR-sanoma on RCMR_IN100016FI01 (poikkeuksena tilanne C, jossa käytetään RCMR_IN100002FI01)</w:t>
      </w:r>
    </w:p>
    <w:p w14:paraId="4A030D81" w14:textId="4AE4EB53" w:rsidR="009A30A4" w:rsidRDefault="009A30A4" w:rsidP="0002303F">
      <w:pPr>
        <w:pStyle w:val="Luettelokappale"/>
        <w:numPr>
          <w:ilvl w:val="0"/>
          <w:numId w:val="52"/>
        </w:numPr>
      </w:pPr>
      <w:r>
        <w:t>Palvelupyyntö on [LK3]</w:t>
      </w:r>
    </w:p>
    <w:p w14:paraId="7229D963" w14:textId="26DA437D" w:rsidR="009A30A4" w:rsidRDefault="009A30A4" w:rsidP="00D54165">
      <w:pPr>
        <w:pStyle w:val="Luettelokappale"/>
        <w:numPr>
          <w:ilvl w:val="1"/>
          <w:numId w:val="5"/>
        </w:numPr>
      </w:pPr>
      <w:r>
        <w:t>PPA, Potilasasiakirjojen arkistointi</w:t>
      </w:r>
    </w:p>
    <w:p w14:paraId="4A85AEC3" w14:textId="3382A7E9" w:rsidR="009A30A4" w:rsidRDefault="009A30A4" w:rsidP="0002303F">
      <w:pPr>
        <w:pStyle w:val="Luettelokappale"/>
        <w:numPr>
          <w:ilvl w:val="0"/>
          <w:numId w:val="52"/>
        </w:numPr>
      </w:pPr>
      <w:r>
        <w:t>Asiakirjan korvauksen syy [LK2]</w:t>
      </w:r>
    </w:p>
    <w:p w14:paraId="058E5C2A" w14:textId="2CD87494" w:rsidR="009A30A4" w:rsidRDefault="009A30A4" w:rsidP="00D54165">
      <w:pPr>
        <w:pStyle w:val="Luettelokappale"/>
        <w:numPr>
          <w:ilvl w:val="1"/>
          <w:numId w:val="5"/>
        </w:numPr>
      </w:pPr>
      <w:r>
        <w:t>asiakirjan korjaaminen tai päivittäminen: 1, korjaus</w:t>
      </w:r>
    </w:p>
    <w:p w14:paraId="41726B42" w14:textId="0FB347BF" w:rsidR="009A30A4" w:rsidRDefault="009A30A4" w:rsidP="00D54165">
      <w:pPr>
        <w:pStyle w:val="Luettelokappale"/>
        <w:numPr>
          <w:ilvl w:val="1"/>
          <w:numId w:val="5"/>
        </w:numPr>
      </w:pPr>
      <w:r>
        <w:t>asiakirjan mitätöiminen: 2, mitätöinti</w:t>
      </w:r>
    </w:p>
    <w:p w14:paraId="5D899F10" w14:textId="06978DAA" w:rsidR="009A30A4" w:rsidRDefault="009A30A4" w:rsidP="00D54165">
      <w:pPr>
        <w:pStyle w:val="Luettelokappale"/>
        <w:numPr>
          <w:ilvl w:val="1"/>
          <w:numId w:val="5"/>
        </w:numPr>
      </w:pPr>
      <w:r>
        <w:t>asiakirjan korjaus: 3, korjaus siten, että vanhat versiot merkitään käytöstä poistetuiksi</w:t>
      </w:r>
    </w:p>
    <w:p w14:paraId="03A80BB9" w14:textId="6986C6FA" w:rsidR="009A30A4" w:rsidRDefault="009A30A4" w:rsidP="00D54165">
      <w:pPr>
        <w:pStyle w:val="Luettelokappale"/>
        <w:numPr>
          <w:ilvl w:val="1"/>
          <w:numId w:val="5"/>
        </w:numPr>
      </w:pPr>
      <w:r>
        <w:t>asiakirjan mitätöiminen: 4, mitätöinti siten, että vanhat versiot merkitään käytöstä poistetuiksi</w:t>
      </w:r>
    </w:p>
    <w:p w14:paraId="60D662B1" w14:textId="166E0CC1" w:rsidR="009A30A4" w:rsidRDefault="009A30A4" w:rsidP="00D54165">
      <w:pPr>
        <w:pStyle w:val="Luettelokappale"/>
        <w:numPr>
          <w:ilvl w:val="1"/>
          <w:numId w:val="5"/>
        </w:numPr>
      </w:pPr>
      <w:r>
        <w:lastRenderedPageBreak/>
        <w:t>tilanteessa B (lomakeasiakirja) vain mitätöinti on mahdollinen, eli käytössä ovat vain koodiarvot 2 ja 4</w:t>
      </w:r>
    </w:p>
    <w:p w14:paraId="1B94F9C5" w14:textId="14CD3DF7" w:rsidR="009A30A4" w:rsidRDefault="009A30A4" w:rsidP="00D54165">
      <w:pPr>
        <w:pStyle w:val="Luettelokappale"/>
        <w:numPr>
          <w:ilvl w:val="1"/>
          <w:numId w:val="5"/>
        </w:numPr>
      </w:pPr>
      <w:r>
        <w:t>Tilanteessa C (ylläpidettävän asiakirjan versiointi) asiakirjan korvauksen syy ei ole käytössä.</w:t>
      </w:r>
    </w:p>
    <w:p w14:paraId="3D3EA966" w14:textId="102CF357" w:rsidR="009A30A4" w:rsidRDefault="009A30A4" w:rsidP="00D54165">
      <w:pPr>
        <w:pStyle w:val="Luettelokappale"/>
        <w:numPr>
          <w:ilvl w:val="1"/>
          <w:numId w:val="5"/>
        </w:numPr>
      </w:pPr>
      <w:r>
        <w:t>Ylläpidettävän asiakirjan mitätöinti tapahtuu tilannetta A (kertomusteksti) vastaavalla tavalla: käytössä on tällöin korvauksen syyt 2 ja 4.</w:t>
      </w:r>
    </w:p>
    <w:p w14:paraId="27F575B0" w14:textId="2DFFDFAD" w:rsidR="009A30A4" w:rsidRDefault="009A30A4" w:rsidP="00CB7D83">
      <w:pPr>
        <w:pStyle w:val="Numeroituluettelo"/>
      </w:pPr>
      <w:r>
        <w:t>Järjestelmä tallentaa tiedon siitä, että merkintä on arkistoitu. [V3]</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414164E" w:rsidR="009777CF" w:rsidRPr="009777CF" w:rsidRDefault="009777CF" w:rsidP="009777CF">
      <w:pPr>
        <w:pStyle w:val="Leipteksti"/>
        <w:spacing w:after="0"/>
      </w:pPr>
      <w:r>
        <w:t>V4 Arkistointi ei onnistu. Järjestelmä tallentaa tiedon virhetilanteesta ja toimii Arkiston palauttaman virheilmoituksen mukaisesti. Käyttötapaus päättyy.</w:t>
      </w:r>
    </w:p>
    <w:p w14:paraId="2BDA6472" w14:textId="0A8482D3" w:rsidR="009F703C" w:rsidRDefault="009F703C" w:rsidP="009F703C">
      <w:pPr>
        <w:pStyle w:val="Otsikko2"/>
      </w:pPr>
      <w:r>
        <w:t>Lisätiedot</w:t>
      </w:r>
    </w:p>
    <w:p w14:paraId="1F88E13E" w14:textId="77777777" w:rsidR="009777CF" w:rsidRDefault="009777CF" w:rsidP="009777CF">
      <w:pPr>
        <w:pStyle w:val="Leipteksti"/>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19297B7" w14:textId="39D0940F" w:rsidR="00076B9B" w:rsidRDefault="009777CF" w:rsidP="0081689C">
      <w:pPr>
        <w:pStyle w:val="Leipteksti"/>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90BA9A2" w14:textId="228F3F4A" w:rsidR="009F703C" w:rsidRDefault="009777CF" w:rsidP="009777CF">
      <w:pPr>
        <w:pStyle w:val="Otsikko1"/>
      </w:pPr>
      <w:bookmarkStart w:id="23" w:name="_Toc121475910"/>
      <w:r w:rsidRPr="009777CF">
        <w:lastRenderedPageBreak/>
        <w:t>Korvaa hoitoasiakirja</w:t>
      </w:r>
      <w:bookmarkEnd w:id="23"/>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2A179679" w:rsidR="009777CF" w:rsidRDefault="009777CF" w:rsidP="00D54165">
      <w:pPr>
        <w:pStyle w:val="Leipteksti"/>
        <w:numPr>
          <w:ilvl w:val="0"/>
          <w:numId w:val="14"/>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4FD962AB" w:rsidR="009777CF" w:rsidRDefault="009777CF" w:rsidP="00D54165">
      <w:pPr>
        <w:pStyle w:val="Leipteksti"/>
        <w:numPr>
          <w:ilvl w:val="0"/>
          <w:numId w:val="14"/>
        </w:numPr>
        <w:spacing w:after="0"/>
      </w:pPr>
      <w:r>
        <w:t>Vanhan hoitoasiakirjan korvaaminen. Tarvittaessa korvaava vanha kertomusasiakirja voidaan arkistoida potilastietojärjestelmästä sanomarajapinnan kautta Potilastiedon arkistoon.</w:t>
      </w:r>
    </w:p>
    <w:p w14:paraId="7BA26105" w14:textId="54377F41"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1F70EDD0" w14:textId="77777777" w:rsidR="009777CF" w:rsidRDefault="009777CF" w:rsidP="009777CF">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4A5FF4BE" w14:textId="77777777" w:rsidR="009777CF" w:rsidRDefault="009777CF" w:rsidP="00CE128F">
      <w:pPr>
        <w:pStyle w:val="Leipteksti"/>
        <w:spacing w:after="0"/>
      </w:pPr>
      <w:r>
        <w:lastRenderedPageBreak/>
        <w:t>Lopputuloksena</w:t>
      </w:r>
    </w:p>
    <w:p w14:paraId="5E3CEEFE" w14:textId="563A4CF0" w:rsidR="009777CF" w:rsidRDefault="009777CF" w:rsidP="0002303F">
      <w:pPr>
        <w:pStyle w:val="Luettelokappale"/>
        <w:numPr>
          <w:ilvl w:val="0"/>
          <w:numId w:val="52"/>
        </w:numPr>
      </w:pPr>
      <w:r>
        <w:t>tilanteessa A (kertomusteksti) uusi asiakirjaversio on muodostettu ja se on korvannut asiakirjan edellisen version Potilastiedon arkistossa</w:t>
      </w:r>
    </w:p>
    <w:p w14:paraId="62A97B89" w14:textId="06D4C2B5" w:rsidR="009777CF" w:rsidRDefault="009777CF" w:rsidP="0002303F">
      <w:pPr>
        <w:pStyle w:val="Luettelokappale"/>
        <w:numPr>
          <w:ilvl w:val="0"/>
          <w:numId w:val="52"/>
        </w:numPr>
      </w:pPr>
      <w:r>
        <w:t>tilanteessa B (lomakeasiakirja) mitätöivä asiakirja on arkistoitu</w:t>
      </w:r>
    </w:p>
    <w:p w14:paraId="1AF51AE0" w14:textId="34623159" w:rsidR="009777CF" w:rsidRDefault="009777CF"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02303F">
      <w:pPr>
        <w:pStyle w:val="Luettelokappale"/>
        <w:numPr>
          <w:ilvl w:val="0"/>
          <w:numId w:val="52"/>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6BC2CC72" w:rsidR="00CE128F" w:rsidRPr="00CE128F" w:rsidRDefault="00CE128F" w:rsidP="00CE128F">
      <w:pPr>
        <w:pStyle w:val="Numeroituluettelo"/>
      </w:pPr>
      <w:r>
        <w:t>Potilastiedon arkisto, Kanta-viestinvälitys, jatkossa Arkisto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02303F">
      <w:pPr>
        <w:pStyle w:val="Luettelokappale"/>
        <w:numPr>
          <w:ilvl w:val="0"/>
          <w:numId w:val="52"/>
        </w:numPr>
      </w:pPr>
      <w:r>
        <w:t>Ostopalvelun tuottajalla on tiedossa ostopalvelujen järjestäjän rekisteri, jota ostopalvelun valtuutus koskee ja johon asiakirjat arkistoidaan</w:t>
      </w:r>
    </w:p>
    <w:p w14:paraId="77CE52AE" w14:textId="437381FD" w:rsidR="00CE128F" w:rsidRPr="00CE128F" w:rsidRDefault="00CE128F" w:rsidP="0002303F">
      <w:pPr>
        <w:pStyle w:val="Luettelokappale"/>
        <w:numPr>
          <w:ilvl w:val="0"/>
          <w:numId w:val="52"/>
        </w:numPr>
      </w:pPr>
      <w:r>
        <w:t>Ostopalvelun tuottajan hoitosuhteen potilaaseen todentava palvelutapahtuma on arkistoitu ostopalvelun järjestäjän rekisteriin, ja siinä on yksilöity ostopalvelun valtuutus. [LT2]</w:t>
      </w:r>
    </w:p>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D507E9">
      <w:pPr>
        <w:pStyle w:val="Luettelokappale"/>
        <w:numPr>
          <w:ilvl w:val="0"/>
          <w:numId w:val="52"/>
        </w:numPr>
      </w:pPr>
      <w:r>
        <w:t>Asiakirjan mitätöiminen (poistaminen): Järjestelmä tuottaa uuden korvaavan asiakirjaversion, jonka body-osa on ns. tyhjä. Asiakirjan body-osassa on aina potilaan tunnistetiedot, mutta varsinaista hoitoon liittyvää asiakirjasisältöä mitätöivässä asiakirjassa ei ole.</w:t>
      </w:r>
    </w:p>
    <w:p w14:paraId="2253F1C9" w14:textId="7BE8882B" w:rsidR="00CE128F" w:rsidRDefault="00CE128F" w:rsidP="00D507E9">
      <w:pPr>
        <w:pStyle w:val="Luettelokappale"/>
        <w:numPr>
          <w:ilvl w:val="0"/>
          <w:numId w:val="52"/>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Järjestelmä tuottaa alkuperäiselle lomakeasiakirjalle uuden korvaavan (mitätöivän) asiakirjaversion, joka body-osa on ns. tyhjä</w:t>
      </w:r>
      <w:r w:rsidR="000C05D1">
        <w:t xml:space="preserve"> (ei lomakerakenteita). A</w:t>
      </w:r>
      <w:r>
        <w:t>rkistointi tapahtuu tämän käyttötapauksen mukaisesti.</w:t>
      </w:r>
    </w:p>
    <w:p w14:paraId="72EFB9A3" w14:textId="55B5723B" w:rsidR="00CE128F" w:rsidRDefault="00CE128F" w:rsidP="00D507E9">
      <w:pPr>
        <w:pStyle w:val="Luettelokappale"/>
        <w:numPr>
          <w:ilvl w:val="0"/>
          <w:numId w:val="52"/>
        </w:numPr>
      </w:pPr>
      <w:r>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D507E9">
      <w:pPr>
        <w:pStyle w:val="Luettelokappale"/>
        <w:numPr>
          <w:ilvl w:val="0"/>
          <w:numId w:val="52"/>
        </w:numPr>
      </w:pPr>
      <w:r>
        <w:t>Asiakirjan päivittäminen:</w:t>
      </w:r>
    </w:p>
    <w:p w14:paraId="5AF717E9" w14:textId="0ED36935" w:rsidR="00CE128F" w:rsidRDefault="00CE128F" w:rsidP="00D54165">
      <w:pPr>
        <w:pStyle w:val="Luettelokappale"/>
        <w:numPr>
          <w:ilvl w:val="1"/>
          <w:numId w:val="5"/>
        </w:numPr>
      </w:pPr>
      <w:r>
        <w:t>Uudessa asiakirjaversiossa voidaan muuttaa mitä tahansa kuvailutietoja lukuun ottamatta asiakirjan rekisterinpitäjää, rekisteriä ja rekisterin tarkennetta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D507E9">
      <w:pPr>
        <w:pStyle w:val="Luettelokappale"/>
        <w:numPr>
          <w:ilvl w:val="0"/>
          <w:numId w:val="52"/>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mitätöivän asiakirjan header-tiedoissa asiakirjan valmistumisen tila saa arvon 'Poistettu' (hl7fi:recordStatus=7)  [LK12]</w:t>
      </w:r>
    </w:p>
    <w:p w14:paraId="7C2BDA78" w14:textId="11D1A6E5" w:rsidR="00CE128F" w:rsidRDefault="00CE128F" w:rsidP="00D507E9">
      <w:pPr>
        <w:pStyle w:val="Luettelokappale"/>
        <w:numPr>
          <w:ilvl w:val="0"/>
          <w:numId w:val="52"/>
        </w:numPr>
      </w:pPr>
      <w:r>
        <w:lastRenderedPageBreak/>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(setId)</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t>korjauksen kohde viittaa asiakirjan edelliseen versioon (id, setId ja versio) ja asiakirjojen välisen suhteen ilmaiseva tyyppi on RPLC (replace)</w:t>
      </w:r>
    </w:p>
    <w:p w14:paraId="16AA87A0" w14:textId="22CC417C" w:rsidR="00CE128F" w:rsidRDefault="00CE128F" w:rsidP="00D507E9">
      <w:pPr>
        <w:pStyle w:val="Luettelokappale"/>
        <w:numPr>
          <w:ilvl w:val="0"/>
          <w:numId w:val="52"/>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(setId)</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versioinnin kohde viittaa Tiedonhallintapalvelun palauttamaan ylläpidettävään asiakirjaan (id, setId ja versio) ja asiakirjojen välisen suhteen ilmaiseva tyyppi on APND (append)</w:t>
      </w:r>
    </w:p>
    <w:p w14:paraId="0AEE21C8" w14:textId="1829AC9B" w:rsidR="00CE128F" w:rsidRDefault="00CE128F" w:rsidP="00D507E9">
      <w:pPr>
        <w:pStyle w:val="Luettelokappale"/>
        <w:numPr>
          <w:ilvl w:val="0"/>
          <w:numId w:val="52"/>
        </w:numPr>
      </w:pPr>
      <w:r>
        <w:t>Lisäksi tilanteessa E (vanhat asiakirjat)</w:t>
      </w:r>
    </w:p>
    <w:p w14:paraId="6C92B5DE" w14:textId="2DD96828" w:rsidR="00CE128F" w:rsidRDefault="00CE128F" w:rsidP="00D54165">
      <w:pPr>
        <w:pStyle w:val="Luettelokappale"/>
        <w:numPr>
          <w:ilvl w:val="1"/>
          <w:numId w:val="5"/>
        </w:numPr>
      </w:pPr>
      <w:r>
        <w:t>Vanhan (PDF/A-, text/plain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D507E9">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D507E9">
      <w:pPr>
        <w:pStyle w:val="Luettelokappale"/>
        <w:numPr>
          <w:ilvl w:val="0"/>
          <w:numId w:val="52"/>
        </w:numPr>
      </w:pPr>
      <w:r>
        <w:t>MR-sanoma on RCMR_IN100016FI01 (poikkeuksena tilanne C, jossa käytetään RCMR_IN100002FI01)</w:t>
      </w:r>
    </w:p>
    <w:p w14:paraId="7E8F9A9A" w14:textId="6ED99370" w:rsidR="00CE128F" w:rsidRDefault="00CE128F" w:rsidP="00D507E9">
      <w:pPr>
        <w:pStyle w:val="Luettelokappale"/>
        <w:numPr>
          <w:ilvl w:val="0"/>
          <w:numId w:val="52"/>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7A48FE34" w:rsidR="00CE128F" w:rsidRDefault="00CE128F" w:rsidP="00D54165">
      <w:pPr>
        <w:pStyle w:val="Luettelokappale"/>
        <w:numPr>
          <w:ilvl w:val="1"/>
          <w:numId w:val="5"/>
        </w:numPr>
      </w:pPr>
      <w:r>
        <w:t>tilanteessa F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53C88B22" w14:textId="33C4AE6E" w:rsidR="00CE128F" w:rsidRDefault="00CE128F" w:rsidP="00D54165">
      <w:pPr>
        <w:pStyle w:val="Luettelokappale"/>
        <w:numPr>
          <w:ilvl w:val="1"/>
          <w:numId w:val="5"/>
        </w:numPr>
      </w:pPr>
      <w:r>
        <w:lastRenderedPageBreak/>
        <w:t>tilanteessa F (potilaskohtainen ostopalvelu): PP13, Tuottajan asiakirjojen arkistointi järjestäjän rekisteriin Potilastiedon arkistoon potilaskohtaisessa ostopalvelussa</w:t>
      </w:r>
    </w:p>
    <w:p w14:paraId="4F8E850C" w14:textId="035D247D" w:rsidR="00CE128F" w:rsidRDefault="00CE128F" w:rsidP="00D507E9">
      <w:pPr>
        <w:pStyle w:val="Luettelokappale"/>
        <w:numPr>
          <w:ilvl w:val="0"/>
          <w:numId w:val="52"/>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50940448" w:rsidR="00CE128F" w:rsidRPr="00CE128F" w:rsidRDefault="00CE128F" w:rsidP="00CE128F">
      <w:pPr>
        <w:pStyle w:val="Leipteksti"/>
        <w:spacing w:after="0"/>
      </w:pPr>
      <w:r>
        <w:t>V4 Arkistointi ei onnistu. Järjestelmä tallentaa tiedon virhetilanteesta ja toimii Arkiston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FE6100F" w14:textId="162ACFDC" w:rsidR="00CE128F" w:rsidRPr="00CE128F" w:rsidRDefault="00CE128F" w:rsidP="0081689C">
      <w:pPr>
        <w:pStyle w:val="Leipteksti"/>
      </w:pPr>
      <w:r>
        <w:lastRenderedPageBreak/>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7F3C0798" w14:textId="2D80520E" w:rsidR="009F703C" w:rsidRDefault="00341AFC" w:rsidP="00341AFC">
      <w:pPr>
        <w:pStyle w:val="Otsikko1"/>
      </w:pPr>
      <w:bookmarkStart w:id="24" w:name="_Toc121475911"/>
      <w:r w:rsidRPr="00341AFC">
        <w:lastRenderedPageBreak/>
        <w:t>K</w:t>
      </w:r>
      <w:r>
        <w:t xml:space="preserve">orvaa </w:t>
      </w:r>
      <w:r w:rsidR="00AC710C">
        <w:t>Tahdonilmaisupalvelu</w:t>
      </w:r>
      <w:r>
        <w:t>n asiakirja</w:t>
      </w:r>
      <w:bookmarkEnd w:id="24"/>
    </w:p>
    <w:p w14:paraId="3CFC605C" w14:textId="0213EDC0" w:rsidR="009F703C" w:rsidRDefault="009F703C" w:rsidP="009F703C">
      <w:pPr>
        <w:pStyle w:val="Otsikko2"/>
      </w:pPr>
      <w:r w:rsidRPr="009F703C">
        <w:t>Käyttötapauksen yleiskuvaus ja lopputulos</w:t>
      </w:r>
    </w:p>
    <w:p w14:paraId="1C0C22E6" w14:textId="2908D8BB"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01975C4" w:rsidR="008010F8" w:rsidRDefault="008010F8">
      <w:pPr>
        <w:pStyle w:val="Leipteksti"/>
        <w:numPr>
          <w:ilvl w:val="0"/>
          <w:numId w:val="15"/>
        </w:numPr>
        <w:spacing w:after="0"/>
      </w:pPr>
      <w:r>
        <w:t xml:space="preserve">Potilastiedon </w:t>
      </w:r>
      <w:r w:rsidR="006C2388">
        <w:t>arkiston luovutuskielto ja luovutuskiellon peruutus (KIE)</w:t>
      </w:r>
      <w:r w:rsidR="00F17F93">
        <w:t xml:space="preserve"> </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1D9159E2" w:rsidR="006C2388" w:rsidRDefault="00C07048" w:rsidP="00D54165">
      <w:pPr>
        <w:pStyle w:val="Leipteksti"/>
        <w:numPr>
          <w:ilvl w:val="0"/>
          <w:numId w:val="15"/>
        </w:numPr>
      </w:pPr>
      <w:r>
        <w:t xml:space="preserve">Hoitotahto </w:t>
      </w:r>
      <w:r w:rsidR="006C2388">
        <w:t>(TAH)</w:t>
      </w:r>
    </w:p>
    <w:p w14:paraId="1BE1DACD" w14:textId="536F4112" w:rsidR="006C2388" w:rsidRDefault="00AC710C" w:rsidP="006C2388">
      <w:pPr>
        <w:pStyle w:val="Leipteksti"/>
        <w:spacing w:after="0"/>
      </w:pPr>
      <w:r>
        <w:t>Tahdonilmaisupalveluun</w:t>
      </w:r>
      <w:r w:rsidR="006C2388">
        <w:t xml:space="preserve"> arkistoitavat asiakirjat ovat </w:t>
      </w:r>
      <w:r w:rsidR="008010F8">
        <w:t xml:space="preserve">Tahdonilmaisupalvelun </w:t>
      </w:r>
      <w:r w:rsidR="006C2388">
        <w:t>ylläpidettäviä asiakirjoja, joita Potilastiedon arkistoon liittyneet organisaatiot voivat ylläpitää.</w:t>
      </w:r>
    </w:p>
    <w:p w14:paraId="74058D15" w14:textId="6E201FC9" w:rsidR="003F6100" w:rsidRDefault="008010F8" w:rsidP="00D507E9">
      <w:pPr>
        <w:pStyle w:val="Luettelokappale"/>
        <w:numPr>
          <w:ilvl w:val="0"/>
          <w:numId w:val="52"/>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799A08EA" w14:textId="272CA601" w:rsidR="000C4805" w:rsidRDefault="006C2388" w:rsidP="00D507E9">
      <w:pPr>
        <w:pStyle w:val="Luettelokappale"/>
        <w:numPr>
          <w:ilvl w:val="0"/>
          <w:numId w:val="52"/>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r w:rsidR="003F6100" w:rsidRPr="000C4805">
        <w:t xml:space="preserve">Kaikilla muilla </w:t>
      </w:r>
      <w:r w:rsidR="003F6100">
        <w:t>luovutusten</w:t>
      </w:r>
      <w:r w:rsidR="003F6100" w:rsidRPr="000C4805">
        <w:t xml:space="preserve">hallinnan asiakirjoilla, paitsi </w:t>
      </w:r>
      <w:r w:rsidR="000B6C92">
        <w:t xml:space="preserve">luovutusluvalla (SUO) ja </w:t>
      </w:r>
      <w:r w:rsidR="003F6100" w:rsidRPr="000C4805">
        <w:t xml:space="preserve">lääkemääräyksen kiellolla (RKIE), </w:t>
      </w:r>
      <w:r w:rsidR="003F6100">
        <w:t xml:space="preserve">asiakirjan ensimmäisen version </w:t>
      </w:r>
      <w:r w:rsidR="003F6100" w:rsidRPr="000C4805">
        <w:t>mitätöinti on mahdollinen siten, että versiot siirretään käytöstä poistettujen asiakirjojen rekisteriin.</w:t>
      </w:r>
      <w:r>
        <w:t xml:space="preserve"> </w:t>
      </w:r>
      <w:r w:rsidR="003F6100">
        <w:t>[LT1]</w:t>
      </w:r>
    </w:p>
    <w:p w14:paraId="4293BCE5" w14:textId="61705076" w:rsidR="006C2388" w:rsidRDefault="00960FF9" w:rsidP="00D507E9">
      <w:pPr>
        <w:pStyle w:val="Luettelokappale"/>
        <w:numPr>
          <w:ilvl w:val="0"/>
          <w:numId w:val="52"/>
        </w:numPr>
      </w:pPr>
      <w:r>
        <w:t>Luovutusluvalla (SUO) ja l</w:t>
      </w:r>
      <w:r w:rsidR="006C2388">
        <w:t xml:space="preserve">ääkemääräyksen kiellolla </w:t>
      </w:r>
      <w:r w:rsidR="000C4805">
        <w:t xml:space="preserve">(RKIE) on </w:t>
      </w:r>
      <w:r w:rsidR="006C2388">
        <w:t>käytössä vain syykoodi 1.</w:t>
      </w:r>
    </w:p>
    <w:p w14:paraId="6B04FC4E" w14:textId="2CCBB52E" w:rsidR="006C2388" w:rsidRDefault="006C2388" w:rsidP="00D507E9">
      <w:pPr>
        <w:pStyle w:val="Luettelokappale"/>
        <w:numPr>
          <w:ilvl w:val="0"/>
          <w:numId w:val="52"/>
        </w:numPr>
      </w:pPr>
      <w:r>
        <w:t xml:space="preserve">Tahdonilmaisujen asiakirjoilla 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Käytettävissä ovat korvauksen syyt 1 ja 2.</w:t>
      </w:r>
    </w:p>
    <w:p w14:paraId="2A13EB19" w14:textId="77777777" w:rsidR="006C2388" w:rsidRDefault="006C2388" w:rsidP="006C2388">
      <w:pPr>
        <w:pStyle w:val="Luettelokappale"/>
        <w:ind w:left="2478"/>
      </w:pPr>
    </w:p>
    <w:p w14:paraId="51948E54" w14:textId="03EAAC31"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lastRenderedPageBreak/>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6071AD1" w:rsidR="006C2388" w:rsidRDefault="006C2388" w:rsidP="006C2388">
      <w:pPr>
        <w:pStyle w:val="Numeroituluettelo"/>
      </w:pPr>
      <w:r>
        <w:t>Potilastiedon arkisto, Kanta-viestinvälitys, jatkossa Arkisto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11CE9106"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D507E9">
      <w:pPr>
        <w:pStyle w:val="Luettelokappale"/>
        <w:numPr>
          <w:ilvl w:val="0"/>
          <w:numId w:val="52"/>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1D883E09" w:rsidR="006C2388" w:rsidRDefault="006C2388" w:rsidP="00D507E9">
      <w:pPr>
        <w:pStyle w:val="Luettelokappale"/>
        <w:numPr>
          <w:ilvl w:val="0"/>
          <w:numId w:val="52"/>
        </w:numPr>
      </w:pPr>
      <w:r>
        <w:t xml:space="preserve">Asiakirjan päivittäminen: Järjestelmä muodostaa merkinnästä arkistoitavan CDA R2 -asiakirjan käyttötapauksen Arkistoi asiakirja </w:t>
      </w:r>
      <w:r w:rsidR="00AC710C">
        <w:t>Tahdonilmaisupalveluun</w:t>
      </w:r>
      <w:r>
        <w:t xml:space="preserve"> mukaisesti [V1, LM2].</w:t>
      </w:r>
    </w:p>
    <w:p w14:paraId="557E6F4A" w14:textId="6CF3776F" w:rsidR="006C2388" w:rsidRDefault="006C2388" w:rsidP="00D507E9">
      <w:pPr>
        <w:pStyle w:val="Luettelokappale"/>
        <w:numPr>
          <w:ilvl w:val="0"/>
          <w:numId w:val="52"/>
        </w:numPr>
      </w:pPr>
      <w:r>
        <w:t xml:space="preserve">Asiakirjan mitätöiminen (poistaminen): Järjestelmä tuottaa uuden korvaavan asiakirjaversion, jonka body-osa on ns. tyhjä. Asiakirjan body-osassa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D507E9">
      <w:pPr>
        <w:pStyle w:val="Luettelokappale"/>
        <w:numPr>
          <w:ilvl w:val="0"/>
          <w:numId w:val="52"/>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(setId)</w:t>
      </w:r>
    </w:p>
    <w:p w14:paraId="78CABFED" w14:textId="4C321C82" w:rsidR="006C2388" w:rsidRDefault="006C2388" w:rsidP="00D54165">
      <w:pPr>
        <w:pStyle w:val="Luettelokappale"/>
        <w:numPr>
          <w:ilvl w:val="1"/>
          <w:numId w:val="5"/>
        </w:numPr>
      </w:pPr>
      <w:r>
        <w:t>korjauksen kohde viittaa asiakirjan edelliseen versioon (id, setId ja versio) ja asiakirjojen välisen suhteen ilmaiseva tyyppi on RPLC (replace)</w:t>
      </w:r>
    </w:p>
    <w:p w14:paraId="1531E548" w14:textId="0C59E7D1" w:rsidR="006C2388" w:rsidRDefault="006C2388" w:rsidP="006C2388">
      <w:pPr>
        <w:pStyle w:val="Numeroituluettelo"/>
      </w:pPr>
      <w:r>
        <w:lastRenderedPageBreak/>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D507E9">
      <w:pPr>
        <w:pStyle w:val="Luettelokappale"/>
        <w:numPr>
          <w:ilvl w:val="0"/>
          <w:numId w:val="52"/>
        </w:numPr>
      </w:pPr>
      <w:r>
        <w:t>MR-sanoma on RCMR_IN100016 FI01</w:t>
      </w:r>
    </w:p>
    <w:p w14:paraId="174B689A" w14:textId="0EC0A16F" w:rsidR="006C2388" w:rsidRDefault="006C2388" w:rsidP="00D507E9">
      <w:pPr>
        <w:pStyle w:val="Luettelokappale"/>
        <w:numPr>
          <w:ilvl w:val="0"/>
          <w:numId w:val="52"/>
        </w:numPr>
      </w:pPr>
      <w:r>
        <w:t xml:space="preserve">Palvelupyyntö on PP23, </w:t>
      </w:r>
      <w:r w:rsidR="00AC710C">
        <w:t>Tahdonilmaisupalveluun</w:t>
      </w:r>
      <w:r>
        <w:t xml:space="preserve"> tallennus [LK3]</w:t>
      </w:r>
    </w:p>
    <w:p w14:paraId="42F894D1" w14:textId="15B22EDF" w:rsidR="006C2388" w:rsidRDefault="006C2388" w:rsidP="00D507E9">
      <w:pPr>
        <w:pStyle w:val="Luettelokappale"/>
        <w:numPr>
          <w:ilvl w:val="0"/>
          <w:numId w:val="52"/>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5D4D0AF3" w:rsidR="006C2388" w:rsidRDefault="006C2388" w:rsidP="00D54165">
      <w:pPr>
        <w:pStyle w:val="Luettelokappale"/>
        <w:numPr>
          <w:ilvl w:val="1"/>
          <w:numId w:val="5"/>
        </w:numPr>
      </w:pPr>
      <w:r>
        <w:t xml:space="preserve">tilanteessa </w:t>
      </w:r>
      <w:r w:rsidR="006E1D02">
        <w:t>E</w:t>
      </w:r>
      <w:r w:rsidR="00F17F93">
        <w:t xml:space="preserve"> </w:t>
      </w:r>
      <w:r>
        <w:t xml:space="preserve">(elinluovutustahto) ja </w:t>
      </w:r>
      <w:r w:rsidR="006E1D02">
        <w:t>F</w:t>
      </w:r>
      <w:r>
        <w:t xml:space="preserve"> (hoitotahto) asiakirjan mitätöiminen: 2, mitätöinti</w:t>
      </w:r>
    </w:p>
    <w:p w14:paraId="6DDC2C32" w14:textId="6FA9E211" w:rsidR="00F14496" w:rsidRDefault="00F14496" w:rsidP="00F14496">
      <w:pPr>
        <w:pStyle w:val="Luettelokappale"/>
        <w:numPr>
          <w:ilvl w:val="1"/>
          <w:numId w:val="5"/>
        </w:numPr>
      </w:pPr>
      <w:r>
        <w:t xml:space="preserve">tilanteessa A (Kanta-informointi), </w:t>
      </w:r>
      <w:r w:rsidR="007A29A4">
        <w:t>C</w:t>
      </w:r>
      <w:r w:rsidR="00F17F93">
        <w:t xml:space="preserve"> </w:t>
      </w:r>
      <w:r>
        <w:t xml:space="preserve">(Potilastiedon arkiston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6FB26C6F" w14:textId="2EDACF8E"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74A60A54" w:rsidR="006C2388" w:rsidRDefault="000C05D1" w:rsidP="000C05D1">
      <w:pPr>
        <w:pStyle w:val="Numeroituluettelo"/>
      </w:pPr>
      <w:r>
        <w:t xml:space="preserve">Tilanteessa </w:t>
      </w:r>
      <w:r w:rsidR="007A29A4">
        <w:t>C</w:t>
      </w:r>
      <w:r w:rsidR="00F17F93">
        <w:t xml:space="preserve"> </w:t>
      </w:r>
      <w:r>
        <w:t xml:space="preserve">(Potilastiedon arkiston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r w:rsidR="00F17F93">
        <w:t xml:space="preserve"> </w:t>
      </w:r>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530699F9" w:rsidR="006C2388" w:rsidRPr="006C2388" w:rsidRDefault="006C2388" w:rsidP="00320A54">
      <w:pPr>
        <w:pStyle w:val="Leipteksti"/>
        <w:spacing w:after="0"/>
      </w:pPr>
      <w:r>
        <w:t>V4 Arkistointi ei onnistu. Järjestelmä tallentaa tiedon virhetilanteesta ja toimii Arkiston palauttaman virheilmoituksen mukaisesti. Käyttötapaus päättyy.</w:t>
      </w:r>
    </w:p>
    <w:p w14:paraId="1C6592A7" w14:textId="351F5B85" w:rsidR="003F6100" w:rsidRDefault="003F6100" w:rsidP="009F703C">
      <w:pPr>
        <w:pStyle w:val="Otsikko2"/>
      </w:pPr>
      <w:r>
        <w:lastRenderedPageBreak/>
        <w:t>Lisätiedot</w:t>
      </w:r>
    </w:p>
    <w:p w14:paraId="2194A8BB" w14:textId="68090D28" w:rsidR="001E1146" w:rsidRDefault="003F6100" w:rsidP="0081689C">
      <w:pPr>
        <w:pStyle w:val="Leipteksti"/>
      </w:pPr>
      <w:r>
        <w:t>LT1 Luovutustenhallinnan asiakirjojen 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 xml:space="preserve">Luovutuslupaa (SUO) ja </w:t>
      </w:r>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t>Informointi</w:t>
      </w:r>
      <w:r>
        <w:t xml:space="preserve"> (näkymätunnus 332, näkymälyhenne INFO)</w:t>
      </w:r>
    </w:p>
    <w:p w14:paraId="27F3EE60" w14:textId="77777777" w:rsidR="001E1146" w:rsidRDefault="001E1146" w:rsidP="001E1146">
      <w:pPr>
        <w:pStyle w:val="Leipteksti"/>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20CFD084" w14:textId="763D47AF" w:rsidR="00320A54" w:rsidRPr="00320A54" w:rsidRDefault="00076B9B" w:rsidP="001E1146">
      <w:pPr>
        <w:pStyle w:val="Leipteksti"/>
      </w:pPr>
      <w:r>
        <w:br w:type="page"/>
      </w:r>
    </w:p>
    <w:p w14:paraId="43F86856" w14:textId="52CF1859" w:rsidR="009F703C" w:rsidRDefault="00320A54" w:rsidP="00320A54">
      <w:pPr>
        <w:pStyle w:val="Otsikko1"/>
        <w:spacing w:before="220"/>
      </w:pPr>
      <w:bookmarkStart w:id="25" w:name="_Toc256000067"/>
      <w:bookmarkStart w:id="26" w:name="_Toc37062051"/>
      <w:bookmarkStart w:id="27" w:name="_Toc121475912"/>
      <w:r>
        <w:lastRenderedPageBreak/>
        <w:t>Korvaa arkistoasiakirja</w:t>
      </w:r>
      <w:bookmarkEnd w:id="25"/>
      <w:bookmarkEnd w:id="26"/>
      <w:bookmarkEnd w:id="27"/>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1BD17DFE" w:rsidR="00932E0D" w:rsidRDefault="00932E0D" w:rsidP="00C33701">
      <w:pPr>
        <w:pStyle w:val="Merkittyluettelo"/>
        <w:spacing w:after="0"/>
      </w:pPr>
      <w:r>
        <w:t>Ostopalvelun valtuutus (</w:t>
      </w:r>
      <w:r w:rsidR="0019618B">
        <w:t xml:space="preserve">näkymälyhenne </w:t>
      </w:r>
      <w:r>
        <w:t xml:space="preserve">OSVA) korvataan tämän käyttötapauksen mukaisesti. </w:t>
      </w:r>
    </w:p>
    <w:p w14:paraId="49A28E38" w14:textId="20E73F3D"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r w:rsidR="00F17F93">
        <w:t xml:space="preserve"> </w:t>
      </w:r>
      <w:r w:rsidR="00197E20">
        <w:t>rekisteri</w:t>
      </w:r>
      <w:r>
        <w:t xml:space="preserve">tasoinen: </w:t>
      </w:r>
      <w:r w:rsidR="00197E20">
        <w:t>rekisteri</w:t>
      </w:r>
      <w:r>
        <w:t>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332520EF" w:rsidR="00932E0D" w:rsidRPr="00932E0D" w:rsidRDefault="00932E0D" w:rsidP="00932E0D">
      <w:pPr>
        <w:pStyle w:val="Leipteksti"/>
      </w:pPr>
      <w:r>
        <w:t>Käyttötapauksen lopputuloksena arkistoasiakirjasta on arkistoitu Potilastiedon arkistoon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299001AB" w:rsidR="00291159" w:rsidRPr="00291159" w:rsidRDefault="00291159" w:rsidP="00291159">
      <w:pPr>
        <w:pStyle w:val="Numeroituluettelo"/>
      </w:pPr>
      <w:r>
        <w:t>Potilastiedon arkisto, Kanta-viestinvälitys, jatkossa Arkisto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6271D16A" w:rsidR="00291159" w:rsidRDefault="00291159" w:rsidP="00D507E9">
      <w:pPr>
        <w:pStyle w:val="Luettelokappale"/>
        <w:numPr>
          <w:ilvl w:val="0"/>
          <w:numId w:val="52"/>
        </w:numPr>
      </w:pPr>
      <w:r>
        <w:t>potilasta ei yksilöidä, kun kyseessä on</w:t>
      </w:r>
      <w:r w:rsidR="00F17F93">
        <w:t xml:space="preserve"> </w:t>
      </w:r>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D507E9">
      <w:pPr>
        <w:pStyle w:val="Luettelokappale"/>
        <w:numPr>
          <w:ilvl w:val="0"/>
          <w:numId w:val="52"/>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D507E9">
      <w:pPr>
        <w:pStyle w:val="Luettelokappale"/>
        <w:numPr>
          <w:ilvl w:val="0"/>
          <w:numId w:val="52"/>
        </w:numPr>
      </w:pPr>
      <w:r>
        <w:t xml:space="preserve">Asiakirjan mitätöiminen (poistaminen): Järjestelmä tuottaa uuden korvaavan asiakirjaversion, jonka body-osa on ns. tyhjä. Asiakirjan body-osassa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D507E9">
      <w:pPr>
        <w:pStyle w:val="Luettelokappale"/>
        <w:numPr>
          <w:ilvl w:val="0"/>
          <w:numId w:val="52"/>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(setId)</w:t>
      </w:r>
    </w:p>
    <w:p w14:paraId="20192189" w14:textId="77D58E9D" w:rsidR="00291159" w:rsidRDefault="00291159" w:rsidP="00D54165">
      <w:pPr>
        <w:pStyle w:val="Luettelokappale"/>
        <w:numPr>
          <w:ilvl w:val="1"/>
          <w:numId w:val="5"/>
        </w:numPr>
      </w:pPr>
      <w:r>
        <w:t>asiakirjan versionumero kasvaa yhdellä</w:t>
      </w:r>
    </w:p>
    <w:p w14:paraId="7F285085" w14:textId="7DA3D592" w:rsidR="00291159" w:rsidRDefault="00291159" w:rsidP="00D54165">
      <w:pPr>
        <w:pStyle w:val="Luettelokappale"/>
        <w:numPr>
          <w:ilvl w:val="1"/>
          <w:numId w:val="5"/>
        </w:numPr>
      </w:pPr>
      <w:r>
        <w:t>korjauksen kohde viittaa asiakirjan edelliseen versioon (id, setId ja versio) ja asiakirjojen välisen suhteen ilmaiseva tyyppi on RPLC (replace)</w:t>
      </w: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D507E9">
      <w:pPr>
        <w:pStyle w:val="Luettelokappale"/>
        <w:numPr>
          <w:ilvl w:val="0"/>
          <w:numId w:val="52"/>
        </w:numPr>
      </w:pPr>
      <w:r>
        <w:t>MR-sanoma on RCMR_IN100016 FI01</w:t>
      </w:r>
    </w:p>
    <w:p w14:paraId="00BD996D" w14:textId="79D776A7" w:rsidR="00291159" w:rsidRDefault="00291159" w:rsidP="00D507E9">
      <w:pPr>
        <w:pStyle w:val="Luettelokappale"/>
        <w:numPr>
          <w:ilvl w:val="0"/>
          <w:numId w:val="52"/>
        </w:numPr>
      </w:pPr>
      <w:r>
        <w:t>Palvelupyyntö on PP32, Arkistoasiakirjojen arkistointi</w:t>
      </w:r>
    </w:p>
    <w:p w14:paraId="04B3972F" w14:textId="28532C69" w:rsidR="00291159" w:rsidRDefault="00291159" w:rsidP="00D507E9">
      <w:pPr>
        <w:pStyle w:val="Luettelokappale"/>
        <w:numPr>
          <w:ilvl w:val="0"/>
          <w:numId w:val="52"/>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49A26610" w:rsidR="00291159" w:rsidRPr="00291159" w:rsidRDefault="00291159" w:rsidP="00291159">
      <w:pPr>
        <w:pStyle w:val="Leipteksti"/>
        <w:spacing w:after="0"/>
      </w:pPr>
      <w:r>
        <w:t>V4 Arkistointi ei onnistu. Järjestelmä tallentaa tiedon virhetilanteesta ja toimii Arkiston palauttaman virheilmoituksen mukaisesti. Käyttötapaus päättyy.</w:t>
      </w:r>
    </w:p>
    <w:p w14:paraId="6BCF33B7" w14:textId="012662FF" w:rsidR="00291159" w:rsidRPr="00291159" w:rsidRDefault="00076B9B" w:rsidP="00076B9B">
      <w:r>
        <w:br w:type="page"/>
      </w:r>
    </w:p>
    <w:p w14:paraId="4535E1AC" w14:textId="36C43E18" w:rsidR="009F703C" w:rsidRDefault="00291159" w:rsidP="00291159">
      <w:pPr>
        <w:pStyle w:val="Otsikko1"/>
        <w:spacing w:before="220"/>
      </w:pPr>
      <w:bookmarkStart w:id="28" w:name="_Toc37062058"/>
      <w:bookmarkStart w:id="29" w:name="_Toc121475913"/>
      <w:r>
        <w:lastRenderedPageBreak/>
        <w:t>Hae potilasasiakirjoja (PPB)</w:t>
      </w:r>
      <w:bookmarkEnd w:id="28"/>
      <w:bookmarkEnd w:id="29"/>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77777777" w:rsidR="00291159" w:rsidRDefault="00291159" w:rsidP="00291159">
      <w:pPr>
        <w:pStyle w:val="Leipteksti"/>
      </w:pPr>
      <w:r>
        <w:t xml:space="preserve">Palvelupyyntö PPB on yleinen potilasasiakirjojen haun palvelupyyntö, joka palauttaa tiedot mahdollisimman laajasti. Potilastiedon arkisto 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77777777" w:rsidR="00291159" w:rsidRDefault="00291159" w:rsidP="00291159">
      <w:pPr>
        <w:pStyle w:val="Leipteksti"/>
        <w:spacing w:after="0"/>
      </w:pPr>
      <w:r>
        <w:t>Potilastiedon arkisto 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6B4C73A5" w14:textId="1E4D6655" w:rsidR="00291159" w:rsidRDefault="00291159" w:rsidP="00D54165">
      <w:pPr>
        <w:pStyle w:val="Leipteksti"/>
        <w:numPr>
          <w:ilvl w:val="0"/>
          <w:numId w:val="17"/>
        </w:numPr>
      </w:pPr>
      <w:r>
        <w:t xml:space="preserve">Haku omasta potilasrekisteristä: Kyselysanomassa ei ole annettu hoitosuhteen todentavaa palvelutapahtumaa. Haussa palautuu hakevan organisaation oman rekisterin tiedot. </w:t>
      </w:r>
    </w:p>
    <w:p w14:paraId="6EFD6CC3" w14:textId="77777777" w:rsidR="00291159" w:rsidRDefault="00291159" w:rsidP="00291159">
      <w:pPr>
        <w:pStyle w:val="Leipteksti"/>
        <w:spacing w:after="0"/>
      </w:pPr>
      <w:r>
        <w:t>Hakutilanteen lisäksi pääteltävät tiedot:</w:t>
      </w:r>
    </w:p>
    <w:p w14:paraId="520E86A1" w14:textId="58C3A4D6"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r w:rsidR="00A22A48">
        <w:t xml:space="preserve">informointi ja </w:t>
      </w:r>
      <w:r w:rsidR="00E96EEC">
        <w:lastRenderedPageBreak/>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D507E9">
      <w:pPr>
        <w:pStyle w:val="Luettelokappale"/>
        <w:numPr>
          <w:ilvl w:val="0"/>
          <w:numId w:val="52"/>
        </w:numPr>
      </w:pPr>
      <w:r>
        <w:t>Haetaan yhden potilaan tiedot. Asiakirjoja voidaan hakea henkilötunnuksella tai tilapäisellä yksilöintitunnuksella</w:t>
      </w:r>
    </w:p>
    <w:p w14:paraId="3AD5829E" w14:textId="5313CA22" w:rsidR="00291159" w:rsidRDefault="00291159" w:rsidP="00D507E9">
      <w:pPr>
        <w:pStyle w:val="Luettelokappale"/>
        <w:numPr>
          <w:ilvl w:val="0"/>
          <w:numId w:val="52"/>
        </w:numPr>
      </w:pPr>
      <w:r>
        <w:t xml:space="preserve">Haku kohdistuu lähtökohtaisesti kaikkien terveydenhuollon palvelunantajien rekistereihin </w:t>
      </w:r>
    </w:p>
    <w:p w14:paraId="2C00ABE2" w14:textId="2EF3E902" w:rsidR="00291159" w:rsidRDefault="00291159" w:rsidP="00D507E9">
      <w:pPr>
        <w:pStyle w:val="Luettelokappale"/>
        <w:numPr>
          <w:ilvl w:val="0"/>
          <w:numId w:val="52"/>
        </w:numPr>
      </w:pPr>
      <w:r>
        <w:t>Potilastiedon arkisto rajaa haun kyselyn lähettäjän omaan rekisteriin, jos potilaalla on tilapäinen henkilötunnus.</w:t>
      </w:r>
    </w:p>
    <w:p w14:paraId="30CED7B1" w14:textId="2E63ED29" w:rsidR="00291159" w:rsidRDefault="00291159" w:rsidP="00D507E9">
      <w:pPr>
        <w:pStyle w:val="Luettelokappale"/>
        <w:numPr>
          <w:ilvl w:val="0"/>
          <w:numId w:val="52"/>
        </w:numPr>
      </w:pPr>
      <w:r>
        <w:t>Potilastiedon arkisto rajaa haun kyselyn lähettäjän omaan rekisteriin, jos kyselysanomassa ei välitetä hoitosuhteen todentavaa palvelutapahtumaa (tilanne E).</w:t>
      </w:r>
    </w:p>
    <w:p w14:paraId="3F00FAD1" w14:textId="7A252C9D" w:rsidR="00DD612E" w:rsidRDefault="00DD612E" w:rsidP="00D507E9">
      <w:pPr>
        <w:pStyle w:val="Luettelokappale"/>
        <w:numPr>
          <w:ilvl w:val="0"/>
          <w:numId w:val="52"/>
        </w:numPr>
      </w:pPr>
      <w:r>
        <w:t>Potilastiedon arkisto rajaa haun kyselyn lähettäjän</w:t>
      </w:r>
      <w:r w:rsidR="00F17F93">
        <w:t xml:space="preserve"> </w:t>
      </w:r>
      <w:r>
        <w:t>omaan rekisteriin, jos haetaan asiakirjojen kaikki versiot</w:t>
      </w:r>
      <w:r w:rsidR="00F17F93">
        <w:t xml:space="preserve"> </w:t>
      </w:r>
      <w:r>
        <w:t>(2) [LK6].</w:t>
      </w:r>
    </w:p>
    <w:p w14:paraId="0A356BEF" w14:textId="2BC85210" w:rsidR="00291159" w:rsidRDefault="00291159" w:rsidP="00D507E9">
      <w:pPr>
        <w:pStyle w:val="Luettelokappale"/>
        <w:numPr>
          <w:ilvl w:val="0"/>
          <w:numId w:val="52"/>
        </w:numPr>
      </w:pPr>
      <w:r>
        <w:t xml:space="preserve">Jos potilas ei ole </w:t>
      </w:r>
      <w:r w:rsidR="00E96EEC">
        <w:t>antanut luovutuslupaa</w:t>
      </w:r>
      <w:r>
        <w:t xml:space="preserve"> eikä kyseessä ole hätähaku, Potilastiedon arkisto 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21A4F5F9" w:rsidR="00AA7DE5" w:rsidRDefault="00C070D9" w:rsidP="00AA7DE5">
      <w:pPr>
        <w:pStyle w:val="Luettelokappale"/>
        <w:numPr>
          <w:ilvl w:val="2"/>
          <w:numId w:val="5"/>
        </w:numPr>
        <w:spacing w:before="120"/>
      </w:pPr>
      <w:r>
        <w:t xml:space="preserve">31.12.2022 asti: </w:t>
      </w:r>
      <w:r w:rsidR="00AA7DE5">
        <w:t>Jos kyselyn lähettäjä kuuluu sairaanhoitopiirin yhteisrekisteriin ja potilasta on informoitu ko. sairaanhoitopiirin yhteisestä potilastietorekisteristä, Potilastiedon arkisto rajaa haun yhteisrekisteriin, johon kyselyn lähettäjä kuuluu</w:t>
      </w:r>
      <w:r w:rsidR="00805180">
        <w:t xml:space="preserve"> </w:t>
      </w:r>
    </w:p>
    <w:p w14:paraId="06335DE6" w14:textId="6339F116" w:rsidR="00C070D9" w:rsidRDefault="00C070D9" w:rsidP="00C070D9">
      <w:pPr>
        <w:pStyle w:val="Luettelokappale"/>
        <w:numPr>
          <w:ilvl w:val="2"/>
          <w:numId w:val="5"/>
        </w:numPr>
        <w:spacing w:before="120"/>
      </w:pPr>
      <w:r>
        <w:t>1.1.2023 alkaen: Jos kyselyn lähettäjä kuuluu Uudenmaan maakunnan hyvinvointialueeseen, Helsingin kaupunkiin tai</w:t>
      </w:r>
      <w:r w:rsidRPr="00C070D9">
        <w:t xml:space="preserve"> HUS-yhtymä</w:t>
      </w:r>
      <w:r>
        <w:t>ä</w:t>
      </w:r>
      <w:r w:rsidRPr="00C070D9">
        <w:t>n</w:t>
      </w:r>
      <w:r>
        <w:t>,</w:t>
      </w:r>
      <w:r w:rsidR="00702C8B">
        <w:t xml:space="preserve"> Potilastiedon arkisto rajaa haun edellä mainittujen palvelunantajien rekistereihin, mikäli potilasta on </w:t>
      </w:r>
      <w:r w:rsidRPr="00C070D9">
        <w:t>informoitu</w:t>
      </w:r>
      <w:r w:rsidR="00702C8B">
        <w:t xml:space="preserve"> Uudenmaan väliaikaisesta tiedonsaantioikeudesta</w:t>
      </w:r>
      <w:r w:rsidR="00BD3175">
        <w:t xml:space="preserve"> </w:t>
      </w:r>
      <w:r w:rsidR="00A23055">
        <w:t>[LT2</w:t>
      </w:r>
      <w:r w:rsidR="00543DA2">
        <w:t>, LT3</w:t>
      </w:r>
      <w:r w:rsidR="00A23055">
        <w:t>]</w:t>
      </w:r>
      <w:r w:rsidRPr="00C070D9">
        <w:t>.</w:t>
      </w:r>
    </w:p>
    <w:p w14:paraId="6685ABA3" w14:textId="5AEA41D0" w:rsidR="00AA7DE5" w:rsidRDefault="00AA7DE5" w:rsidP="008B25A3">
      <w:pPr>
        <w:pStyle w:val="Luettelokappale"/>
        <w:numPr>
          <w:ilvl w:val="2"/>
          <w:numId w:val="5"/>
        </w:numPr>
        <w:spacing w:before="120"/>
      </w:pPr>
      <w:r>
        <w:t>Muuten Potilastiedon arkisto rajaa haun kyselyn lähettäjän omaan rekisteriin</w:t>
      </w:r>
    </w:p>
    <w:p w14:paraId="587A60D1" w14:textId="2D93BDC5" w:rsidR="009E461E" w:rsidRDefault="009E461E">
      <w:pPr>
        <w:pStyle w:val="Luettelokappale"/>
        <w:numPr>
          <w:ilvl w:val="1"/>
          <w:numId w:val="5"/>
        </w:numPr>
        <w:spacing w:before="120"/>
      </w:pPr>
      <w:r>
        <w:t>tilanteessa D (ostopalvelu) Potilastiedon arkisto rajaa haun palvelunjärjestäjän rekisteriin</w:t>
      </w:r>
    </w:p>
    <w:p w14:paraId="62952A24" w14:textId="3CFD5257" w:rsidR="00291159" w:rsidRDefault="00291159" w:rsidP="00D507E9">
      <w:pPr>
        <w:pStyle w:val="Luettelokappale"/>
        <w:numPr>
          <w:ilvl w:val="0"/>
          <w:numId w:val="52"/>
        </w:numPr>
      </w:pPr>
      <w:r>
        <w:t>Arkisto rajaa hakutuloksen potilaan mahdollisesti asettamien luovutuskieltojen mukaisesti.</w:t>
      </w:r>
    </w:p>
    <w:p w14:paraId="5D4CA4C0" w14:textId="77777777" w:rsidR="00291159" w:rsidRDefault="00291159" w:rsidP="00291159">
      <w:pPr>
        <w:pStyle w:val="Luettelokappale"/>
        <w:ind w:left="2478"/>
      </w:pPr>
    </w:p>
    <w:p w14:paraId="7BF75187" w14:textId="0F7E8B43" w:rsidR="00291159" w:rsidRPr="00291159" w:rsidRDefault="00291159" w:rsidP="00291159">
      <w:pPr>
        <w:pStyle w:val="Leipteksti"/>
      </w:pPr>
      <w:r>
        <w:lastRenderedPageBreak/>
        <w:t>Käyttötapauksen lopputuloksena hakeva potilastietojärjestelmä on vastaanottanut Potilastiedon arkiston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52C21829" w:rsidR="00291159" w:rsidRPr="00291159" w:rsidRDefault="00291159" w:rsidP="00291159">
      <w:pPr>
        <w:pStyle w:val="Numeroituluettelo"/>
      </w:pPr>
      <w:r>
        <w:t>Potilastiedon arkisto, Kanta-viestinvälitys, jatkossa Arkisto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D507E9">
      <w:pPr>
        <w:pStyle w:val="Luettelokappale"/>
        <w:numPr>
          <w:ilvl w:val="0"/>
          <w:numId w:val="52"/>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9734E2C" w:rsidR="00291159" w:rsidRDefault="00291159" w:rsidP="00291159">
      <w:pPr>
        <w:pStyle w:val="Numeroituluettelo"/>
      </w:pPr>
      <w:r>
        <w:t xml:space="preserve">Tilanteessa C hoitosuhteen todentava palvelutapahtuma on arkistoitu hakevan organisaation omaan rekisteriin. </w:t>
      </w:r>
    </w:p>
    <w:p w14:paraId="0CE5FD87" w14:textId="2237B9C2" w:rsidR="00291159" w:rsidRDefault="00291159" w:rsidP="00291159">
      <w:pPr>
        <w:pStyle w:val="Numeroituluettelo"/>
        <w:spacing w:after="0"/>
      </w:pPr>
      <w:r>
        <w:t>Tilanteessa D (haku ostopalvelutilanteessa) hoitosuhteen todentava palvelutapahtuma on arkistoitu ostopalvelun järjestäjän rekisteriin, ja siinä on yksilöity ostopalvelun valtuutus. [LT1]</w:t>
      </w:r>
    </w:p>
    <w:p w14:paraId="6E3BCE13" w14:textId="7F2D766C" w:rsidR="00291159" w:rsidRDefault="00291159" w:rsidP="00D507E9">
      <w:pPr>
        <w:pStyle w:val="Luettelokappale"/>
        <w:numPr>
          <w:ilvl w:val="0"/>
          <w:numId w:val="52"/>
        </w:numPr>
      </w:pPr>
      <w:r>
        <w:t>Yksilöidyssä ostopalvelun valtuutuksessa on valtuutettu se rekisteri, johon palvelutapahtuma on arkistoitu, sill</w:t>
      </w:r>
      <w:r w:rsidR="008953B7">
        <w:t>e</w:t>
      </w:r>
      <w:r w:rsidR="00F17F93">
        <w:t xml:space="preserve"> </w:t>
      </w:r>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56E61511" w:rsidR="00291159" w:rsidRPr="00291159" w:rsidRDefault="00291159" w:rsidP="00291159">
      <w:pPr>
        <w:pStyle w:val="Numeroituluettelo"/>
      </w:pPr>
      <w:r>
        <w:t>Jos kyseessä on sivutetun hakutuloksen jatkohaku, järjestelmällä on tiedossa Arkiston palauttamat tiedot jatkohakua varten [LM4].</w:t>
      </w: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D507E9">
      <w:pPr>
        <w:pStyle w:val="Luettelokappale"/>
        <w:numPr>
          <w:ilvl w:val="0"/>
          <w:numId w:val="52"/>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lastRenderedPageBreak/>
        <w:t>tilanteessa B (asiakirjat): RCMR_IN100031FI01</w:t>
      </w:r>
    </w:p>
    <w:p w14:paraId="35B25832" w14:textId="7AA75CD1" w:rsidR="00291159" w:rsidRDefault="00291159" w:rsidP="00D507E9">
      <w:pPr>
        <w:pStyle w:val="Luettelokappale"/>
        <w:numPr>
          <w:ilvl w:val="0"/>
          <w:numId w:val="52"/>
        </w:numPr>
      </w:pPr>
      <w:r>
        <w:t>Palvelupyyntö on PPB [LK3]</w:t>
      </w:r>
    </w:p>
    <w:p w14:paraId="15EE3901" w14:textId="3C0065D3" w:rsidR="00291159" w:rsidRDefault="00291159" w:rsidP="00D507E9">
      <w:pPr>
        <w:pStyle w:val="Luettelokappale"/>
        <w:numPr>
          <w:ilvl w:val="0"/>
          <w:numId w:val="52"/>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11B765C0" w:rsidR="00291159" w:rsidRDefault="00291159" w:rsidP="00D54165">
      <w:pPr>
        <w:pStyle w:val="Luettelokappale"/>
        <w:numPr>
          <w:ilvl w:val="1"/>
          <w:numId w:val="5"/>
        </w:numPr>
      </w:pPr>
      <w:r>
        <w:t>Palvelutapahtuma voi puuttua, mutta tällöin Arkisto rajaa haun kyselyn lähettäjän rekisteriin (tilanne E)</w:t>
      </w:r>
    </w:p>
    <w:p w14:paraId="0FD7800D" w14:textId="0E2502F3" w:rsidR="00291159" w:rsidRDefault="00291159" w:rsidP="00D507E9">
      <w:pPr>
        <w:pStyle w:val="Luettelokappale"/>
        <w:numPr>
          <w:ilvl w:val="0"/>
          <w:numId w:val="52"/>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r w:rsidR="00F17F93">
        <w:t xml:space="preserve"> </w:t>
      </w:r>
      <w:r w:rsidR="00DD612E">
        <w:t>asiakirjoista</w:t>
      </w:r>
      <w:r>
        <w:t xml:space="preserve">. </w:t>
      </w:r>
    </w:p>
    <w:p w14:paraId="59583961" w14:textId="1F1B4733" w:rsidR="00291159" w:rsidRDefault="00291159" w:rsidP="00D507E9">
      <w:pPr>
        <w:pStyle w:val="Luettelokappale"/>
        <w:numPr>
          <w:ilvl w:val="0"/>
          <w:numId w:val="52"/>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184AA3B9" w:rsidR="00291159" w:rsidRDefault="00291159" w:rsidP="00D507E9">
      <w:pPr>
        <w:pStyle w:val="Luettelokappale"/>
        <w:numPr>
          <w:ilvl w:val="0"/>
          <w:numId w:val="52"/>
        </w:numPr>
      </w:pPr>
      <w:r>
        <w:t>Tilanteessa B (asiakirjat): Kyselysanomassa ei välitetä ’kuvailutietojen haun kohdistus asiakirja- vai palvelutapahtumatasolle’ –tietoa.</w:t>
      </w:r>
    </w:p>
    <w:p w14:paraId="516161CC" w14:textId="1B50F254" w:rsidR="00291159" w:rsidRDefault="00291159" w:rsidP="00D507E9">
      <w:pPr>
        <w:pStyle w:val="Luettelokappale"/>
        <w:numPr>
          <w:ilvl w:val="0"/>
          <w:numId w:val="52"/>
        </w:numPr>
      </w:pPr>
      <w:r>
        <w:t>Tilanteessa F (hätähaku) kyselysanomaan tulee tuottaa tieto kyselyn perusteena olevasta erityisestä syystä. Erityiseksi syyksi laitetaan ’Hätähaku’ [LK8]</w:t>
      </w:r>
    </w:p>
    <w:p w14:paraId="1FF1AE45" w14:textId="2AC053A5" w:rsidR="00291159" w:rsidRDefault="00291159" w:rsidP="00D507E9">
      <w:pPr>
        <w:pStyle w:val="Luettelokappale"/>
        <w:numPr>
          <w:ilvl w:val="0"/>
          <w:numId w:val="52"/>
        </w:numPr>
      </w:pPr>
      <w:r>
        <w:t>Tilanne G (ennakkohaku): Kaikki hakutilanteet on mahdollista käynnistää järjestelmän tekemänä ennakkohakuna. Ennakkohaussa ei välitetä kyselyn käynnistäneen ammattihenkilön tietoja.</w:t>
      </w:r>
    </w:p>
    <w:p w14:paraId="15B75AC5" w14:textId="35844787" w:rsidR="00291159" w:rsidRDefault="00291159" w:rsidP="00D507E9">
      <w:pPr>
        <w:pStyle w:val="Luettelokappale"/>
        <w:numPr>
          <w:ilvl w:val="0"/>
          <w:numId w:val="52"/>
        </w:numPr>
      </w:pPr>
      <w:r>
        <w:t>Hakuparametrit: voidaan käyttää palvelupyynnöllä käytössä olevia parametreja [LM4]</w:t>
      </w:r>
    </w:p>
    <w:p w14:paraId="3621F8E8" w14:textId="3CEEE58A" w:rsidR="00291159" w:rsidRDefault="00291159" w:rsidP="00D54165">
      <w:pPr>
        <w:pStyle w:val="Luettelokappale"/>
        <w:numPr>
          <w:ilvl w:val="1"/>
          <w:numId w:val="5"/>
        </w:numPr>
      </w:pPr>
      <w:r>
        <w:t>Pakollinen</w:t>
      </w:r>
      <w:r w:rsidR="00F17F93">
        <w:t xml:space="preserve"> </w:t>
      </w:r>
      <w:r>
        <w:t>parametri henkilötunnus</w:t>
      </w:r>
      <w:r w:rsidR="00260500">
        <w:t xml:space="preserve"> tai tilapäinen yksilöintitunnus</w:t>
      </w:r>
    </w:p>
    <w:p w14:paraId="50569EBE" w14:textId="1368B43A" w:rsidR="00291159" w:rsidRDefault="00291159" w:rsidP="00D507E9">
      <w:pPr>
        <w:pStyle w:val="Luettelokappale"/>
        <w:numPr>
          <w:ilvl w:val="0"/>
          <w:numId w:val="52"/>
        </w:numPr>
      </w:pPr>
      <w:r>
        <w:t>Kyselyssä voidaan antaa tieto, kuinka monta hakutulosta halutaan palautettavaksi yhdellä sivulla. Mikäli sivukooksi annetaan Arkistossa määriteltyä sivun ylärajaa suurempi arvo, Arkisto 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D507E9">
      <w:pPr>
        <w:pStyle w:val="Luettelokappale"/>
        <w:numPr>
          <w:ilvl w:val="0"/>
          <w:numId w:val="52"/>
        </w:numPr>
      </w:pPr>
      <w:r>
        <w:lastRenderedPageBreak/>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67D19FD9" w:rsidR="00291159" w:rsidRDefault="00291159" w:rsidP="00D507E9">
      <w:pPr>
        <w:pStyle w:val="Luettelokappale"/>
        <w:numPr>
          <w:ilvl w:val="0"/>
          <w:numId w:val="52"/>
        </w:numPr>
      </w:pPr>
      <w:r>
        <w:t xml:space="preserve">Tilanne F: Hätähakutilanteessa palautetaan lisäksi potilaan tekemät tahdonilmaisut: hoitotahto ja elinluovutustahto. Tahdonilmaisuja ei kuitenkaan palauteta, jos 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D507E9">
      <w:pPr>
        <w:pStyle w:val="Luettelokappale"/>
        <w:numPr>
          <w:ilvl w:val="0"/>
          <w:numId w:val="52"/>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0304C848" w:rsidR="00291159" w:rsidRDefault="00291159" w:rsidP="00D507E9">
      <w:pPr>
        <w:pStyle w:val="Luettelokappale"/>
        <w:numPr>
          <w:ilvl w:val="0"/>
          <w:numId w:val="52"/>
        </w:numPr>
      </w:pPr>
      <w:r>
        <w:t>Jos haun tulosta ei pystytä palauttamaan kokonaisuudessaan yhdellä hakukerralla, Arkisto palauttaa sivutetun vastauksen sekä tiedot jatkokyselyä varten [LM4]</w:t>
      </w:r>
    </w:p>
    <w:p w14:paraId="56D1C8E5" w14:textId="3C3401A7" w:rsidR="00291159" w:rsidRDefault="00291159" w:rsidP="00D507E9">
      <w:pPr>
        <w:pStyle w:val="Luettelokappale"/>
        <w:numPr>
          <w:ilvl w:val="0"/>
          <w:numId w:val="52"/>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9F703C">
      <w:pPr>
        <w:pStyle w:val="Otsikko2"/>
      </w:pPr>
      <w:r>
        <w:t>Lisätiedot</w:t>
      </w:r>
    </w:p>
    <w:p w14:paraId="7C51B434" w14:textId="77777777" w:rsidR="00A23055" w:rsidRDefault="00B972D2" w:rsidP="0081689C">
      <w:pPr>
        <w:pStyle w:val="Leipteksti"/>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77112CE8" w14:textId="10B832B1" w:rsidR="009F2F14" w:rsidRDefault="00A23055" w:rsidP="008B25A3">
      <w:pPr>
        <w:pStyle w:val="Leipteksti"/>
      </w:pPr>
      <w:r>
        <w:lastRenderedPageBreak/>
        <w:t xml:space="preserve">LT2 </w:t>
      </w:r>
      <w:r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Pr="00A23055">
        <w:t>. Tämän mahdollistaa Uudenmaan väliaikainen tiedonsaantioikeus (HE 18/2022 vp, 64 a §), joka pohjautuu terveydenhuoltolain 1326/2010 9 §:n mukaista sairaanhoitopiirin alueen yhteisrekisteriä koskevaan potilastietojen käsittelyä koskevaan sääntelyyn.</w:t>
      </w:r>
      <w:r>
        <w:t xml:space="preserve"> </w:t>
      </w:r>
      <w:r w:rsidRPr="008B25A3">
        <w:t>Uudenmaan hyvinvointialueiden, Helsingin kaupungin ja HUS-yhtymän omalle henkilöstölleen tuottama työterveyshuolto ei kuulu väliaikaisen tiedonsaantioikeuden piiriin.</w:t>
      </w:r>
    </w:p>
    <w:p w14:paraId="7FBAEEE3" w14:textId="278E0512" w:rsidR="00624CEA" w:rsidRDefault="00543DA2">
      <w:pPr>
        <w:pStyle w:val="Leipteksti"/>
      </w:pPr>
      <w:r>
        <w:t>LT3 1.1.2023 alkaen: Jos hakijana on hyvinvointialue, joka ei kuulu Uudenmaan maakuntaan, haku rajataan hakijan omaan rekisteriin.</w:t>
      </w:r>
      <w:r w:rsidR="00076B9B">
        <w:br w:type="page"/>
      </w:r>
    </w:p>
    <w:p w14:paraId="2802401F" w14:textId="2653AF00" w:rsidR="009F703C" w:rsidRDefault="00B972D2" w:rsidP="00B972D2">
      <w:pPr>
        <w:pStyle w:val="Otsikko1"/>
        <w:spacing w:before="220"/>
      </w:pPr>
      <w:bookmarkStart w:id="30" w:name="_Toc37062066"/>
      <w:bookmarkStart w:id="31" w:name="_Toc121475914"/>
      <w:r>
        <w:lastRenderedPageBreak/>
        <w:t>Hae oman rekisterin asiakirjoja</w:t>
      </w:r>
      <w:bookmarkEnd w:id="30"/>
      <w:bookmarkEnd w:id="31"/>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3102E55D" w14:textId="77777777" w:rsidR="004F013D" w:rsidRDefault="004F013D" w:rsidP="004F013D">
      <w:pPr>
        <w:pStyle w:val="Leipteksti"/>
        <w:spacing w:after="0"/>
      </w:pPr>
      <w:r>
        <w:t>Haku rajautuu tässä käyttötapauksessa potilaan ja hakijan mukaan:</w:t>
      </w:r>
    </w:p>
    <w:p w14:paraId="5725F9B9" w14:textId="08CB2416" w:rsidR="004F013D" w:rsidRDefault="004F013D" w:rsidP="00D507E9">
      <w:pPr>
        <w:pStyle w:val="Luettelokappale"/>
        <w:numPr>
          <w:ilvl w:val="0"/>
          <w:numId w:val="52"/>
        </w:numPr>
      </w:pPr>
      <w:r>
        <w:t>Haetaan yhden potilaan tiedot: Omasta rekisteristä asiakirjoja voidaan hakea henkilötunnuksella tai tilapäisellä yksilöintitunnuksella. Jos tietoja haetaan tilapäisellä yksilöintitunnuksella, Potilastiedon arkisto palauttaa vain sellaisia asiakirjoja joihin ei ole kirjattu virallista henkilötunnusta.</w:t>
      </w:r>
    </w:p>
    <w:p w14:paraId="66EA1F59" w14:textId="2F9D36C7" w:rsidR="004F013D" w:rsidRDefault="004F013D" w:rsidP="00D507E9">
      <w:pPr>
        <w:pStyle w:val="Luettelokappale"/>
        <w:numPr>
          <w:ilvl w:val="0"/>
          <w:numId w:val="52"/>
        </w:numPr>
      </w:pPr>
      <w:r>
        <w:t>Haetaan tiedot hakijan omasta rekisteristä: Potilastiedon arkisto rajaa haun hakevan rekisterinpitäjän tiet</w:t>
      </w:r>
      <w:r w:rsidR="00954EA6">
        <w:t>t</w:t>
      </w:r>
      <w:r>
        <w:t>yyn rekisteriin, työterveyshuollon tilanteessa on rajaavana tekijänä lisäksi rekisterin tarkenne.</w:t>
      </w:r>
    </w:p>
    <w:p w14:paraId="7B747B03" w14:textId="3EC17DD0" w:rsidR="004F013D" w:rsidRPr="004F013D" w:rsidRDefault="004F013D" w:rsidP="004F013D">
      <w:pPr>
        <w:pStyle w:val="Leipteksti"/>
      </w:pPr>
      <w:r>
        <w:t>Käyttötapauksen lopputuloksen hakeva potilastietojärjestelmä on vastaanottanut Potilastiedon arkiston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407FD310" w:rsidR="004F013D" w:rsidRPr="004F013D" w:rsidRDefault="004F013D" w:rsidP="004F013D">
      <w:pPr>
        <w:pStyle w:val="Numeroituluettelo"/>
      </w:pPr>
      <w:r>
        <w:t>Potilastiedon arkisto, Kanta-viestinvälitys, jatkossa Arkisto</w:t>
      </w:r>
    </w:p>
    <w:p w14:paraId="12253581" w14:textId="72007C0B" w:rsidR="009F703C" w:rsidRDefault="009F703C" w:rsidP="009F703C">
      <w:pPr>
        <w:pStyle w:val="Otsikko2"/>
      </w:pPr>
      <w:r w:rsidRPr="009F703C">
        <w:lastRenderedPageBreak/>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1F613784" w:rsidR="004F013D" w:rsidRPr="004F013D" w:rsidRDefault="004F013D" w:rsidP="004F013D">
      <w:pPr>
        <w:pStyle w:val="Numeroituluettelo"/>
      </w:pPr>
      <w:r>
        <w:t>Potilastietojärjestelmässä on tiedossa joko käyttäjän antamana tai järjestelmän päättelemänä tarvittavat hakuparametrit</w:t>
      </w:r>
    </w:p>
    <w:p w14:paraId="3882412C" w14:textId="6A1E7F3A" w:rsidR="009F703C" w:rsidRDefault="009F703C" w:rsidP="009F703C">
      <w:pPr>
        <w:pStyle w:val="Otsikko2"/>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t>Järjestelmä muodostaa hakusanoman ja tekee haun Arkistosta alikäyttötapauksen Hae tiedot mukaisesti. [V2]</w:t>
      </w:r>
    </w:p>
    <w:p w14:paraId="3C801C39" w14:textId="2EFCF6B9" w:rsidR="004F013D" w:rsidRDefault="004F013D" w:rsidP="00D507E9">
      <w:pPr>
        <w:pStyle w:val="Luettelokappale"/>
        <w:numPr>
          <w:ilvl w:val="0"/>
          <w:numId w:val="52"/>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D507E9">
      <w:pPr>
        <w:pStyle w:val="Luettelokappale"/>
        <w:numPr>
          <w:ilvl w:val="0"/>
          <w:numId w:val="52"/>
        </w:numPr>
      </w:pPr>
      <w:r>
        <w:t>Palvelupyyntö on [LK3]</w:t>
      </w:r>
    </w:p>
    <w:p w14:paraId="1047CF97" w14:textId="231B5708" w:rsidR="004F013D" w:rsidRDefault="004F013D" w:rsidP="00D54165">
      <w:pPr>
        <w:pStyle w:val="Luettelokappale"/>
        <w:numPr>
          <w:ilvl w:val="1"/>
          <w:numId w:val="5"/>
        </w:numPr>
      </w:pPr>
      <w:r>
        <w:t>tilanteessa C (omat tiedot): PP2, Palvelunantajan omien tietojen haku Potilastiedon arkistosta</w:t>
      </w:r>
    </w:p>
    <w:p w14:paraId="2DF39D83" w14:textId="40D16969" w:rsidR="004F013D" w:rsidRDefault="004F013D" w:rsidP="00D54165">
      <w:pPr>
        <w:pStyle w:val="Luettelokappale"/>
        <w:numPr>
          <w:ilvl w:val="1"/>
          <w:numId w:val="5"/>
        </w:numPr>
      </w:pPr>
      <w:r>
        <w:t>tilanteessa D (vanhat tiedot): PP36, Palvelunantajan omien vanhojen tietojen haku Potilastiedon arkistosta</w:t>
      </w:r>
    </w:p>
    <w:p w14:paraId="75EE7344" w14:textId="55DF06C5" w:rsidR="004F013D" w:rsidRDefault="004F013D" w:rsidP="00D507E9">
      <w:pPr>
        <w:pStyle w:val="Luettelokappale"/>
        <w:numPr>
          <w:ilvl w:val="0"/>
          <w:numId w:val="52"/>
        </w:numPr>
      </w:pPr>
      <w:r>
        <w:t>Kattavuus: Haetaanko viimeisimmät versiot (1) vai täydellinen versiohistoria (2) [LK6]</w:t>
      </w:r>
    </w:p>
    <w:p w14:paraId="57C8FF3F" w14:textId="38E66144" w:rsidR="004F013D" w:rsidRDefault="004F013D" w:rsidP="00D507E9">
      <w:pPr>
        <w:pStyle w:val="Luettelokappale"/>
        <w:numPr>
          <w:ilvl w:val="0"/>
          <w:numId w:val="52"/>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747C70E4" w14:textId="09F67112" w:rsidR="004F013D" w:rsidRDefault="004F013D" w:rsidP="00D507E9">
      <w:pPr>
        <w:pStyle w:val="Luettelokappale"/>
        <w:numPr>
          <w:ilvl w:val="0"/>
          <w:numId w:val="52"/>
        </w:numPr>
      </w:pPr>
      <w:r>
        <w:t>Hakuparametrit: haun rajaamiseen voidaan käyttää palvelupyynnöllä käytössä olevia parametreja [LM4]</w:t>
      </w:r>
    </w:p>
    <w:p w14:paraId="6503CD77" w14:textId="3D2901A6" w:rsidR="004F013D" w:rsidRDefault="004F013D" w:rsidP="00D54165">
      <w:pPr>
        <w:pStyle w:val="Luettelokappale"/>
        <w:numPr>
          <w:ilvl w:val="1"/>
          <w:numId w:val="5"/>
        </w:numPr>
      </w:pPr>
      <w:r>
        <w:t>pakollinen parametri henkilötunnus tai tilapäinen yksilöintitunnus</w:t>
      </w:r>
    </w:p>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D507E9">
      <w:pPr>
        <w:pStyle w:val="Luettelokappale"/>
        <w:numPr>
          <w:ilvl w:val="0"/>
          <w:numId w:val="52"/>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lastRenderedPageBreak/>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64356518" w14:textId="62D595B7" w:rsidR="004F013D" w:rsidRPr="004F013D" w:rsidRDefault="004F013D" w:rsidP="00A82268">
      <w:pPr>
        <w:pStyle w:val="Leipteksti"/>
      </w:pPr>
      <w:r>
        <w:t>V3 Haun tuloksen vastaanottaminen ei onnistu. Järjestelmä antaa ilmoituksen käyttäjälle tai tallentaa tiedon jatkokäsittelyä varten. Käyttötapaus päättyy.</w:t>
      </w:r>
      <w:r w:rsidR="00076B9B">
        <w:br w:type="page"/>
      </w:r>
    </w:p>
    <w:p w14:paraId="703D6DF0" w14:textId="776E85A3" w:rsidR="009F703C" w:rsidRDefault="004F013D" w:rsidP="004F013D">
      <w:pPr>
        <w:pStyle w:val="Otsikko1"/>
      </w:pPr>
      <w:bookmarkStart w:id="32" w:name="_Toc121475915"/>
      <w:r w:rsidRPr="004F013D">
        <w:lastRenderedPageBreak/>
        <w:t>Hae asiakirjoja luovutuksena</w:t>
      </w:r>
      <w:bookmarkEnd w:id="32"/>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r>
        <w:t xml:space="preserve">31.12.2022 asti </w:t>
      </w:r>
      <w:r w:rsidR="002E0D27">
        <w:t>Haku yhteisestä potilastietorekisteristä</w:t>
      </w:r>
      <w:r>
        <w:t>, 1.1.2023 alkaen haku Uudenmaan maakunnan väliaikaisen tiedonsaantioikeuden perusteella [LT2</w:t>
      </w:r>
      <w:r w:rsidR="00805180">
        <w:t>, LT3</w:t>
      </w:r>
      <w:r>
        <w:t>]</w:t>
      </w:r>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D507E9">
      <w:pPr>
        <w:pStyle w:val="Luettelokappale"/>
        <w:numPr>
          <w:ilvl w:val="0"/>
          <w:numId w:val="52"/>
        </w:numPr>
      </w:pPr>
      <w:r>
        <w:t>Haetaan yhden potilaan tiedot: Luovutushaussa asiakirjoja voidaan hakea henkilötunnuksella, tilapäisen yksilöintitunnuksen käyttö ei ole sallittu</w:t>
      </w:r>
    </w:p>
    <w:p w14:paraId="3869BB4A" w14:textId="2767F887" w:rsidR="002E0D27" w:rsidRDefault="002E0D27" w:rsidP="00D507E9">
      <w:pPr>
        <w:pStyle w:val="Luettelokappale"/>
        <w:numPr>
          <w:ilvl w:val="0"/>
          <w:numId w:val="52"/>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33E8C0FD" w:rsidR="002E0D27" w:rsidRDefault="00927943" w:rsidP="00D54165">
      <w:pPr>
        <w:pStyle w:val="Luettelokappale"/>
        <w:numPr>
          <w:ilvl w:val="1"/>
          <w:numId w:val="5"/>
        </w:numPr>
      </w:pPr>
      <w:r>
        <w:t>Tilanteessa F</w:t>
      </w:r>
      <w:r w:rsidR="002E0D27">
        <w:t xml:space="preserve"> </w:t>
      </w:r>
      <w:r w:rsidR="00BD3175">
        <w:t xml:space="preserve">31.12.2022 asti </w:t>
      </w:r>
      <w:r w:rsidR="002E0D27">
        <w:t>haku rajautuu sairaanhoitopiirin yhteiseen potilastietorekisteriin</w:t>
      </w:r>
      <w:r w:rsidR="00BD3175">
        <w:t xml:space="preserve"> ja 1.1.2023 alkaen Uudenmaan maakunnassa väliaikaisen tiedonsaantioikeuden piiriin kuuluviin potilastietorekistereihin [LT2</w:t>
      </w:r>
      <w:r w:rsidR="00805180">
        <w:t>, LT3</w:t>
      </w:r>
      <w:r w:rsidR="00BD3175">
        <w:t>]</w:t>
      </w:r>
    </w:p>
    <w:p w14:paraId="0B9C7086" w14:textId="0B42E2F2" w:rsidR="002E0D27" w:rsidRDefault="002E0D27" w:rsidP="00D507E9">
      <w:pPr>
        <w:pStyle w:val="Luettelokappale"/>
        <w:numPr>
          <w:ilvl w:val="0"/>
          <w:numId w:val="52"/>
        </w:numPr>
      </w:pPr>
      <w:r>
        <w:t xml:space="preserve">Arkisto rajaa hakutuloksen </w:t>
      </w:r>
      <w:r w:rsidR="00C073B7">
        <w:t xml:space="preserve">luovutustenhallinnan </w:t>
      </w:r>
      <w:r>
        <w:t>tietojen ja potilaan mahdollisesti asettamien luovutuskieltojen mukaisesti.</w:t>
      </w:r>
    </w:p>
    <w:p w14:paraId="2A1D2D88" w14:textId="0B9578E9" w:rsidR="002E0D27" w:rsidRPr="002E0D27" w:rsidRDefault="002E0D27" w:rsidP="002E0D27">
      <w:pPr>
        <w:pStyle w:val="Leipteksti"/>
      </w:pPr>
      <w:r>
        <w:lastRenderedPageBreak/>
        <w:t>Käyttötapauksen lopputuloksen hakeva potilastietojärjestelmä on vastaanottanut Potilastiedon arkiston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DBDE4CD" w:rsidR="00F15E55" w:rsidRPr="00F15E55" w:rsidRDefault="00F15E55" w:rsidP="00F15E55">
      <w:pPr>
        <w:pStyle w:val="Numeroituluettelo"/>
      </w:pPr>
      <w:r>
        <w:t>Potilastiedon arkisto, Kanta-viestinvälitys, jatkossa Arkisto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D507E9">
      <w:pPr>
        <w:pStyle w:val="Luettelokappale"/>
        <w:numPr>
          <w:ilvl w:val="0"/>
          <w:numId w:val="52"/>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D507E9">
      <w:pPr>
        <w:pStyle w:val="Luettelokappale"/>
        <w:numPr>
          <w:ilvl w:val="0"/>
          <w:numId w:val="52"/>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03408C4C" w:rsidR="00C874B6" w:rsidRDefault="00F15E55" w:rsidP="00D54165">
      <w:pPr>
        <w:pStyle w:val="Luettelokappale"/>
        <w:numPr>
          <w:ilvl w:val="1"/>
          <w:numId w:val="5"/>
        </w:numPr>
      </w:pPr>
      <w:r>
        <w:t xml:space="preserve">tilanteessa F: PP22, </w:t>
      </w:r>
    </w:p>
    <w:p w14:paraId="339C3C3B" w14:textId="443C66B7" w:rsidR="00F15E55" w:rsidRDefault="0090757A" w:rsidP="008B25A3">
      <w:pPr>
        <w:pStyle w:val="Luettelokappale"/>
        <w:numPr>
          <w:ilvl w:val="2"/>
          <w:numId w:val="5"/>
        </w:numPr>
      </w:pPr>
      <w:r>
        <w:t xml:space="preserve">31.12.2022 asti: </w:t>
      </w:r>
      <w:r w:rsidR="00F15E55">
        <w:t>Haku yhteisestä potilastietorekisteristä</w:t>
      </w:r>
      <w:r>
        <w:t>, 1.1.2023</w:t>
      </w:r>
      <w:r w:rsidR="00C874B6">
        <w:t xml:space="preserve"> alkaen</w:t>
      </w:r>
      <w:r>
        <w:t xml:space="preserve"> haku Uudenmaan maakunnan väliaikaisen tiedonsaantioikeuden perusteella [LT2</w:t>
      </w:r>
      <w:r w:rsidR="00805180">
        <w:t>, LT3</w:t>
      </w:r>
      <w:r>
        <w:t>]</w:t>
      </w:r>
    </w:p>
    <w:p w14:paraId="0BBF824C" w14:textId="16320A8C" w:rsidR="00F15E55" w:rsidRDefault="00F15E55" w:rsidP="00D507E9">
      <w:pPr>
        <w:pStyle w:val="Luettelokappale"/>
        <w:numPr>
          <w:ilvl w:val="0"/>
          <w:numId w:val="52"/>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D507E9">
      <w:pPr>
        <w:pStyle w:val="Luettelokappale"/>
        <w:numPr>
          <w:ilvl w:val="0"/>
          <w:numId w:val="52"/>
        </w:numPr>
      </w:pPr>
      <w:r>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D507E9">
      <w:pPr>
        <w:pStyle w:val="Luettelokappale"/>
        <w:numPr>
          <w:ilvl w:val="0"/>
          <w:numId w:val="52"/>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D507E9">
      <w:pPr>
        <w:pStyle w:val="Luettelokappale"/>
        <w:numPr>
          <w:ilvl w:val="0"/>
          <w:numId w:val="52"/>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D507E9">
      <w:pPr>
        <w:pStyle w:val="Luettelokappale"/>
        <w:numPr>
          <w:ilvl w:val="0"/>
          <w:numId w:val="52"/>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D507E9">
      <w:pPr>
        <w:pStyle w:val="Luettelokappale"/>
        <w:numPr>
          <w:ilvl w:val="0"/>
          <w:numId w:val="52"/>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pPr>
      <w:r>
        <w:t>Mikäli informointi puuttuu ja sen puuttumisella on vaikutusta palautettavaan haun tulokseen, palautetaan Järjestelmälle paluusanomassa tieto informoinnin puuttumisesta.</w:t>
      </w:r>
    </w:p>
    <w:p w14:paraId="6C0B7394" w14:textId="7009684E" w:rsidR="00F15E55" w:rsidRDefault="00F15E55" w:rsidP="00043EA5">
      <w:pPr>
        <w:pStyle w:val="Luettelokappale"/>
        <w:numPr>
          <w:ilvl w:val="1"/>
          <w:numId w:val="5"/>
        </w:numPr>
      </w:pPr>
      <w:r>
        <w:t>Mikäli</w:t>
      </w:r>
      <w:r w:rsidR="00A8579C">
        <w:t xml:space="preserve"> informointi annettu mutta luovutuslupa puuttuu, palautetaan Järjestelmälle paluusanomassa tieto luovutusluvan puuttumisesta. Luovutusluvan puuttuminen voi vaikuttaa palautettavaan haun tulokseen</w:t>
      </w:r>
      <w:r w:rsidR="00CA727E">
        <w:t xml:space="preserve">. </w:t>
      </w:r>
      <w:r>
        <w:t xml:space="preserve"> </w:t>
      </w:r>
    </w:p>
    <w:p w14:paraId="224F9638" w14:textId="33F37B3D" w:rsidR="008F3F85" w:rsidRDefault="008F3F85" w:rsidP="00D507E9">
      <w:pPr>
        <w:pStyle w:val="Luettelokappale"/>
        <w:numPr>
          <w:ilvl w:val="0"/>
          <w:numId w:val="52"/>
        </w:numPr>
      </w:pPr>
      <w:r>
        <w:t>tilanteessa F</w:t>
      </w:r>
      <w:r w:rsidR="00FD1122">
        <w:t>:</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rsidP="008B25A3">
      <w:pPr>
        <w:pStyle w:val="Leipteksti"/>
        <w:spacing w:after="0"/>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rsidP="008B25A3">
      <w:pPr>
        <w:pStyle w:val="Leipteksti"/>
        <w:spacing w:after="0"/>
      </w:pPr>
      <w:r>
        <w:br/>
      </w:r>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p>
    <w:p w14:paraId="510169F0" w14:textId="77777777" w:rsidR="00805180" w:rsidRDefault="00805180" w:rsidP="008B25A3">
      <w:pPr>
        <w:pStyle w:val="Leipteksti"/>
        <w:spacing w:after="0"/>
      </w:pPr>
    </w:p>
    <w:p w14:paraId="616EFF26" w14:textId="77777777" w:rsidR="0090757A" w:rsidRDefault="0090757A" w:rsidP="008B25A3">
      <w:pPr>
        <w:pStyle w:val="Leipteksti"/>
        <w:spacing w:after="0"/>
      </w:pPr>
      <w:r>
        <w:t xml:space="preserve">LT3 Haku palvelupyynnöllä PP22 </w:t>
      </w:r>
    </w:p>
    <w:p w14:paraId="56152DA8" w14:textId="7CAFA215" w:rsidR="0090757A" w:rsidRDefault="0090757A" w:rsidP="008B25A3">
      <w:pPr>
        <w:pStyle w:val="Leipteksti"/>
        <w:numPr>
          <w:ilvl w:val="0"/>
          <w:numId w:val="52"/>
        </w:numPr>
        <w:spacing w:after="0"/>
      </w:pPr>
      <w:r>
        <w:t>31.12.2022 asti: Haku yhteisestä potilastietorekisteristä</w:t>
      </w:r>
    </w:p>
    <w:p w14:paraId="78EA018D" w14:textId="69C9CA46" w:rsidR="0090757A" w:rsidRDefault="0090757A" w:rsidP="008B25A3">
      <w:pPr>
        <w:pStyle w:val="Leipteksti"/>
        <w:numPr>
          <w:ilvl w:val="0"/>
          <w:numId w:val="52"/>
        </w:numPr>
        <w:spacing w:after="0"/>
      </w:pPr>
      <w:r>
        <w:t>1.1.2023 alkaen</w:t>
      </w:r>
      <w:r w:rsidR="00531151">
        <w:t xml:space="preserve">: </w:t>
      </w:r>
      <w:r>
        <w:t>jos hakija ei kuulu/toimi Uudenmaan maakunnan väliaikaisen tiedonsaantioikeuden piirissä, haku palauttaa vain oman rekisterin tiedot</w:t>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33" w:name="_Toc256000089"/>
      <w:bookmarkStart w:id="34" w:name="_Toc37062081"/>
      <w:bookmarkStart w:id="35" w:name="_Toc121475916"/>
      <w:r>
        <w:lastRenderedPageBreak/>
        <w:t>Hae asiakirjoja ostopalvelutilanteessa</w:t>
      </w:r>
      <w:bookmarkEnd w:id="33"/>
      <w:bookmarkEnd w:id="34"/>
      <w:bookmarkEnd w:id="35"/>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1ECB933A"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r w:rsidR="00F17F93">
        <w:t xml:space="preserve"> </w:t>
      </w:r>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02DBD72A" w:rsidR="005A102F" w:rsidRDefault="005A102F" w:rsidP="0087798E">
      <w:pPr>
        <w:pStyle w:val="Leipteksti"/>
        <w:numPr>
          <w:ilvl w:val="0"/>
          <w:numId w:val="20"/>
        </w:numPr>
        <w:spacing w:after="0"/>
      </w:pPr>
      <w:r>
        <w:t xml:space="preserve">Luovutushaku </w:t>
      </w:r>
      <w:r w:rsidR="00197E20">
        <w:t>rekisteri</w:t>
      </w:r>
      <w:r>
        <w:t>tasoisessa</w:t>
      </w:r>
      <w:r w:rsidR="00F17F93">
        <w:t xml:space="preserve"> </w:t>
      </w:r>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46DA177C" w:rsidR="005A102F" w:rsidRDefault="00A80747" w:rsidP="00D54165">
      <w:pPr>
        <w:pStyle w:val="Leipteksti"/>
        <w:numPr>
          <w:ilvl w:val="0"/>
          <w:numId w:val="20"/>
        </w:numPr>
      </w:pPr>
      <w:r>
        <w:t>Luovutush</w:t>
      </w:r>
      <w:r w:rsidR="005A102F">
        <w:t xml:space="preserve">aku </w:t>
      </w:r>
      <w:r w:rsidR="00197E20">
        <w:t>rekisteri</w:t>
      </w:r>
      <w:r w:rsidR="005A102F">
        <w:t>tasoisessa</w:t>
      </w:r>
      <w:r w:rsidR="00F17F93">
        <w:t xml:space="preserve"> </w:t>
      </w:r>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D507E9">
      <w:pPr>
        <w:pStyle w:val="Luettelokappale"/>
        <w:numPr>
          <w:ilvl w:val="0"/>
          <w:numId w:val="52"/>
        </w:numPr>
      </w:pPr>
      <w:r>
        <w:t>Haetaan yhden potilaan tiedot: Ostopalvelutilanteessa asiakirjoja voidaan hakea henkilötunnuksella, tilapäisen yksilöintitunnuksen käyttö ei ole sallittu</w:t>
      </w:r>
    </w:p>
    <w:p w14:paraId="4E68CC60" w14:textId="541D4761" w:rsidR="005A102F" w:rsidRDefault="005A102F" w:rsidP="00D507E9">
      <w:pPr>
        <w:pStyle w:val="Luettelokappale"/>
        <w:numPr>
          <w:ilvl w:val="0"/>
          <w:numId w:val="52"/>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B6EA26F" w:rsidR="005A102F" w:rsidRDefault="005A102F" w:rsidP="00D507E9">
      <w:pPr>
        <w:pStyle w:val="Luettelokappale"/>
        <w:numPr>
          <w:ilvl w:val="0"/>
          <w:numId w:val="52"/>
        </w:numPr>
      </w:pPr>
      <w:r>
        <w:lastRenderedPageBreak/>
        <w:t xml:space="preserve">Arkisto rajaa hakutuloksen ostopalvelun valtuutuksen mahdollisten rajauksien sekä </w:t>
      </w:r>
      <w:r w:rsidR="00410048">
        <w:t xml:space="preserve">luovutustenhallinnan </w:t>
      </w:r>
      <w:r>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038D878" w:rsidR="005A102F" w:rsidRPr="005A102F" w:rsidRDefault="005A102F" w:rsidP="005A102F">
      <w:pPr>
        <w:pStyle w:val="Leipteksti"/>
      </w:pPr>
      <w:r>
        <w:t>Käyttötapauksen lopputuloksen hakeva ostopalvelun tuottajan potilastietojärjestelmä on vastaanottanut Potilastiedon arkiston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03853067" w:rsidR="005A102F" w:rsidRPr="005A102F" w:rsidRDefault="005A102F" w:rsidP="005A102F">
      <w:pPr>
        <w:pStyle w:val="Numeroituluettelo"/>
      </w:pPr>
      <w:r>
        <w:t>Potilastiedon arkisto, Kanta-viestinvälitys, jatkossa Arkisto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D507E9">
      <w:pPr>
        <w:pStyle w:val="Luettelokappale"/>
        <w:numPr>
          <w:ilvl w:val="0"/>
          <w:numId w:val="52"/>
        </w:numPr>
      </w:pPr>
      <w:r>
        <w:t>Yksilöidyssä ostopalvelun valtuutuksessa on valtuutettu se rekisteri, johon palvelutapahtuma on arkistoitu, sillä tuottajalla joka hakua on tekemässä.</w:t>
      </w:r>
    </w:p>
    <w:p w14:paraId="7BB5B2C1" w14:textId="5ED5913E" w:rsidR="005A102F" w:rsidRPr="005A102F" w:rsidRDefault="005A102F" w:rsidP="005A102F">
      <w:pPr>
        <w:pStyle w:val="Numeroituluettelo"/>
      </w:pPr>
      <w:r>
        <w:t>Ostopalvelun valtuutus on arkistoitu Potilastiedon arkistoon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D507E9">
      <w:pPr>
        <w:pStyle w:val="Luettelokappale"/>
        <w:numPr>
          <w:ilvl w:val="0"/>
          <w:numId w:val="52"/>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D507E9">
      <w:pPr>
        <w:pStyle w:val="Luettelokappale"/>
        <w:numPr>
          <w:ilvl w:val="0"/>
          <w:numId w:val="52"/>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37C3D6DA" w:rsidR="005A102F" w:rsidRDefault="005A102F" w:rsidP="00D54165">
      <w:pPr>
        <w:pStyle w:val="Luettelokappale"/>
        <w:numPr>
          <w:ilvl w:val="1"/>
          <w:numId w:val="5"/>
        </w:numPr>
      </w:pPr>
      <w:r>
        <w:t>tilanteessa D (</w:t>
      </w:r>
      <w:r w:rsidR="00197E20">
        <w:t>rekisteri</w:t>
      </w:r>
      <w:r>
        <w:t>tasoisen</w:t>
      </w:r>
      <w:r w:rsidR="00F17F93">
        <w:t xml:space="preserve"> </w:t>
      </w:r>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6F163BC4" w:rsidR="005A102F" w:rsidRDefault="005A102F" w:rsidP="00D54165">
      <w:pPr>
        <w:pStyle w:val="Luettelokappale"/>
        <w:numPr>
          <w:ilvl w:val="1"/>
          <w:numId w:val="5"/>
        </w:numPr>
      </w:pPr>
      <w:r>
        <w:t>tilanteessa F (</w:t>
      </w:r>
      <w:r w:rsidR="00197E20">
        <w:t>rekisteri</w:t>
      </w:r>
      <w:r>
        <w:t>tasoisen</w:t>
      </w:r>
      <w:r w:rsidR="00F17F93">
        <w:t xml:space="preserve"> </w:t>
      </w:r>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42FFAE7C" w:rsidR="005A102F" w:rsidRDefault="005A102F" w:rsidP="00D54165">
      <w:pPr>
        <w:pStyle w:val="Luettelokappale"/>
        <w:numPr>
          <w:ilvl w:val="1"/>
          <w:numId w:val="5"/>
        </w:numPr>
      </w:pPr>
      <w:r>
        <w:t>tilanteessa H (</w:t>
      </w:r>
      <w:r w:rsidR="00197E20">
        <w:t>rekisteri</w:t>
      </w:r>
      <w:r>
        <w:t>tasoisen</w:t>
      </w:r>
      <w:r w:rsidR="00F17F93">
        <w:t xml:space="preserve"> </w:t>
      </w:r>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D507E9">
      <w:pPr>
        <w:pStyle w:val="Luettelokappale"/>
        <w:numPr>
          <w:ilvl w:val="0"/>
          <w:numId w:val="52"/>
        </w:numPr>
      </w:pPr>
      <w:r>
        <w:t>Palvelutapahtuma johon tietoja haetaan, on järjestäjän rekisterissä (ostopalvelun valtuutuksessa yksilöity rekisteri)</w:t>
      </w:r>
    </w:p>
    <w:p w14:paraId="14D25AB7" w14:textId="33D40A49" w:rsidR="005A102F" w:rsidRDefault="005A102F" w:rsidP="00D507E9">
      <w:pPr>
        <w:pStyle w:val="Luettelokappale"/>
        <w:numPr>
          <w:ilvl w:val="0"/>
          <w:numId w:val="52"/>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D507E9">
      <w:pPr>
        <w:pStyle w:val="Luettelokappale"/>
        <w:numPr>
          <w:ilvl w:val="0"/>
          <w:numId w:val="52"/>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D507E9">
      <w:pPr>
        <w:pStyle w:val="Luettelokappale"/>
        <w:numPr>
          <w:ilvl w:val="0"/>
          <w:numId w:val="52"/>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D507E9">
      <w:pPr>
        <w:pStyle w:val="Luettelokappale"/>
        <w:numPr>
          <w:ilvl w:val="0"/>
          <w:numId w:val="52"/>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D507E9">
      <w:pPr>
        <w:pStyle w:val="Luettelokappale"/>
        <w:numPr>
          <w:ilvl w:val="0"/>
          <w:numId w:val="52"/>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65D5B49E"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r w:rsidR="00F17F93">
        <w:t xml:space="preserve"> </w:t>
      </w:r>
      <w:r>
        <w:t xml:space="preserve">ostopalvelu). Tahdonilmaisujen hakeminen on kuvattu käyttötapauksessa Hae </w:t>
      </w:r>
      <w:r w:rsidR="00AC710C">
        <w:t>Tahdonilmaisupalvelu</w:t>
      </w:r>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36" w:name="_Toc256000097"/>
      <w:bookmarkStart w:id="37" w:name="_Toc37062089"/>
      <w:r>
        <w:br w:type="page"/>
      </w:r>
    </w:p>
    <w:p w14:paraId="35666A4A" w14:textId="1ED97295" w:rsidR="009F703C" w:rsidRDefault="005A102F" w:rsidP="005A102F">
      <w:pPr>
        <w:pStyle w:val="Otsikko1"/>
        <w:spacing w:before="220"/>
      </w:pPr>
      <w:bookmarkStart w:id="38" w:name="_Toc121475917"/>
      <w:r>
        <w:lastRenderedPageBreak/>
        <w:t xml:space="preserve">Hae </w:t>
      </w:r>
      <w:r w:rsidR="00AC710C">
        <w:t>Tahdonilmaisupalvelu</w:t>
      </w:r>
      <w:r>
        <w:t>n asiakirjoja</w:t>
      </w:r>
      <w:bookmarkEnd w:id="36"/>
      <w:bookmarkEnd w:id="37"/>
      <w:bookmarkEnd w:id="38"/>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527F0EFA" w:rsidR="005A102F" w:rsidRDefault="00593390" w:rsidP="0087798E">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Potilastiedon </w:t>
      </w:r>
      <w:r w:rsidR="005A102F">
        <w:t>arkiston kieltoasiakirja</w:t>
      </w:r>
      <w:r w:rsidR="008060A5">
        <w:t xml:space="preserve"> (KIE)</w:t>
      </w:r>
      <w:r w:rsidR="005A102F">
        <w:t>, lääkemääräyksen kieltoasiakirja</w:t>
      </w:r>
      <w:r w:rsidR="008060A5">
        <w:t xml:space="preserve"> (RKIE)</w:t>
      </w:r>
      <w:r w:rsidR="005A102F">
        <w:t xml:space="preserve">, elinluovutustahto </w:t>
      </w:r>
      <w:r w:rsidR="008060A5">
        <w:t xml:space="preserve">(ELIN) </w:t>
      </w:r>
      <w:r w:rsidR="005A102F">
        <w:t>ja hoitotahto</w:t>
      </w:r>
      <w:r w:rsidR="008060A5">
        <w:t xml:space="preserve"> (TAH)</w:t>
      </w:r>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19A6083"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Potilastiedon </w:t>
      </w:r>
      <w:r w:rsidR="005A102F">
        <w:t>arkiston kieltoasiakirja</w:t>
      </w:r>
      <w:r w:rsidR="00AA6161">
        <w:t>.</w:t>
      </w:r>
      <w:r w:rsidR="00FD49ED">
        <w:t xml:space="preserve"> </w:t>
      </w:r>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6F6E7724" w:rsidR="005A102F" w:rsidRDefault="005A102F" w:rsidP="005D155E">
      <w:pPr>
        <w:pStyle w:val="Leipteksti"/>
        <w:numPr>
          <w:ilvl w:val="0"/>
          <w:numId w:val="21"/>
        </w:numPr>
        <w:spacing w:after="0"/>
      </w:pPr>
      <w:r>
        <w:t>Tahdonilmaisujen haku hoitotilanteessa,</w:t>
      </w:r>
      <w:r w:rsidR="00FD49ED">
        <w:t xml:space="preserve"> </w:t>
      </w:r>
      <w:r w:rsidR="00197E20">
        <w:t>rekisteri</w:t>
      </w:r>
      <w:r>
        <w:t>tasoinen ostopalvelu. Haku palauttaa asiakirjat elinluovutustahto ja hoitotahto</w:t>
      </w:r>
    </w:p>
    <w:p w14:paraId="3DBED1A3" w14:textId="686637C8" w:rsidR="005D155E" w:rsidRDefault="005D155E" w:rsidP="00D54165">
      <w:pPr>
        <w:pStyle w:val="Leipteksti"/>
        <w:numPr>
          <w:ilvl w:val="0"/>
          <w:numId w:val="21"/>
        </w:numPr>
      </w:pPr>
      <w:r>
        <w:t xml:space="preserve">Kieltoyhteenvedon haku tulostamista varten. Haku palauttaa </w:t>
      </w:r>
      <w:r w:rsidR="003636D8">
        <w:t xml:space="preserve">potilaalle tulostamista varten </w:t>
      </w:r>
      <w:r>
        <w:t>pdf-muotoisen asiakirjan Potilastiedon arkiston tietojen luovutuskieltojen yhteenveto</w:t>
      </w:r>
      <w:r w:rsidR="003636D8">
        <w:t xml:space="preserve"> (KIEYHT)</w:t>
      </w:r>
      <w:r>
        <w:t>.</w:t>
      </w:r>
      <w:r w:rsidR="003636D8">
        <w:t xml:space="preserve"> </w:t>
      </w:r>
      <w:r w:rsidR="0073389D">
        <w:t>[LT1]</w:t>
      </w:r>
      <w:r w:rsidR="00101F35">
        <w:t xml:space="preserve"> </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D507E9">
      <w:pPr>
        <w:pStyle w:val="Luettelokappale"/>
        <w:numPr>
          <w:ilvl w:val="0"/>
          <w:numId w:val="52"/>
        </w:numPr>
      </w:pPr>
      <w:r>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D507E9">
      <w:pPr>
        <w:pStyle w:val="Luettelokappale"/>
        <w:numPr>
          <w:ilvl w:val="0"/>
          <w:numId w:val="52"/>
        </w:numPr>
      </w:pPr>
      <w:r>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lastRenderedPageBreak/>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49304355" w:rsidR="005A102F" w:rsidRPr="005A102F" w:rsidRDefault="005A102F" w:rsidP="005A102F">
      <w:pPr>
        <w:pStyle w:val="Numeroituluettelo"/>
      </w:pPr>
      <w:r>
        <w:t>Potilastiedon arkisto, Kanta-viestinvälitys, jatkossa Arkisto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D507E9">
      <w:pPr>
        <w:pStyle w:val="Luettelokappale"/>
        <w:numPr>
          <w:ilvl w:val="0"/>
          <w:numId w:val="52"/>
        </w:numPr>
      </w:pPr>
      <w:r>
        <w:t>MR-sanoma: RCMR_IN100031FI01</w:t>
      </w:r>
    </w:p>
    <w:p w14:paraId="161CBEBF" w14:textId="62C25833" w:rsidR="005A102F" w:rsidRDefault="005A102F" w:rsidP="00D507E9">
      <w:pPr>
        <w:pStyle w:val="Luettelokappale"/>
        <w:numPr>
          <w:ilvl w:val="0"/>
          <w:numId w:val="52"/>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7BDD969D" w:rsidR="005A102F" w:rsidRDefault="005A102F" w:rsidP="00D54165">
      <w:pPr>
        <w:pStyle w:val="Luettelokappale"/>
        <w:numPr>
          <w:ilvl w:val="1"/>
          <w:numId w:val="5"/>
        </w:numPr>
      </w:pPr>
      <w:r>
        <w:t xml:space="preserve">tilanteessa E (tahdonilmaisut, </w:t>
      </w:r>
      <w:r w:rsidR="00197E20">
        <w:t>rekisteri</w:t>
      </w:r>
      <w:r>
        <w:t>tasoinen</w:t>
      </w:r>
      <w:r w:rsidR="00FD49ED">
        <w:t xml:space="preserve"> </w:t>
      </w:r>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6B58E71C" w:rsidR="003636D8" w:rsidRDefault="003636D8" w:rsidP="003636D8">
      <w:pPr>
        <w:pStyle w:val="Luettelokappale"/>
        <w:numPr>
          <w:ilvl w:val="1"/>
          <w:numId w:val="5"/>
        </w:numPr>
      </w:pPr>
      <w:r>
        <w:t xml:space="preserve">tilanteessa F (kieltoyhteenvedon haku tulostamista varten): PP24, </w:t>
      </w:r>
      <w:r w:rsidR="005169C6">
        <w:t>Asiakirjojen</w:t>
      </w:r>
      <w:r>
        <w:t xml:space="preserve"> haku </w:t>
      </w:r>
      <w:r w:rsidR="00AC710C">
        <w:t>Tahdonilmaisupalvelusta</w:t>
      </w:r>
    </w:p>
    <w:p w14:paraId="41AE1369" w14:textId="762E4249" w:rsidR="005A102F" w:rsidRDefault="005A102F" w:rsidP="00D507E9">
      <w:pPr>
        <w:pStyle w:val="Luettelokappale"/>
        <w:numPr>
          <w:ilvl w:val="0"/>
          <w:numId w:val="52"/>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lastRenderedPageBreak/>
        <w:t>jos haetaan kaikki versiot, elinluovutus- ja hoitotahtoasiakirjoista palautetaan myös mahdolliset mitätöidyt versiopuut</w:t>
      </w:r>
    </w:p>
    <w:p w14:paraId="74D9C78E" w14:textId="03576E22" w:rsidR="005A102F" w:rsidRDefault="005A102F" w:rsidP="00D507E9">
      <w:pPr>
        <w:pStyle w:val="Luettelokappale"/>
        <w:numPr>
          <w:ilvl w:val="0"/>
          <w:numId w:val="52"/>
        </w:numPr>
      </w:pPr>
      <w:r>
        <w:t>Palvelutapahtuma johon tietoja haetaan, on yksilöitävä tilanteissa C, D ja E (tahdonilmaisut). Tilanteissa A (haku muokkausta varten)</w:t>
      </w:r>
      <w:r w:rsidR="003636D8">
        <w:t>,</w:t>
      </w:r>
      <w:r>
        <w:t xml:space="preserve"> B (järjestelmähaku) </w:t>
      </w:r>
      <w:r w:rsidR="003636D8">
        <w:t xml:space="preserve">ja F (kieltoyhteenvedon haku) </w:t>
      </w:r>
      <w:r>
        <w:t>palvelutapahtumaa ei tarvita.</w:t>
      </w:r>
    </w:p>
    <w:p w14:paraId="61C97617" w14:textId="71A4E422" w:rsidR="005A102F" w:rsidRDefault="005A102F" w:rsidP="00D507E9">
      <w:pPr>
        <w:pStyle w:val="Luettelokappale"/>
        <w:numPr>
          <w:ilvl w:val="0"/>
          <w:numId w:val="52"/>
        </w:numPr>
      </w:pPr>
      <w:r>
        <w:t>Pelkkien kuvailutietojen haku ei ole mahdollinen</w:t>
      </w:r>
    </w:p>
    <w:p w14:paraId="08C43297" w14:textId="464AC689" w:rsidR="005A102F" w:rsidRDefault="005A102F" w:rsidP="00D507E9">
      <w:pPr>
        <w:pStyle w:val="Luettelokappale"/>
        <w:numPr>
          <w:ilvl w:val="0"/>
          <w:numId w:val="52"/>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546ED8D3" w:rsidR="003636D8" w:rsidRDefault="003636D8" w:rsidP="0073389D">
      <w:pPr>
        <w:pStyle w:val="Luettelokappale"/>
        <w:numPr>
          <w:ilvl w:val="1"/>
          <w:numId w:val="5"/>
        </w:numPr>
      </w:pPr>
      <w:r>
        <w:t>tilanteessa F (kieltoyhteenve</w:t>
      </w:r>
      <w:r w:rsidR="0073389D">
        <w:t>to</w:t>
      </w:r>
      <w:r>
        <w:t>) pakollinen parametri näkymä</w:t>
      </w:r>
      <w:r w:rsidR="0019618B">
        <w:t>tunnus 338</w:t>
      </w:r>
      <w:r w:rsidR="0073389D">
        <w:t xml:space="preserve"> [LT1]</w:t>
      </w: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D507E9">
      <w:pPr>
        <w:pStyle w:val="Luettelokappale"/>
        <w:numPr>
          <w:ilvl w:val="0"/>
          <w:numId w:val="52"/>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D507E9">
      <w:pPr>
        <w:pStyle w:val="Luettelokappale"/>
        <w:numPr>
          <w:ilvl w:val="0"/>
          <w:numId w:val="52"/>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D507E9">
      <w:pPr>
        <w:pStyle w:val="Luettelokappale"/>
        <w:numPr>
          <w:ilvl w:val="0"/>
          <w:numId w:val="52"/>
        </w:numPr>
      </w:pPr>
      <w:r>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D507E9">
      <w:pPr>
        <w:pStyle w:val="Luettelokappale"/>
        <w:numPr>
          <w:ilvl w:val="0"/>
          <w:numId w:val="52"/>
        </w:numPr>
      </w:pPr>
      <w:r>
        <w:t>tilanteessa F (kieltoyhteenveto, PP24):</w:t>
      </w:r>
    </w:p>
    <w:p w14:paraId="5A1E6DD6" w14:textId="39590B2C" w:rsidR="0073389D" w:rsidRDefault="0073389D" w:rsidP="0073389D">
      <w:pPr>
        <w:pStyle w:val="Luettelokappale"/>
        <w:numPr>
          <w:ilvl w:val="1"/>
          <w:numId w:val="5"/>
        </w:numPr>
      </w:pPr>
      <w:r>
        <w:t xml:space="preserve">Järjestelmä tulostaa kieltoyhteenvedon </w:t>
      </w:r>
      <w:r w:rsidR="00695D34">
        <w:t>potilasta varten</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lastRenderedPageBreak/>
        <w:t>Lisätiedot</w:t>
      </w:r>
    </w:p>
    <w:p w14:paraId="022058F2" w14:textId="608B461B" w:rsidR="00EE1FC5" w:rsidRDefault="00BF2D0D" w:rsidP="008C2FD8">
      <w:pPr>
        <w:pStyle w:val="Leipteksti"/>
      </w:pPr>
      <w:r>
        <w:t xml:space="preserve">LT1 </w:t>
      </w:r>
      <w:r w:rsidR="00EE1FC5">
        <w:t>Kieltoyhteenveto</w:t>
      </w:r>
      <w:r w:rsidR="00714F72">
        <w:t xml:space="preserve"> (näkymälyhenne KIEYHT, näkymätunnus 338)</w:t>
      </w:r>
    </w:p>
    <w:p w14:paraId="1E157140" w14:textId="7EE7ECA8" w:rsidR="00BF2D0D" w:rsidRDefault="00BF2D0D" w:rsidP="008C2FD8">
      <w:pPr>
        <w:pStyle w:val="Leipteksti"/>
      </w:pPr>
      <w:r>
        <w:t xml:space="preserve">Kieltoyhteenveto on </w:t>
      </w:r>
      <w:r w:rsidR="00695D34">
        <w:t xml:space="preserve">pdf-asiakirja, jonka </w:t>
      </w:r>
      <w:r w:rsidR="008C0653">
        <w:t>Tahdonilmaisup</w:t>
      </w:r>
      <w:r>
        <w:t>alvelu tuottaa Potilastiedon arkiston kieltoasiakirjan</w:t>
      </w:r>
      <w:r w:rsidR="00FD49ED">
        <w:t xml:space="preserve"> </w:t>
      </w:r>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6287521E" w:rsidR="00BF2D0D" w:rsidRDefault="00BF2D0D" w:rsidP="008C2FD8">
      <w:pPr>
        <w:pStyle w:val="Leipteksti"/>
      </w:pPr>
      <w:r>
        <w:t xml:space="preserve">Kieltoyhteenveto haetaan palvelupyynnöllä PP24. Se palautuu vain kun haussa on käytetty näkymärajausta 338.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01F66FD5" w14:textId="77777777" w:rsidR="007F0A39" w:rsidRDefault="00F415DC" w:rsidP="00DB6F44">
      <w:pPr>
        <w:pStyle w:val="Leipteksti"/>
      </w:pPr>
      <w:r>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052851CB" w14:textId="77777777" w:rsidR="007F0A39" w:rsidRDefault="007F0A39" w:rsidP="007F0A39">
      <w:pPr>
        <w:pStyle w:val="Leipteksti"/>
      </w:pPr>
      <w:r>
        <w:t>Kieltoyhteenvetoon tulostuu hakevan organisaation nimi mikäli se annetaan hakusanomassa.</w:t>
      </w:r>
    </w:p>
    <w:p w14:paraId="31D462D2" w14:textId="5F34A6F8" w:rsidR="005A102F" w:rsidRPr="005A102F" w:rsidRDefault="00076B9B" w:rsidP="00DB6F44">
      <w:pPr>
        <w:pStyle w:val="Leipteksti"/>
      </w:pPr>
      <w:r>
        <w:br w:type="page"/>
      </w:r>
    </w:p>
    <w:p w14:paraId="03EB94B0" w14:textId="04BC149B" w:rsidR="009F703C" w:rsidRDefault="005A102F" w:rsidP="005A102F">
      <w:pPr>
        <w:pStyle w:val="Otsikko1"/>
      </w:pPr>
      <w:bookmarkStart w:id="39" w:name="_Toc121475918"/>
      <w:r w:rsidRPr="005A102F">
        <w:lastRenderedPageBreak/>
        <w:t>Hae arkistoasiakirjoja</w:t>
      </w:r>
      <w:bookmarkEnd w:id="39"/>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152CE694" w:rsidR="00A309D9" w:rsidRDefault="00A309D9" w:rsidP="00D54165">
      <w:pPr>
        <w:pStyle w:val="Leipteksti"/>
        <w:numPr>
          <w:ilvl w:val="0"/>
          <w:numId w:val="22"/>
        </w:numPr>
      </w:pPr>
      <w:r>
        <w:t xml:space="preserve">Ostopalvelun järjestäjän </w:t>
      </w:r>
      <w:r w:rsidR="00197E20">
        <w:t>rekisteri</w:t>
      </w:r>
      <w:r>
        <w:t>tasoisen</w:t>
      </w:r>
      <w:r w:rsidR="00FD49ED">
        <w:t xml:space="preserve"> </w:t>
      </w:r>
      <w:r>
        <w:t xml:space="preserve">ostopalvelun valtuutuksen haku omasta rekisteristä Potilastiedon arkistosta. Haun tuloksena palautuu järjestäjän tekemät </w:t>
      </w:r>
      <w:r w:rsidR="00197E20">
        <w:t>rekisteri</w:t>
      </w:r>
      <w:r>
        <w:t>tasoiset</w:t>
      </w:r>
      <w:r w:rsidR="00FD49ED">
        <w:t xml:space="preserve"> </w:t>
      </w:r>
      <w:r>
        <w:t>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077AE991" w:rsidR="00A309D9" w:rsidRDefault="00A309D9" w:rsidP="00D54165">
      <w:pPr>
        <w:pStyle w:val="Leipteksti"/>
        <w:numPr>
          <w:ilvl w:val="0"/>
          <w:numId w:val="22"/>
        </w:numPr>
      </w:pPr>
      <w:r>
        <w:t xml:space="preserve">Ostopalvelun tuottajan </w:t>
      </w:r>
      <w:r w:rsidR="00197E20">
        <w:t>rekisteri</w:t>
      </w:r>
      <w:r>
        <w:t>tasoisen</w:t>
      </w:r>
      <w:r w:rsidR="00FD49ED">
        <w:t xml:space="preserve"> </w:t>
      </w:r>
      <w:r>
        <w:t xml:space="preserve">ostopalvelun valtuutuksen haku järjestäjän rekisteristä Potilastiedon arkistosta. Haun tuloksena palautuu järjestäjän </w:t>
      </w:r>
      <w:r>
        <w:lastRenderedPageBreak/>
        <w:t xml:space="preserve">rekistereistä hakevalle tuottajalle osoitetut </w:t>
      </w:r>
      <w:r w:rsidR="00197E20">
        <w:t>rekisteri</w:t>
      </w:r>
      <w:r>
        <w:t>tasoiset</w:t>
      </w:r>
      <w:r w:rsidR="00FD49ED">
        <w:t xml:space="preserve"> </w:t>
      </w:r>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D507E9">
      <w:pPr>
        <w:pStyle w:val="Luettelokappale"/>
        <w:numPr>
          <w:ilvl w:val="0"/>
          <w:numId w:val="52"/>
        </w:numPr>
      </w:pPr>
      <w:r>
        <w:t>Tiedot haetaan arkistoasiakirjat-rekistereistä</w:t>
      </w:r>
    </w:p>
    <w:p w14:paraId="7BC4D3CD" w14:textId="187076F5" w:rsidR="00A309D9" w:rsidRDefault="00A309D9" w:rsidP="00D507E9">
      <w:pPr>
        <w:pStyle w:val="Luettelokappale"/>
        <w:numPr>
          <w:ilvl w:val="0"/>
          <w:numId w:val="52"/>
        </w:numPr>
      </w:pPr>
      <w:r>
        <w:t>Haun tuloksena palautetaan ostopalvelun versio 2.0 ja sitä vanhemmat valtuutukset.</w:t>
      </w:r>
    </w:p>
    <w:p w14:paraId="48FE508A" w14:textId="71675183" w:rsidR="00A309D9" w:rsidRDefault="00A309D9" w:rsidP="00D507E9">
      <w:pPr>
        <w:pStyle w:val="Luettelokappale"/>
        <w:numPr>
          <w:ilvl w:val="0"/>
          <w:numId w:val="52"/>
        </w:numPr>
      </w:pPr>
      <w:r>
        <w:t xml:space="preserve">Ostopalvelun järjestäjän tekemässä haussa (hakutilanteet C, D ja G) </w:t>
      </w:r>
    </w:p>
    <w:p w14:paraId="5F649BB7" w14:textId="77777777" w:rsidR="00A309D9" w:rsidRDefault="00A309D9" w:rsidP="00D507E9">
      <w:pPr>
        <w:pStyle w:val="Luettelokappale"/>
        <w:numPr>
          <w:ilvl w:val="0"/>
          <w:numId w:val="52"/>
        </w:numPr>
      </w:pPr>
      <w:r>
        <w:t xml:space="preserve">Potilastiedon arkisto rajaa haun järjestäjän omaan arkistoasiakirjat-rekisteriin. Hauissa käytetään palvelupyyntöä PP38. </w:t>
      </w:r>
    </w:p>
    <w:p w14:paraId="31B6B6AA" w14:textId="45436DBB" w:rsidR="00A309D9" w:rsidRDefault="00A309D9" w:rsidP="00D507E9">
      <w:pPr>
        <w:pStyle w:val="Luettelokappale"/>
        <w:numPr>
          <w:ilvl w:val="0"/>
          <w:numId w:val="52"/>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D507E9">
      <w:pPr>
        <w:pStyle w:val="Luettelokappale"/>
        <w:numPr>
          <w:ilvl w:val="0"/>
          <w:numId w:val="52"/>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D507E9">
      <w:pPr>
        <w:pStyle w:val="Luettelokappale"/>
        <w:numPr>
          <w:ilvl w:val="0"/>
          <w:numId w:val="52"/>
        </w:numPr>
      </w:pPr>
      <w:r>
        <w:t xml:space="preserve">Luovutustenhallinnan </w:t>
      </w:r>
      <w:r w:rsidR="00A309D9">
        <w:t>tiedot tai potilaan tekemät luovutuskiellot eivät vaikuta haun tulokseen.</w:t>
      </w:r>
    </w:p>
    <w:p w14:paraId="228AB749" w14:textId="65068DAB" w:rsidR="00A309D9" w:rsidRDefault="00A309D9" w:rsidP="00D507E9">
      <w:pPr>
        <w:pStyle w:val="Luettelokappale"/>
        <w:numPr>
          <w:ilvl w:val="0"/>
          <w:numId w:val="52"/>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3F2EBA19" w:rsidR="00A309D9" w:rsidRDefault="00A309D9" w:rsidP="00D507E9">
      <w:pPr>
        <w:pStyle w:val="Luettelokappale"/>
        <w:numPr>
          <w:ilvl w:val="0"/>
          <w:numId w:val="52"/>
        </w:numPr>
      </w:pPr>
      <w:r>
        <w:lastRenderedPageBreak/>
        <w:t>hakeva potilastietojärjestelmä on vastaanottanut Potilastiedon arkiston palauttaman hakuparametrien mukaisesti rajatun haun tuloksen omassa rekisterissään olevista ostopalvelun valtuutuksista (tilanne C, D ja G)</w:t>
      </w:r>
    </w:p>
    <w:p w14:paraId="57694FA8" w14:textId="76E3AA0E" w:rsidR="00A309D9" w:rsidRPr="00A309D9" w:rsidRDefault="00A309D9" w:rsidP="00D507E9">
      <w:pPr>
        <w:pStyle w:val="Luettelokappale"/>
        <w:numPr>
          <w:ilvl w:val="0"/>
          <w:numId w:val="52"/>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472E8ED0" w:rsidR="00A309D9" w:rsidRPr="00A309D9" w:rsidRDefault="00A309D9" w:rsidP="00A309D9">
      <w:pPr>
        <w:pStyle w:val="Numeroituluettelo"/>
      </w:pPr>
      <w:r>
        <w:t>Potilastiedon arkisto, Kanta-viestinvälitys, jatkossa Arkisto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115F08D1" w:rsidR="00A309D9" w:rsidRDefault="00A309D9" w:rsidP="00A309D9">
      <w:pPr>
        <w:pStyle w:val="Numeroituluettelo"/>
        <w:numPr>
          <w:ilvl w:val="0"/>
          <w:numId w:val="0"/>
        </w:numPr>
        <w:ind w:left="2155"/>
      </w:pPr>
      <w:r>
        <w:t>Tilanteessa D ja F (</w:t>
      </w:r>
      <w:r w:rsidR="00197E20">
        <w:t>rekisteri</w:t>
      </w:r>
      <w:r>
        <w:t>tasoinen</w:t>
      </w:r>
      <w:r w:rsidR="00FD49ED">
        <w:t xml:space="preserve"> </w:t>
      </w:r>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D507E9">
      <w:pPr>
        <w:pStyle w:val="Luettelokappale"/>
        <w:numPr>
          <w:ilvl w:val="0"/>
          <w:numId w:val="52"/>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D507E9">
      <w:pPr>
        <w:pStyle w:val="Luettelokappale"/>
        <w:numPr>
          <w:ilvl w:val="0"/>
          <w:numId w:val="52"/>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D507E9">
      <w:pPr>
        <w:pStyle w:val="Luettelokappale"/>
        <w:numPr>
          <w:ilvl w:val="0"/>
          <w:numId w:val="52"/>
        </w:numPr>
      </w:pPr>
      <w:r>
        <w:lastRenderedPageBreak/>
        <w:t>Haun tekemiseen ei tarvita hoitosuhteen todentavaa palvelutapahtumaa</w:t>
      </w:r>
    </w:p>
    <w:p w14:paraId="332D28E7" w14:textId="5BBC5EB6" w:rsidR="00A309D9" w:rsidRDefault="00A309D9" w:rsidP="00D507E9">
      <w:pPr>
        <w:pStyle w:val="Luettelokappale"/>
        <w:numPr>
          <w:ilvl w:val="0"/>
          <w:numId w:val="52"/>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D507E9">
      <w:pPr>
        <w:pStyle w:val="Luettelokappale"/>
        <w:numPr>
          <w:ilvl w:val="0"/>
          <w:numId w:val="52"/>
        </w:numPr>
      </w:pPr>
      <w:r>
        <w:t>Haku palauttaa tiedot asiakirjatasolla tai metatietotasolla</w:t>
      </w:r>
    </w:p>
    <w:p w14:paraId="7B9FAF9A" w14:textId="37E93DF9" w:rsidR="00A309D9" w:rsidRDefault="00A309D9" w:rsidP="00D507E9">
      <w:pPr>
        <w:pStyle w:val="Luettelokappale"/>
        <w:numPr>
          <w:ilvl w:val="0"/>
          <w:numId w:val="52"/>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tilanteissa G ja H (potilaskohtainen valtuutuksen haku) pakollinen parametri henkilötunnus arvona nullFlavor=NA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D507E9">
      <w:pPr>
        <w:pStyle w:val="Luettelokappale"/>
        <w:numPr>
          <w:ilvl w:val="0"/>
          <w:numId w:val="52"/>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D507E9">
      <w:pPr>
        <w:pStyle w:val="Luettelokappale"/>
        <w:numPr>
          <w:ilvl w:val="0"/>
          <w:numId w:val="52"/>
        </w:numPr>
      </w:pPr>
      <w:r>
        <w:t>asiakirjan id (valinnainen)</w:t>
      </w:r>
    </w:p>
    <w:p w14:paraId="38088A52" w14:textId="6E579AAD" w:rsidR="00A309D9" w:rsidRDefault="00A309D9" w:rsidP="00D507E9">
      <w:pPr>
        <w:pStyle w:val="Luettelokappale"/>
        <w:numPr>
          <w:ilvl w:val="0"/>
          <w:numId w:val="52"/>
        </w:numPr>
      </w:pPr>
      <w:r>
        <w:t>asiakirjan setId (valinnainen)</w:t>
      </w:r>
    </w:p>
    <w:p w14:paraId="3AAF4EEC" w14:textId="493BBE71" w:rsidR="00A309D9" w:rsidRDefault="00A309D9" w:rsidP="00D507E9">
      <w:pPr>
        <w:pStyle w:val="Luettelokappale"/>
        <w:numPr>
          <w:ilvl w:val="0"/>
          <w:numId w:val="52"/>
        </w:numPr>
      </w:pPr>
      <w:r>
        <w:t>luontiaika (valinnainen)</w:t>
      </w:r>
    </w:p>
    <w:p w14:paraId="72738A20" w14:textId="4ABD8902" w:rsidR="00A309D9" w:rsidRDefault="00A309D9" w:rsidP="00D507E9">
      <w:pPr>
        <w:pStyle w:val="Luettelokappale"/>
        <w:numPr>
          <w:ilvl w:val="0"/>
          <w:numId w:val="52"/>
        </w:numPr>
      </w:pPr>
      <w:r>
        <w:t xml:space="preserve">merkinnän tekijä (poistettu käytöstä) </w:t>
      </w:r>
    </w:p>
    <w:p w14:paraId="5586D806" w14:textId="0E255776" w:rsidR="00A309D9" w:rsidRDefault="00A309D9" w:rsidP="00D507E9">
      <w:pPr>
        <w:pStyle w:val="Luettelokappale"/>
        <w:numPr>
          <w:ilvl w:val="0"/>
          <w:numId w:val="52"/>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05E1E2B1" w:rsidR="00A309D9" w:rsidRDefault="00A309D9"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219A55BD" w14:textId="6A4B50BD" w:rsidR="00A309D9" w:rsidRDefault="00A309D9" w:rsidP="00D54165">
      <w:pPr>
        <w:pStyle w:val="Luettelokappale"/>
        <w:numPr>
          <w:ilvl w:val="1"/>
          <w:numId w:val="5"/>
        </w:numPr>
      </w:pPr>
      <w:r>
        <w:t xml:space="preserve">nullFlavor=NA, jolloin haku rajautuu potilaskohtaisiin valtuutuksiin </w:t>
      </w:r>
    </w:p>
    <w:p w14:paraId="38D7F466" w14:textId="1E304230" w:rsidR="00A309D9" w:rsidRDefault="00A309D9" w:rsidP="00D54165">
      <w:pPr>
        <w:pStyle w:val="Luettelokappale"/>
        <w:numPr>
          <w:ilvl w:val="2"/>
          <w:numId w:val="5"/>
        </w:numPr>
      </w:pPr>
      <w:r>
        <w:t>ei saa käyttää yhdessä ’palveluntuottaja nullFlavor=NA’ kanssa</w:t>
      </w:r>
    </w:p>
    <w:p w14:paraId="4FC7C47F" w14:textId="0A1DC41F" w:rsidR="00A309D9" w:rsidRDefault="00A309D9" w:rsidP="00D507E9">
      <w:pPr>
        <w:pStyle w:val="Luettelokappale"/>
        <w:numPr>
          <w:ilvl w:val="0"/>
          <w:numId w:val="52"/>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r>
        <w:t xml:space="preserve">nullFlavor=NA,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D507E9">
      <w:pPr>
        <w:pStyle w:val="Luettelokappale"/>
        <w:numPr>
          <w:ilvl w:val="0"/>
          <w:numId w:val="52"/>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132CE5BB" w:rsidR="00A309D9" w:rsidRDefault="00A309D9" w:rsidP="00D54165">
      <w:pPr>
        <w:pStyle w:val="Luettelokappale"/>
        <w:numPr>
          <w:ilvl w:val="1"/>
          <w:numId w:val="5"/>
        </w:numPr>
      </w:pPr>
      <w:r>
        <w:t>ei saa käyttää yhdessä ’palveluntuottaja nullFlavor=NA’ kanssa</w:t>
      </w:r>
    </w:p>
    <w:p w14:paraId="1BEC1DB8" w14:textId="5A6CFC9B" w:rsidR="00A309D9" w:rsidRDefault="00A309D9" w:rsidP="00D54165">
      <w:pPr>
        <w:pStyle w:val="Luettelokappale"/>
        <w:numPr>
          <w:ilvl w:val="1"/>
          <w:numId w:val="5"/>
        </w:numPr>
      </w:pPr>
      <w:r>
        <w:t>tietorakenteen tunniste (templateId,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lastRenderedPageBreak/>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E6284E">
      <w:pPr>
        <w:pStyle w:val="Luettelokappale"/>
        <w:numPr>
          <w:ilvl w:val="0"/>
          <w:numId w:val="52"/>
        </w:numPr>
      </w:pPr>
      <w:r>
        <w:t>potilaan henkilötunnus nullflavor=NA</w:t>
      </w:r>
    </w:p>
    <w:p w14:paraId="143DF752" w14:textId="274C6DEA" w:rsidR="00A309D9" w:rsidRDefault="00A309D9" w:rsidP="00E6284E">
      <w:pPr>
        <w:pStyle w:val="Luettelokappale"/>
        <w:numPr>
          <w:ilvl w:val="0"/>
          <w:numId w:val="52"/>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E6284E">
      <w:pPr>
        <w:pStyle w:val="Luettelokappale"/>
        <w:numPr>
          <w:ilvl w:val="0"/>
          <w:numId w:val="52"/>
        </w:numPr>
      </w:pPr>
      <w:r>
        <w:t>potilaan henkilötunnus nullflavor=NA</w:t>
      </w:r>
    </w:p>
    <w:p w14:paraId="47B9C933" w14:textId="4D722857" w:rsidR="00A309D9" w:rsidRDefault="00A309D9" w:rsidP="00E6284E">
      <w:pPr>
        <w:pStyle w:val="Luettelokappale"/>
        <w:numPr>
          <w:ilvl w:val="0"/>
          <w:numId w:val="52"/>
        </w:numPr>
      </w:pPr>
      <w:r>
        <w:t>palveluntuottaja, ei arvoa</w:t>
      </w:r>
    </w:p>
    <w:p w14:paraId="3D6878E0" w14:textId="77777777" w:rsidR="00A309D9" w:rsidRDefault="00A309D9" w:rsidP="00A309D9">
      <w:pPr>
        <w:pStyle w:val="Leipteksti"/>
      </w:pPr>
      <w:r>
        <w:t>Haku palauttaa sekä 2.0-version että sitä vanhemmat potilaskohtaiset ostopalvelun valtuutukset, joissa on palveluntuottaja-tieto ja 2.0 version potilaskohtaiset valtuutukset, joista puuttuu palveluntuottaja-tieto, muut hakuehdot huomioiden.</w:t>
      </w:r>
    </w:p>
    <w:p w14:paraId="6BF210EC" w14:textId="45C24C95" w:rsidR="00A309D9" w:rsidRDefault="00A309D9" w:rsidP="00A309D9">
      <w:pPr>
        <w:pStyle w:val="Leipteksti"/>
      </w:pPr>
      <w:r>
        <w:t xml:space="preserve">Esimerkki 3: Palvelun järjestäjä hakee </w:t>
      </w:r>
      <w:r w:rsidR="00197E20">
        <w:t>rekisteri</w:t>
      </w:r>
      <w:r>
        <w:t>tasoiset</w:t>
      </w:r>
      <w:r w:rsidR="00FD49ED">
        <w:t xml:space="preserve"> </w:t>
      </w:r>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E6284E">
      <w:pPr>
        <w:pStyle w:val="Luettelokappale"/>
        <w:numPr>
          <w:ilvl w:val="0"/>
          <w:numId w:val="52"/>
        </w:numPr>
      </w:pPr>
      <w:r>
        <w:t>potilaan henkilötunnusta ei annettu</w:t>
      </w:r>
    </w:p>
    <w:p w14:paraId="1A4F78A7" w14:textId="4A00D761" w:rsidR="00A309D9" w:rsidRDefault="00A309D9" w:rsidP="00A309D9">
      <w:pPr>
        <w:pStyle w:val="Leipteksti"/>
      </w:pPr>
      <w:r>
        <w:t xml:space="preserve">Haku palauttaa </w:t>
      </w:r>
      <w:r w:rsidR="00197E20">
        <w:t>rekisteri</w:t>
      </w:r>
      <w:r>
        <w:t>tasoiset</w:t>
      </w:r>
      <w:r w:rsidR="00FD49ED">
        <w:t xml:space="preserve"> </w:t>
      </w:r>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t>Hakuparametrit</w:t>
      </w:r>
    </w:p>
    <w:p w14:paraId="5B1B3C66" w14:textId="59C5EE83" w:rsidR="00A309D9" w:rsidRDefault="00A309D9" w:rsidP="00E6284E">
      <w:pPr>
        <w:pStyle w:val="Luettelokappale"/>
        <w:numPr>
          <w:ilvl w:val="0"/>
          <w:numId w:val="52"/>
        </w:numPr>
      </w:pPr>
      <w:r>
        <w:t xml:space="preserve">potilaan henkilötunnus </w:t>
      </w:r>
    </w:p>
    <w:p w14:paraId="5E148EDD" w14:textId="3EE90992" w:rsidR="00A309D9" w:rsidRPr="00A309D9" w:rsidRDefault="00A309D9" w:rsidP="00A309D9">
      <w:pPr>
        <w:pStyle w:val="Leipteksti"/>
      </w:pPr>
      <w:r>
        <w:lastRenderedPageBreak/>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E6284E">
      <w:pPr>
        <w:pStyle w:val="Luettelokappale"/>
        <w:numPr>
          <w:ilvl w:val="0"/>
          <w:numId w:val="52"/>
        </w:numPr>
      </w:pPr>
      <w:r>
        <w:t>luontiaika (valinnainen)</w:t>
      </w:r>
    </w:p>
    <w:p w14:paraId="51816B6A" w14:textId="3B820506" w:rsidR="00447EB6" w:rsidRDefault="00447EB6" w:rsidP="00E6284E">
      <w:pPr>
        <w:pStyle w:val="Luettelokappale"/>
        <w:numPr>
          <w:ilvl w:val="0"/>
          <w:numId w:val="52"/>
        </w:numPr>
      </w:pPr>
      <w:r>
        <w:t>merkinnän tekijä (poistettu käytöstä)</w:t>
      </w:r>
    </w:p>
    <w:p w14:paraId="6D0295CD" w14:textId="451A280F" w:rsidR="00447EB6" w:rsidRDefault="00447EB6" w:rsidP="00E6284E">
      <w:pPr>
        <w:pStyle w:val="Luettelokappale"/>
        <w:numPr>
          <w:ilvl w:val="0"/>
          <w:numId w:val="52"/>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r>
        <w:t>nullFlavor=NA,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ei saa käyttää yhdessä ’palveluntuottaja nullFlavor=NA’ kanssa</w:t>
      </w:r>
    </w:p>
    <w:p w14:paraId="7C89F881" w14:textId="07363FD7" w:rsidR="00447EB6" w:rsidRDefault="00447EB6" w:rsidP="00E6284E">
      <w:pPr>
        <w:pStyle w:val="Luettelokappale"/>
        <w:numPr>
          <w:ilvl w:val="0"/>
          <w:numId w:val="52"/>
        </w:numPr>
      </w:pPr>
      <w:r>
        <w:t xml:space="preserve">palveluyksikkö (representedOrganization.id, valinnainen) </w:t>
      </w:r>
    </w:p>
    <w:p w14:paraId="540F6679" w14:textId="730752ED" w:rsidR="00447EB6" w:rsidRDefault="00447EB6" w:rsidP="00D54165">
      <w:pPr>
        <w:pStyle w:val="Luettelokappale"/>
        <w:numPr>
          <w:ilvl w:val="1"/>
          <w:numId w:val="5"/>
        </w:numPr>
      </w:pPr>
      <w:r>
        <w:t>ei saa käyttää yhdessä ’palveluntuottaja nullFlavor=NA’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(templateId, pakollinen) ilmaisee, että kyseessä on palveluyksikkö</w:t>
      </w:r>
    </w:p>
    <w:p w14:paraId="04BD7D22" w14:textId="400301C2" w:rsidR="00447EB6" w:rsidRDefault="00447EB6" w:rsidP="00E6284E">
      <w:pPr>
        <w:pStyle w:val="Luettelokappale"/>
        <w:numPr>
          <w:ilvl w:val="0"/>
          <w:numId w:val="52"/>
        </w:numPr>
      </w:pPr>
      <w:r>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1D53899E" w:rsidR="00447EB6" w:rsidRDefault="00447EB6" w:rsidP="00D54165">
      <w:pPr>
        <w:pStyle w:val="Luettelokappale"/>
        <w:numPr>
          <w:ilvl w:val="1"/>
          <w:numId w:val="5"/>
        </w:numPr>
      </w:pPr>
      <w:r>
        <w:lastRenderedPageBreak/>
        <w:t xml:space="preserve">ei annettu, jolloin haku kohdistuu </w:t>
      </w:r>
      <w:r w:rsidR="00197E20">
        <w:t>rekisteri</w:t>
      </w:r>
      <w:r>
        <w:t>tasoisiin</w:t>
      </w:r>
      <w:r w:rsidR="00FD49ED">
        <w:t xml:space="preserve"> </w:t>
      </w:r>
      <w:r>
        <w:t>ostopalvelun valtuutuksiin</w:t>
      </w:r>
    </w:p>
    <w:p w14:paraId="1FA454B4" w14:textId="737209FB" w:rsidR="00447EB6" w:rsidRDefault="00447EB6" w:rsidP="00D54165">
      <w:pPr>
        <w:pStyle w:val="Luettelokappale"/>
        <w:numPr>
          <w:ilvl w:val="1"/>
          <w:numId w:val="5"/>
        </w:numPr>
      </w:pPr>
      <w:r>
        <w:t xml:space="preserve">nullFlavor=NA, jolloin haku rajautuu potilaskohtaisiin valtuutuksiin, joissa hakija tuottajana </w:t>
      </w:r>
    </w:p>
    <w:p w14:paraId="7E523C67" w14:textId="1178BB21" w:rsidR="00447EB6" w:rsidRDefault="00447EB6" w:rsidP="00D54165">
      <w:pPr>
        <w:pStyle w:val="Luettelokappale"/>
        <w:numPr>
          <w:ilvl w:val="2"/>
          <w:numId w:val="5"/>
        </w:numPr>
      </w:pPr>
      <w:r>
        <w:t>ei saa käyttää yhdessä ’palveluntuottaja nullFlavor=NA’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E6284E">
      <w:pPr>
        <w:pStyle w:val="Luettelokappale"/>
        <w:numPr>
          <w:ilvl w:val="0"/>
          <w:numId w:val="52"/>
        </w:numPr>
      </w:pPr>
      <w:r>
        <w:t>potilaan henkilötunnus annettu (pakollinen, koska palveluntuottaja nullFlavor=NA)</w:t>
      </w:r>
    </w:p>
    <w:p w14:paraId="1F5FC5B7" w14:textId="3A232C26" w:rsidR="00447EB6" w:rsidRDefault="00447EB6" w:rsidP="00E6284E">
      <w:pPr>
        <w:pStyle w:val="Luettelokappale"/>
        <w:numPr>
          <w:ilvl w:val="0"/>
          <w:numId w:val="52"/>
        </w:numPr>
      </w:pPr>
      <w:r>
        <w:t>palveluntuottaja nullFlavor=NA</w:t>
      </w:r>
    </w:p>
    <w:p w14:paraId="3830B7C7" w14:textId="77777777" w:rsidR="00447EB6" w:rsidRDefault="00447EB6" w:rsidP="00447EB6">
      <w:pPr>
        <w:pStyle w:val="Leipteksti"/>
      </w:pPr>
      <w:r>
        <w:t>Haku palauttaa yhden henkilön potilaskohtaiset 2.0-version ostopalvelun valtuutukset, joissa ei ole palveluntuottaja-tietoa muut hakuehdot huomioiden. Toiminnallisuuden täysi hyödyntäminen vaatii 2.0-version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E6284E">
      <w:pPr>
        <w:pStyle w:val="Luettelokappale"/>
        <w:numPr>
          <w:ilvl w:val="0"/>
          <w:numId w:val="52"/>
        </w:numPr>
      </w:pPr>
      <w:r>
        <w:t>potilaan henkilötunnus nullflavor=NA (palveluntuottaja nullFlavor=NA ei sallittu yhdessä potilaan henkilötunnus nullflavor=NA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E6284E">
      <w:pPr>
        <w:pStyle w:val="Luettelokappale"/>
        <w:numPr>
          <w:ilvl w:val="0"/>
          <w:numId w:val="52"/>
        </w:numPr>
      </w:pPr>
      <w:r>
        <w:lastRenderedPageBreak/>
        <w:t>palveluntuottajan palveluyksikkö (palveluntuottaja nullFlavor=NA ei sallittu, kun palveluyksikkö-parametri annettu)</w:t>
      </w:r>
    </w:p>
    <w:p w14:paraId="39C41684" w14:textId="32B2827C" w:rsidR="00447EB6" w:rsidRDefault="00447EB6" w:rsidP="00E6284E">
      <w:pPr>
        <w:pStyle w:val="Luettelokappale"/>
        <w:numPr>
          <w:ilvl w:val="0"/>
          <w:numId w:val="52"/>
        </w:numPr>
      </w:pPr>
      <w:r>
        <w:t>tietorakenteen tunniste pakollinen (templateId on 33.7 Ostopalvelun palveluntuottajan palveluyksikkö)</w:t>
      </w:r>
    </w:p>
    <w:p w14:paraId="32A0924E" w14:textId="77777777" w:rsidR="00447EB6" w:rsidRDefault="00447EB6" w:rsidP="00447EB6">
      <w:pPr>
        <w:pStyle w:val="Leipteksti"/>
      </w:pPr>
      <w:r>
        <w:t xml:space="preserve">Haku palauttaa 2.0-version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E6284E">
      <w:pPr>
        <w:pStyle w:val="Luettelokappale"/>
        <w:numPr>
          <w:ilvl w:val="0"/>
          <w:numId w:val="52"/>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28D34306" w:rsidR="00447EB6" w:rsidRDefault="00447EB6" w:rsidP="00447EB6">
      <w:pPr>
        <w:pStyle w:val="Leipteksti"/>
      </w:pPr>
      <w:r>
        <w:t xml:space="preserve">Esimerkki 5: Palveluntuottaja hakee tietyn palvelun järjestäjän arkistoimat potilaskohtaiset tai </w:t>
      </w:r>
      <w:r w:rsidR="00197E20">
        <w:t>rekisteri</w:t>
      </w:r>
      <w:r>
        <w:t>tasoiset</w:t>
      </w:r>
      <w:r w:rsidR="00FD49ED">
        <w:t xml:space="preserve"> </w:t>
      </w:r>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E6284E">
      <w:pPr>
        <w:pStyle w:val="Luettelokappale"/>
        <w:numPr>
          <w:ilvl w:val="0"/>
          <w:numId w:val="52"/>
        </w:numPr>
      </w:pPr>
      <w:r>
        <w:t xml:space="preserve">palveluntuottaja (parametri tarkoittaa tässä tapauksessa järjestäjää) </w:t>
      </w:r>
    </w:p>
    <w:p w14:paraId="4D26D75A" w14:textId="280FC9C9" w:rsidR="00447EB6" w:rsidRDefault="00447EB6" w:rsidP="00E6284E">
      <w:pPr>
        <w:pStyle w:val="Luettelokappale"/>
        <w:numPr>
          <w:ilvl w:val="0"/>
          <w:numId w:val="52"/>
        </w:numPr>
      </w:pPr>
      <w:r>
        <w:t>palveluntuottaja nullFlavor=NA ei sallittu, kun palveluntuottaja-parametri annettu</w:t>
      </w:r>
    </w:p>
    <w:p w14:paraId="6620871D" w14:textId="24F3108B" w:rsidR="00447EB6" w:rsidRDefault="00447EB6" w:rsidP="00E6284E">
      <w:pPr>
        <w:pStyle w:val="Luettelokappale"/>
        <w:numPr>
          <w:ilvl w:val="0"/>
          <w:numId w:val="52"/>
        </w:numPr>
      </w:pPr>
      <w:r>
        <w:t>potilaan henkilötunnus nullflavor=NA (potilaskohtaiset) TAI potilaan henkilötunnusta ei annettu (</w:t>
      </w:r>
      <w:r w:rsidR="00197E20">
        <w:t>rekisteri</w:t>
      </w:r>
      <w:r>
        <w:t xml:space="preserve">tasoiset) </w:t>
      </w:r>
    </w:p>
    <w:p w14:paraId="08EC4133" w14:textId="4BBF01BD" w:rsidR="00447EB6" w:rsidRDefault="00447EB6" w:rsidP="00447EB6">
      <w:pPr>
        <w:pStyle w:val="Leipteksti"/>
      </w:pPr>
      <w:r>
        <w:t>Haku palauttaa tietyn palvelunjärjestäjän arkistoimat potilaskohtaiset tai</w:t>
      </w:r>
      <w:r w:rsidR="00FD49ED">
        <w:t xml:space="preserve"> </w:t>
      </w:r>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E6284E">
      <w:pPr>
        <w:pStyle w:val="Luettelokappale"/>
        <w:numPr>
          <w:ilvl w:val="0"/>
          <w:numId w:val="52"/>
        </w:numPr>
      </w:pPr>
      <w:r>
        <w:t xml:space="preserve">potilaan henkilötunnusta ei annettu </w:t>
      </w:r>
    </w:p>
    <w:p w14:paraId="3F36BC10" w14:textId="79B29137" w:rsidR="00447EB6" w:rsidRPr="00447EB6" w:rsidRDefault="00447EB6" w:rsidP="00447EB6">
      <w:pPr>
        <w:pStyle w:val="Leipteksti"/>
      </w:pPr>
      <w:r>
        <w:lastRenderedPageBreak/>
        <w:t xml:space="preserve">Haku palauttaa </w:t>
      </w:r>
      <w:r w:rsidR="00197E20">
        <w:t>rekisteri</w:t>
      </w:r>
      <w:r>
        <w:t>tasoiset</w:t>
      </w:r>
      <w:r w:rsidR="00FD49ED">
        <w:t xml:space="preserve"> </w:t>
      </w:r>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40" w:name="_Toc121475919"/>
      <w:r w:rsidRPr="00B43280">
        <w:lastRenderedPageBreak/>
        <w:t>Hae keskeisiä tietoja (PPC)</w:t>
      </w:r>
      <w:bookmarkEnd w:id="40"/>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77777777" w:rsidR="00545194" w:rsidRDefault="00545194" w:rsidP="0087798E">
      <w:pPr>
        <w:pStyle w:val="Leipteksti"/>
        <w:spacing w:after="0"/>
      </w:pPr>
      <w:r>
        <w:t>Potilastiedon arkisto 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72BB80BE"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r w:rsidR="001E1146">
        <w:t xml:space="preserve">informointi ja </w:t>
      </w:r>
      <w:r w:rsidR="0076194A">
        <w:t>luovutuslupa Potilastiedon arkiston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E6284E">
      <w:pPr>
        <w:pStyle w:val="Luettelokappale"/>
        <w:numPr>
          <w:ilvl w:val="0"/>
          <w:numId w:val="52"/>
        </w:numPr>
      </w:pPr>
      <w:r>
        <w:t>Haetaan yhden potilaan tiedot: Tiedonhallintapalvelun tietoja voidaan hakea henkilötunnuksella, tilapäisen yksilöintitunnuksen käyttö ei ole sallittu</w:t>
      </w:r>
    </w:p>
    <w:p w14:paraId="53BAB765" w14:textId="1D8EFCB7" w:rsidR="00545194" w:rsidRDefault="00545194" w:rsidP="00E6284E">
      <w:pPr>
        <w:pStyle w:val="Luettelokappale"/>
        <w:numPr>
          <w:ilvl w:val="0"/>
          <w:numId w:val="52"/>
        </w:numPr>
      </w:pPr>
      <w:r>
        <w:t>Haetaan tiedot käyttötilanteesta riippuen Potilastiedon arkistosta tai Tiedonhallintapalvelun koostekannasta</w:t>
      </w:r>
    </w:p>
    <w:p w14:paraId="3D1A8AB6" w14:textId="1F9E083E" w:rsidR="00545194" w:rsidRDefault="00545194" w:rsidP="00E6284E">
      <w:pPr>
        <w:pStyle w:val="Luettelokappale"/>
        <w:numPr>
          <w:ilvl w:val="0"/>
          <w:numId w:val="52"/>
        </w:numPr>
      </w:pPr>
      <w:r>
        <w:t xml:space="preserve">Jos potilas ei ole </w:t>
      </w:r>
      <w:r w:rsidR="0076194A">
        <w:t>antanut luovutuslupaa</w:t>
      </w:r>
      <w:r>
        <w:t xml:space="preserve"> eikä kyseessä ole hätähaku, Potilastiedon arkisto 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66BC1E79" w:rsidR="00545194" w:rsidRDefault="00545194" w:rsidP="00E6284E">
      <w:pPr>
        <w:pStyle w:val="Luettelokappale"/>
        <w:numPr>
          <w:ilvl w:val="0"/>
          <w:numId w:val="52"/>
        </w:numPr>
      </w:pPr>
      <w:r>
        <w:t>Arkisto 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285C16C1" w:rsidR="00F56839" w:rsidRPr="00F56839" w:rsidRDefault="00F56839" w:rsidP="00F56839">
      <w:pPr>
        <w:pStyle w:val="Numeroituluettelo"/>
      </w:pPr>
      <w:r>
        <w:t>Potilastiedon arkisto, Kanta-viestinvälitys, jatkossa Arkisto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E6284E">
      <w:pPr>
        <w:pStyle w:val="Luettelokappale"/>
        <w:numPr>
          <w:ilvl w:val="0"/>
          <w:numId w:val="52"/>
        </w:numPr>
      </w:pPr>
      <w:r>
        <w:t>Yksilöidyssä ostopalvelun valtuutuksessa on valtuutettu se rekisteri, johon palvelutapahtuma on arkistoitu, sille tuottajalle joka hakua on tekemässä.</w:t>
      </w:r>
    </w:p>
    <w:p w14:paraId="57AD329A" w14:textId="30B036ED" w:rsidR="00F56839" w:rsidRDefault="00F56839" w:rsidP="00E6284E">
      <w:pPr>
        <w:pStyle w:val="Luettelokappale"/>
        <w:numPr>
          <w:ilvl w:val="0"/>
          <w:numId w:val="52"/>
        </w:numPr>
      </w:pPr>
      <w:r>
        <w:t>Ostopalvelun valtuutus on arkistoitu Potilastiedon arkistoon ostopalvelun järjestäjän rekisteriin.</w:t>
      </w:r>
    </w:p>
    <w:p w14:paraId="3C0F5546" w14:textId="40C2CAA4" w:rsidR="00F56839" w:rsidRPr="00F56839" w:rsidRDefault="00F56839" w:rsidP="00F56839">
      <w:pPr>
        <w:pStyle w:val="Numeroituluettelo"/>
      </w:pPr>
      <w:r>
        <w:t>Jos kyseessä on sivutetun hakutuloksen jatkohaku, järjestelmällä on tiedossa Arkiston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E6284E">
      <w:pPr>
        <w:pStyle w:val="Luettelokappale"/>
        <w:numPr>
          <w:ilvl w:val="0"/>
          <w:numId w:val="52"/>
        </w:numPr>
      </w:pPr>
      <w:r>
        <w:t xml:space="preserve">MR-sanoma on RCMR_IN100031FI </w:t>
      </w:r>
    </w:p>
    <w:p w14:paraId="58AFA9AC" w14:textId="526360AE" w:rsidR="00F56839" w:rsidRDefault="00F56839" w:rsidP="00E6284E">
      <w:pPr>
        <w:pStyle w:val="Luettelokappale"/>
        <w:numPr>
          <w:ilvl w:val="0"/>
          <w:numId w:val="52"/>
        </w:numPr>
      </w:pPr>
      <w:r>
        <w:t>Palvelupyyntö on PPC [LK3]</w:t>
      </w:r>
    </w:p>
    <w:p w14:paraId="660D05D9" w14:textId="4181A1DA" w:rsidR="00F56839" w:rsidRDefault="00F56839" w:rsidP="00E6284E">
      <w:pPr>
        <w:pStyle w:val="Luettelokappale"/>
        <w:numPr>
          <w:ilvl w:val="0"/>
          <w:numId w:val="52"/>
        </w:numPr>
      </w:pPr>
      <w:r>
        <w:t>Palvelutapahtuma johon tietoja haetaan, on yksilöitävä</w:t>
      </w:r>
    </w:p>
    <w:p w14:paraId="1CA631EC" w14:textId="0CAEF06B" w:rsidR="00F56839" w:rsidRDefault="00F56839" w:rsidP="00D54165">
      <w:pPr>
        <w:pStyle w:val="Luettelokappale"/>
        <w:numPr>
          <w:ilvl w:val="1"/>
          <w:numId w:val="5"/>
        </w:numPr>
      </w:pPr>
      <w:r>
        <w:t>tilanteessa E (haku ostopalvelutilanteessa) palvelutapahtuma, johon tietoja haetaan on ostopalvelun järjestäjän rekisterissä (ostopalvelun valtuutuksessa yksilöity rekisteri)</w:t>
      </w:r>
    </w:p>
    <w:p w14:paraId="2ED5E747" w14:textId="2AECD604" w:rsidR="00F56839" w:rsidRDefault="00F56839" w:rsidP="00E6284E">
      <w:pPr>
        <w:pStyle w:val="Luettelokappale"/>
        <w:numPr>
          <w:ilvl w:val="0"/>
          <w:numId w:val="52"/>
        </w:numPr>
      </w:pPr>
      <w:r>
        <w:t xml:space="preserve">Kattavuus: Haetaan aina viimeisimmät versiot (1)  </w:t>
      </w:r>
    </w:p>
    <w:p w14:paraId="5F165FA4" w14:textId="7FF0B9A5" w:rsidR="00F56839" w:rsidRDefault="00F56839" w:rsidP="00E6284E">
      <w:pPr>
        <w:pStyle w:val="Luettelokappale"/>
        <w:numPr>
          <w:ilvl w:val="0"/>
          <w:numId w:val="52"/>
        </w:numPr>
      </w:pPr>
      <w:r>
        <w:t>Haku palauttaa tiedot asiakirjatasolla, hakua ei ole mahdollista kohdistaa metatietotasolla</w:t>
      </w:r>
    </w:p>
    <w:p w14:paraId="785FF00A" w14:textId="451932C3" w:rsidR="00F56839" w:rsidRDefault="00F56839" w:rsidP="00E6284E">
      <w:pPr>
        <w:pStyle w:val="Luettelokappale"/>
        <w:numPr>
          <w:ilvl w:val="0"/>
          <w:numId w:val="52"/>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42A3CDB2"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halutaan palautettavaksi yhdellä sivulla. Mikäli sivukooksi annetaan Arkistossa määriteltyä sivun ylärajaa suurempi arvo, Arkisto 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E6284E">
      <w:pPr>
        <w:pStyle w:val="Luettelokappale"/>
        <w:numPr>
          <w:ilvl w:val="0"/>
          <w:numId w:val="52"/>
        </w:numPr>
      </w:pPr>
      <w:r>
        <w:t>Haun tuloksena palautuu haun rajauksesta riippuen kaikki keskeiset terveystiedot mukaan lukien terveys- ja hoitosuunnitelma tai valittu keskeinen terveystieto, hammasstatus tai tieto siitä, ettei potilaalla ole palautettavia tietoja (not found).</w:t>
      </w:r>
    </w:p>
    <w:p w14:paraId="20B562C1" w14:textId="66D24976" w:rsidR="00F56839" w:rsidRDefault="00F56839"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E6284E">
      <w:pPr>
        <w:pStyle w:val="Luettelokappale"/>
        <w:numPr>
          <w:ilvl w:val="0"/>
          <w:numId w:val="52"/>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E6284E">
      <w:pPr>
        <w:pStyle w:val="Luettelokappale"/>
        <w:numPr>
          <w:ilvl w:val="0"/>
          <w:numId w:val="52"/>
        </w:numPr>
      </w:pPr>
      <w:r>
        <w:t>Tilanne F: Hätähakutilanteessa palautetaan lisäksi potilaan tekemät tahdonilmaisut: hoitotahto ja elinluovutustahto. Tahdonilmaisut palautetaan vastaussanomassa ensimmäisenä.</w:t>
      </w:r>
    </w:p>
    <w:p w14:paraId="6162F0B1" w14:textId="14FB5E6C" w:rsidR="00F56839" w:rsidRDefault="00F56839" w:rsidP="00E6284E">
      <w:pPr>
        <w:pStyle w:val="Luettelokappale"/>
        <w:numPr>
          <w:ilvl w:val="0"/>
          <w:numId w:val="52"/>
        </w:numPr>
      </w:pPr>
      <w:r>
        <w:t xml:space="preserve">Jos haun tulosta ei pystytä palauttamaan kokonaisuudessaan yhdellä hakukerralla, Arkisto 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lastRenderedPageBreak/>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41" w:name="_Toc121475920"/>
      <w:r w:rsidRPr="00190381">
        <w:t>Hae keskeisiä terveystietoja</w:t>
      </w:r>
      <w:bookmarkEnd w:id="41"/>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1692C47B" w:rsidR="00374128" w:rsidRDefault="00374128" w:rsidP="00D54165">
      <w:pPr>
        <w:pStyle w:val="Leipteksti"/>
        <w:numPr>
          <w:ilvl w:val="0"/>
          <w:numId w:val="24"/>
        </w:numPr>
        <w:spacing w:after="0"/>
      </w:pPr>
      <w:r>
        <w:t xml:space="preserve">Keskeisten tietojen haku. </w:t>
      </w:r>
    </w:p>
    <w:p w14:paraId="1A0F3892" w14:textId="234FE42D" w:rsidR="00374128" w:rsidRDefault="00374128" w:rsidP="00D54165">
      <w:pPr>
        <w:pStyle w:val="Leipteksti"/>
        <w:numPr>
          <w:ilvl w:val="0"/>
          <w:numId w:val="24"/>
        </w:numPr>
        <w:spacing w:after="0"/>
      </w:pPr>
      <w:r>
        <w:t xml:space="preserve">Keskeisten terveystietojen haku hätätilanteessa.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267D90E7" w:rsidR="00374128" w:rsidRDefault="00374128" w:rsidP="00D54165">
      <w:pPr>
        <w:pStyle w:val="Leipteksti"/>
        <w:numPr>
          <w:ilvl w:val="0"/>
          <w:numId w:val="24"/>
        </w:numPr>
        <w:spacing w:after="0"/>
      </w:pPr>
      <w:r>
        <w:t>Keskeisten tietojen haku potilaskohtaisessa ostopalvelussa hätätilanteessa. Ostopalvelun tuottajan tekemä haku.</w:t>
      </w:r>
    </w:p>
    <w:p w14:paraId="66FBF22F" w14:textId="5279D7DA" w:rsidR="00374128" w:rsidRDefault="00374128" w:rsidP="00D54165">
      <w:pPr>
        <w:pStyle w:val="Leipteksti"/>
        <w:numPr>
          <w:ilvl w:val="0"/>
          <w:numId w:val="24"/>
        </w:numPr>
        <w:spacing w:after="0"/>
      </w:pPr>
      <w:r>
        <w:t xml:space="preserve">Keskeisten tietojen haku </w:t>
      </w:r>
      <w:r w:rsidR="00197E20">
        <w:t>rekisteri</w:t>
      </w:r>
      <w:r>
        <w:t>tasoisessa</w:t>
      </w:r>
      <w:r w:rsidR="00FD49ED">
        <w:t xml:space="preserve"> </w:t>
      </w:r>
      <w:r>
        <w:t>ostopalvelutilanteessa. Ostopalvelun tuottajan tekemä haku.</w:t>
      </w:r>
    </w:p>
    <w:p w14:paraId="6A86EAC9" w14:textId="275A9D30" w:rsidR="00374128" w:rsidRDefault="00374128" w:rsidP="00D54165">
      <w:pPr>
        <w:pStyle w:val="Leipteksti"/>
        <w:numPr>
          <w:ilvl w:val="0"/>
          <w:numId w:val="24"/>
        </w:numPr>
      </w:pPr>
      <w:r>
        <w:lastRenderedPageBreak/>
        <w:t xml:space="preserve">Keskeisten tietojen haku </w:t>
      </w:r>
      <w:r w:rsidR="00197E20">
        <w:t>rekisteri</w:t>
      </w:r>
      <w:r>
        <w:t>tasoisessa</w:t>
      </w:r>
      <w:r w:rsidR="00FD49ED">
        <w:t xml:space="preserve"> </w:t>
      </w:r>
      <w:r>
        <w:t>ostopalvelussa hätätilanteessa.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E6284E">
      <w:pPr>
        <w:pStyle w:val="Luettelokappale"/>
        <w:numPr>
          <w:ilvl w:val="0"/>
          <w:numId w:val="52"/>
        </w:numPr>
      </w:pPr>
      <w:r>
        <w:t>Haetaan yhden potilaan tiedot: Tiedonhallintapalvelun tietoja voidaan hakea henkilötunnuksella, tilapäisen yksilöintitunnuksen käyttö ei ole sallittu</w:t>
      </w:r>
    </w:p>
    <w:p w14:paraId="0A38A19A" w14:textId="7B8D0329" w:rsidR="00374128" w:rsidRDefault="00374128" w:rsidP="00E6284E">
      <w:pPr>
        <w:pStyle w:val="Luettelokappale"/>
        <w:numPr>
          <w:ilvl w:val="0"/>
          <w:numId w:val="52"/>
        </w:numPr>
      </w:pPr>
      <w:r>
        <w:t>Haetaan tiedot Tiedonhallintapalvelun koostekannasta</w:t>
      </w:r>
    </w:p>
    <w:p w14:paraId="4A96616C" w14:textId="18110CD3" w:rsidR="00374128" w:rsidRPr="00374128" w:rsidRDefault="00374128" w:rsidP="00E6284E">
      <w:pPr>
        <w:pStyle w:val="Luettelokappale"/>
        <w:numPr>
          <w:ilvl w:val="0"/>
          <w:numId w:val="52"/>
        </w:numPr>
      </w:pPr>
      <w:r>
        <w:t xml:space="preserve">Arkisto rajaa hakutuloksen </w:t>
      </w:r>
      <w:r w:rsidR="00410048">
        <w:t xml:space="preserve">luovutustenhallinnan </w:t>
      </w:r>
      <w:r>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6B0CC30" w:rsidR="00374128" w:rsidRPr="00374128" w:rsidRDefault="00374128" w:rsidP="00374128">
      <w:pPr>
        <w:pStyle w:val="Numeroituluettelo"/>
      </w:pPr>
      <w:r>
        <w:t>Potilastiedon arkisto, Kanta-viestinvälitys, jatkossa Arkisto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E6284E">
      <w:pPr>
        <w:pStyle w:val="Luettelokappale"/>
        <w:numPr>
          <w:ilvl w:val="0"/>
          <w:numId w:val="52"/>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E6284E">
      <w:pPr>
        <w:pStyle w:val="Luettelokappale"/>
        <w:numPr>
          <w:ilvl w:val="0"/>
          <w:numId w:val="52"/>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t>Yksilöidyssä ostopalvelun valtuutuksessa on valtuutettu se rekisteri, johon palvelutapahtuma on arkistoitu, sillä tuottajalla joka hakua on tekemässä.</w:t>
      </w:r>
    </w:p>
    <w:p w14:paraId="2FAA1E4D" w14:textId="3A2A5F63" w:rsidR="00374128" w:rsidRPr="00374128" w:rsidRDefault="00374128" w:rsidP="00E6284E">
      <w:pPr>
        <w:pStyle w:val="Luettelokappale"/>
        <w:numPr>
          <w:ilvl w:val="0"/>
          <w:numId w:val="52"/>
        </w:numPr>
      </w:pPr>
      <w:r>
        <w:t>Ostopalvelun valtuutus on arkistoitu Potilastiedon arkistoon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t>Järjestelmä muodostaa hakusanoman ja tekee haun Arkistosta alikäyttötapauksen Hae tiedot mukaisesti. [V2]</w:t>
      </w:r>
    </w:p>
    <w:p w14:paraId="6BD908F0" w14:textId="48340E60" w:rsidR="00374128" w:rsidRDefault="00374128" w:rsidP="00E6284E">
      <w:pPr>
        <w:pStyle w:val="Luettelokappale"/>
        <w:numPr>
          <w:ilvl w:val="0"/>
          <w:numId w:val="52"/>
        </w:numPr>
      </w:pPr>
      <w:r>
        <w:lastRenderedPageBreak/>
        <w:t xml:space="preserve">MR-sanoma on RCMR_IN100031FI </w:t>
      </w:r>
    </w:p>
    <w:p w14:paraId="0038BF53" w14:textId="4B3C5F33" w:rsidR="00374128" w:rsidRDefault="00374128" w:rsidP="00E6284E">
      <w:pPr>
        <w:pStyle w:val="Luettelokappale"/>
        <w:numPr>
          <w:ilvl w:val="0"/>
          <w:numId w:val="52"/>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5A4D0FDB" w:rsidR="00374128" w:rsidRDefault="00374128" w:rsidP="00D54165">
      <w:pPr>
        <w:pStyle w:val="Luettelokappale"/>
        <w:numPr>
          <w:ilvl w:val="1"/>
          <w:numId w:val="5"/>
        </w:numPr>
      </w:pPr>
      <w:r>
        <w:t>tilanteessa E (</w:t>
      </w:r>
      <w:r w:rsidR="00197E20">
        <w:t>rekisteri</w:t>
      </w:r>
      <w:r>
        <w:t>tasoisen</w:t>
      </w:r>
      <w:r w:rsidR="00FD49ED">
        <w:t xml:space="preserve"> </w:t>
      </w:r>
      <w:r>
        <w:t xml:space="preserve">ostopalvelun haku): PP45, Keskeisten tietojen haku </w:t>
      </w:r>
      <w:r w:rsidR="00197E20">
        <w:t>rekisteri</w:t>
      </w:r>
      <w:r>
        <w:t>tasoisessa ostopalvelutilanteessa</w:t>
      </w:r>
    </w:p>
    <w:p w14:paraId="20C740BE" w14:textId="59662118" w:rsidR="00374128" w:rsidRDefault="00374128" w:rsidP="00D54165">
      <w:pPr>
        <w:pStyle w:val="Luettelokappale"/>
        <w:numPr>
          <w:ilvl w:val="1"/>
          <w:numId w:val="5"/>
        </w:numPr>
      </w:pPr>
      <w:r>
        <w:t>tilanteessa F (</w:t>
      </w:r>
      <w:r w:rsidR="00197E20">
        <w:t>rekisteri</w:t>
      </w:r>
      <w:r>
        <w:t>tasoisen</w:t>
      </w:r>
      <w:r w:rsidR="00FD49ED">
        <w:t xml:space="preserve"> </w:t>
      </w:r>
      <w:r>
        <w:t xml:space="preserve">ostopalvelun osto): PP47, Keskeisten tietojen haku </w:t>
      </w:r>
      <w:r w:rsidR="00197E20">
        <w:t>rekisteri</w:t>
      </w:r>
      <w:r>
        <w:t>tasoisessa ostopalvelussa hätätilanteessa</w:t>
      </w:r>
    </w:p>
    <w:p w14:paraId="170B8886" w14:textId="6D3495FB" w:rsidR="00374128" w:rsidRDefault="00374128" w:rsidP="00E6284E">
      <w:pPr>
        <w:pStyle w:val="Luettelokappale"/>
        <w:numPr>
          <w:ilvl w:val="0"/>
          <w:numId w:val="52"/>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E6284E">
      <w:pPr>
        <w:pStyle w:val="Luettelokappale"/>
        <w:numPr>
          <w:ilvl w:val="0"/>
          <w:numId w:val="52"/>
        </w:numPr>
      </w:pPr>
      <w:r>
        <w:t xml:space="preserve">Kattavuus: Haetaan aina viimeisimmät versiot (1)  </w:t>
      </w:r>
    </w:p>
    <w:p w14:paraId="752785EF" w14:textId="7E089577" w:rsidR="00374128" w:rsidRDefault="00374128" w:rsidP="00E6284E">
      <w:pPr>
        <w:pStyle w:val="Luettelokappale"/>
        <w:numPr>
          <w:ilvl w:val="0"/>
          <w:numId w:val="52"/>
        </w:numPr>
      </w:pPr>
      <w:r>
        <w:t>Haku palauttaa tiedot asiakirjatasolla, hakua ei ole mahdollista kohdistaa metatietotasolla</w:t>
      </w:r>
    </w:p>
    <w:p w14:paraId="084A075B" w14:textId="34B8A5E6" w:rsidR="00374128" w:rsidRDefault="00374128" w:rsidP="00E6284E">
      <w:pPr>
        <w:pStyle w:val="Luettelokappale"/>
        <w:numPr>
          <w:ilvl w:val="0"/>
          <w:numId w:val="52"/>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E6284E">
      <w:pPr>
        <w:pStyle w:val="Luettelokappale"/>
        <w:numPr>
          <w:ilvl w:val="0"/>
          <w:numId w:val="52"/>
        </w:numPr>
      </w:pPr>
      <w:r>
        <w:t>Haun tuloksena palautuu haun rajauksesta riippuen kaikki keskeiset terveystiedot mukaan lukien terveys- ja hoitosuunnitelma tai valittu keskeinen terveystieto tai tieto siitä, ettei potilaalla ole palautettavia tietoja (not found).</w:t>
      </w:r>
    </w:p>
    <w:p w14:paraId="708BB840" w14:textId="4EAA992D" w:rsidR="00374128" w:rsidRDefault="00374128"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3E107C12" w:rsidR="00B21DEE" w:rsidRDefault="00374128" w:rsidP="00E6284E">
      <w:pPr>
        <w:pStyle w:val="Luettelokappale"/>
        <w:numPr>
          <w:ilvl w:val="0"/>
          <w:numId w:val="52"/>
        </w:numPr>
      </w:pPr>
      <w:r>
        <w:t>tilanteessa A (keskeiset tiedot), C (potilaskohtaisen ostopalvelun haku) ja E (</w:t>
      </w:r>
      <w:r w:rsidR="00197E20">
        <w:t>rekisteri</w:t>
      </w:r>
      <w:r>
        <w:t>tasoisen</w:t>
      </w:r>
      <w:r w:rsidR="00FD49ED">
        <w:t xml:space="preserve"> </w:t>
      </w:r>
      <w:r>
        <w:t xml:space="preserve">ostopalvelun haku): </w:t>
      </w:r>
    </w:p>
    <w:p w14:paraId="00FB3747" w14:textId="1F4805E4" w:rsidR="0076194A" w:rsidRDefault="0076194A" w:rsidP="00043EA5">
      <w:pPr>
        <w:pStyle w:val="Luettelokappale"/>
        <w:numPr>
          <w:ilvl w:val="1"/>
          <w:numId w:val="5"/>
        </w:numPr>
      </w:pPr>
      <w:r>
        <w:lastRenderedPageBreak/>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77777777" w:rsidR="00330140" w:rsidRDefault="003F7445" w:rsidP="00DB1976">
      <w:pPr>
        <w:pStyle w:val="Leipteksti"/>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76EB1C5" w14:textId="77777777" w:rsidR="00330140" w:rsidRDefault="00330140">
      <w:r>
        <w:br w:type="page"/>
      </w:r>
    </w:p>
    <w:p w14:paraId="7ECCF8A8" w14:textId="77777777" w:rsidR="00330140" w:rsidRDefault="00330140" w:rsidP="00043EA5">
      <w:pPr>
        <w:pStyle w:val="Otsikko1"/>
      </w:pPr>
      <w:bookmarkStart w:id="42" w:name="_Toc121475921"/>
      <w:r>
        <w:lastRenderedPageBreak/>
        <w:t>Hae koronatodistus</w:t>
      </w:r>
      <w:bookmarkEnd w:id="42"/>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77777777" w:rsidR="00330140" w:rsidRDefault="00330140" w:rsidP="00330140">
      <w:pPr>
        <w:pStyle w:val="Leipteksti"/>
      </w:pPr>
      <w:r>
        <w:t xml:space="preserve">Koronatodistus on pdf-asiakirja, jonka Tiedonhallintapalvelu tuottaa Potilastiedon arkistoon arkistoitujen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330140">
      <w:pPr>
        <w:pStyle w:val="Leipteksti"/>
        <w:numPr>
          <w:ilvl w:val="0"/>
          <w:numId w:val="41"/>
        </w:numPr>
        <w:spacing w:after="0"/>
      </w:pPr>
      <w:r>
        <w:t>Koronatodistuksen haku.</w:t>
      </w:r>
    </w:p>
    <w:p w14:paraId="2E87B628" w14:textId="77777777" w:rsidR="00330140" w:rsidRDefault="00330140" w:rsidP="00330140">
      <w:pPr>
        <w:pStyle w:val="Leipteksti"/>
        <w:numPr>
          <w:ilvl w:val="0"/>
          <w:numId w:val="41"/>
        </w:numPr>
        <w:spacing w:after="0"/>
      </w:pPr>
      <w:r>
        <w:t>Koronatodistuksen haku potilaskohtaisessa ostopalvelutilanteessa. Ostopalvelun tuottajan tekemä haku.</w:t>
      </w:r>
    </w:p>
    <w:p w14:paraId="2763D627" w14:textId="19749D07" w:rsidR="00330140" w:rsidRDefault="00330140" w:rsidP="00330140">
      <w:pPr>
        <w:pStyle w:val="Leipteksti"/>
        <w:numPr>
          <w:ilvl w:val="0"/>
          <w:numId w:val="41"/>
        </w:numPr>
        <w:spacing w:after="0"/>
      </w:pPr>
      <w:r>
        <w:t xml:space="preserve">Koronatodistuksen haku </w:t>
      </w:r>
      <w:r w:rsidR="00197E20">
        <w:t>rekisteri</w:t>
      </w:r>
      <w:r>
        <w:t>tasoisessa</w:t>
      </w:r>
      <w:r w:rsidR="00FD49ED">
        <w:t xml:space="preserve"> </w:t>
      </w:r>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330140">
      <w:pPr>
        <w:pStyle w:val="Leipteksti"/>
        <w:numPr>
          <w:ilvl w:val="0"/>
          <w:numId w:val="42"/>
        </w:numPr>
        <w:spacing w:after="0"/>
      </w:pPr>
      <w:r>
        <w:t>COVID-19-rokotetodistus</w:t>
      </w:r>
    </w:p>
    <w:p w14:paraId="4246EA97" w14:textId="77777777" w:rsidR="00330140" w:rsidRDefault="00330140" w:rsidP="00330140">
      <w:pPr>
        <w:pStyle w:val="Leipteksti"/>
        <w:numPr>
          <w:ilvl w:val="0"/>
          <w:numId w:val="42"/>
        </w:numPr>
        <w:spacing w:after="0"/>
      </w:pPr>
      <w:r>
        <w:t>Todistus viimeisimmän koronavirustestin tuloksesta</w:t>
      </w:r>
    </w:p>
    <w:p w14:paraId="35A28430" w14:textId="77777777" w:rsidR="00330140" w:rsidRDefault="00330140" w:rsidP="00330140">
      <w:pPr>
        <w:pStyle w:val="Leipteksti"/>
        <w:numPr>
          <w:ilvl w:val="0"/>
          <w:numId w:val="42"/>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330140">
      <w:pPr>
        <w:pStyle w:val="Luettelokappale"/>
        <w:numPr>
          <w:ilvl w:val="0"/>
          <w:numId w:val="40"/>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330140">
      <w:pPr>
        <w:pStyle w:val="Luettelokappale"/>
        <w:numPr>
          <w:ilvl w:val="1"/>
          <w:numId w:val="40"/>
        </w:numPr>
      </w:pPr>
      <w:r w:rsidRPr="00043EA5">
        <w:t>Tiedonhallintapalvelun yleisistä linjauksista poiketen koronatodistusten hauissa myös tilapäisen yksilöintitunnuksen käyttö on sallittu</w:t>
      </w:r>
    </w:p>
    <w:p w14:paraId="134A4071" w14:textId="77777777" w:rsidR="00330140" w:rsidRDefault="00330140" w:rsidP="00330140">
      <w:pPr>
        <w:pStyle w:val="Luettelokappale"/>
        <w:numPr>
          <w:ilvl w:val="0"/>
          <w:numId w:val="40"/>
        </w:numPr>
      </w:pPr>
      <w:r>
        <w:t>Haetaan tiedot Tiedonhallintapalvelun koostekannasta</w:t>
      </w:r>
    </w:p>
    <w:p w14:paraId="2296E514" w14:textId="77777777" w:rsidR="00330140" w:rsidRDefault="00330140" w:rsidP="00330140">
      <w:pPr>
        <w:pStyle w:val="Luettelokappale"/>
        <w:numPr>
          <w:ilvl w:val="0"/>
          <w:numId w:val="40"/>
        </w:numPr>
      </w:pPr>
      <w:r>
        <w:t>Arkisto 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77777777" w:rsidR="00330140" w:rsidRDefault="00330140" w:rsidP="00330140">
      <w:pPr>
        <w:pStyle w:val="Numeroituluettelo"/>
        <w:numPr>
          <w:ilvl w:val="8"/>
          <w:numId w:val="27"/>
        </w:numPr>
        <w:ind w:left="2155"/>
      </w:pPr>
      <w:r>
        <w:t>Potilastiedon arkisto, Kanta-viestinvälitys, jatkossa Arkisto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330140">
      <w:pPr>
        <w:pStyle w:val="Luettelokappale"/>
        <w:numPr>
          <w:ilvl w:val="0"/>
          <w:numId w:val="40"/>
        </w:numPr>
      </w:pPr>
      <w:r w:rsidRPr="00043EA5">
        <w:t>Hakutilanteessa A potilas on yksilöity henkilötunnuksella tai tilapäisellä yksilöintitunnuksella</w:t>
      </w:r>
    </w:p>
    <w:p w14:paraId="0675AB24" w14:textId="77777777" w:rsidR="00330140" w:rsidRPr="00043EA5" w:rsidRDefault="00330140" w:rsidP="00330140">
      <w:pPr>
        <w:pStyle w:val="Luettelokappale"/>
        <w:numPr>
          <w:ilvl w:val="0"/>
          <w:numId w:val="40"/>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043EA5">
      <w:pPr>
        <w:pStyle w:val="Luettelokappale"/>
        <w:numPr>
          <w:ilvl w:val="0"/>
          <w:numId w:val="40"/>
        </w:numPr>
        <w:spacing w:before="0"/>
      </w:pPr>
      <w:r w:rsidRPr="000153AD">
        <w:t xml:space="preserve">Näkymätunnus 390, näkymälyhenne </w:t>
      </w:r>
      <w:r w:rsidRPr="00043EA5">
        <w:t>RKTKCOV, nimi COVID-19-rokotetodistus</w:t>
      </w:r>
    </w:p>
    <w:p w14:paraId="2BAC66B4" w14:textId="77777777" w:rsidR="00330140" w:rsidRPr="000153AD" w:rsidRDefault="00330140" w:rsidP="00043EA5">
      <w:pPr>
        <w:pStyle w:val="Luettelokappale"/>
        <w:numPr>
          <w:ilvl w:val="0"/>
          <w:numId w:val="40"/>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043EA5">
      <w:pPr>
        <w:pStyle w:val="Luettelokappale"/>
        <w:numPr>
          <w:ilvl w:val="0"/>
          <w:numId w:val="40"/>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77777777" w:rsidR="00330140" w:rsidRDefault="00330140" w:rsidP="00330140">
      <w:pPr>
        <w:pStyle w:val="Luettelokappale"/>
        <w:numPr>
          <w:ilvl w:val="0"/>
          <w:numId w:val="40"/>
        </w:numPr>
        <w:spacing w:before="0"/>
      </w:pPr>
      <w:r>
        <w:t>Hoitosuhteen potilaaseen todentava palvelutapahtuma on arkistoitu arkistoivan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77777777" w:rsidR="00330140" w:rsidRDefault="00330140" w:rsidP="00330140">
      <w:pPr>
        <w:pStyle w:val="Luettelokappale"/>
        <w:numPr>
          <w:ilvl w:val="0"/>
          <w:numId w:val="40"/>
        </w:numPr>
        <w:spacing w:before="0"/>
      </w:pPr>
      <w:r>
        <w:t>Ostopalvelun tuottajan hoitosuhteen potilaaseen todentava palvelutapahtuma on arkistoitu ostopalvelun järjestäjän rekisteriin. [LT1]</w:t>
      </w:r>
    </w:p>
    <w:p w14:paraId="669D96DB" w14:textId="77777777" w:rsidR="00330140" w:rsidRDefault="00330140" w:rsidP="00330140">
      <w:pPr>
        <w:pStyle w:val="Luettelokappale"/>
        <w:numPr>
          <w:ilvl w:val="1"/>
          <w:numId w:val="40"/>
        </w:numPr>
      </w:pPr>
      <w:r>
        <w:t>Yksilöidyssä ostopalvelun valtuutuksessa on valtuutettu se rekisteri, johon palvelutapahtuma on arkistoitu, sillä tuottajalla joka hakua on tekemässä.</w:t>
      </w:r>
    </w:p>
    <w:p w14:paraId="46B14472" w14:textId="77777777" w:rsidR="00330140" w:rsidRDefault="00330140" w:rsidP="00330140">
      <w:pPr>
        <w:pStyle w:val="Luettelokappale"/>
        <w:numPr>
          <w:ilvl w:val="0"/>
          <w:numId w:val="40"/>
        </w:numPr>
      </w:pPr>
      <w:r>
        <w:t>Ostopalvelun valtuutus on arkistoitu Potilastiedon arkistoon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330140">
      <w:pPr>
        <w:pStyle w:val="Luettelokappale"/>
        <w:numPr>
          <w:ilvl w:val="0"/>
          <w:numId w:val="40"/>
        </w:numPr>
        <w:spacing w:before="0"/>
      </w:pPr>
      <w:r>
        <w:t xml:space="preserve">MR-sanoma on RCMR_IN100031FI </w:t>
      </w:r>
    </w:p>
    <w:p w14:paraId="00528F1D" w14:textId="77777777" w:rsidR="00330140" w:rsidRDefault="00330140" w:rsidP="00330140">
      <w:pPr>
        <w:pStyle w:val="Luettelokappale"/>
        <w:numPr>
          <w:ilvl w:val="0"/>
          <w:numId w:val="40"/>
        </w:numPr>
      </w:pPr>
      <w:r>
        <w:t>Palvelupyyntö on [LK3]</w:t>
      </w:r>
    </w:p>
    <w:p w14:paraId="7A48F6EA" w14:textId="77777777" w:rsidR="00330140" w:rsidRDefault="00330140" w:rsidP="00330140">
      <w:pPr>
        <w:pStyle w:val="Luettelokappale"/>
        <w:numPr>
          <w:ilvl w:val="1"/>
          <w:numId w:val="40"/>
        </w:numPr>
      </w:pPr>
      <w:r>
        <w:t>tilanteessa A (keskeiset tiedot): PP27</w:t>
      </w:r>
    </w:p>
    <w:p w14:paraId="5C3575BB" w14:textId="77777777" w:rsidR="00330140" w:rsidRDefault="00330140" w:rsidP="00330140">
      <w:pPr>
        <w:pStyle w:val="Luettelokappale"/>
        <w:numPr>
          <w:ilvl w:val="1"/>
          <w:numId w:val="40"/>
        </w:numPr>
      </w:pPr>
      <w:r>
        <w:lastRenderedPageBreak/>
        <w:t xml:space="preserve">tilanteessa B (potilaskohtaisen ostopalvelun haku): PP41, Keskeisten tietojen haku potilaskohtaisessa ostopalvelutilanteessa </w:t>
      </w:r>
    </w:p>
    <w:p w14:paraId="09F25F6D" w14:textId="29B8CAE5" w:rsidR="00330140" w:rsidRDefault="00330140" w:rsidP="00330140">
      <w:pPr>
        <w:pStyle w:val="Luettelokappale"/>
        <w:numPr>
          <w:ilvl w:val="1"/>
          <w:numId w:val="40"/>
        </w:numPr>
      </w:pPr>
      <w:r>
        <w:t>tilanteessa C (</w:t>
      </w:r>
      <w:r w:rsidR="00197E20">
        <w:t>rekisteri</w:t>
      </w:r>
      <w:r>
        <w:t>tasoisen</w:t>
      </w:r>
      <w:r w:rsidR="00FD49ED">
        <w:t xml:space="preserve"> </w:t>
      </w:r>
      <w:r>
        <w:t xml:space="preserve">ostopalvelun haku): PP45, Keskeisten tietojen haku </w:t>
      </w:r>
      <w:r w:rsidR="00197E20">
        <w:t>rekisteri</w:t>
      </w:r>
      <w:r>
        <w:t>tasoisessa ostopalvelutilanteessa</w:t>
      </w:r>
    </w:p>
    <w:p w14:paraId="32439FEE" w14:textId="13CF994A" w:rsidR="00330140" w:rsidRDefault="00330140" w:rsidP="00330140">
      <w:pPr>
        <w:pStyle w:val="Luettelokappale"/>
        <w:numPr>
          <w:ilvl w:val="1"/>
          <w:numId w:val="40"/>
        </w:numPr>
      </w:pPr>
      <w:r>
        <w:t xml:space="preserve">kaikissa tilanteissa voidaan käyttää palvelupyyntöä PPC </w:t>
      </w:r>
    </w:p>
    <w:p w14:paraId="675B444D" w14:textId="77777777" w:rsidR="00330140" w:rsidRPr="00043EA5" w:rsidRDefault="00330140" w:rsidP="00330140">
      <w:pPr>
        <w:pStyle w:val="Luettelokappale"/>
        <w:numPr>
          <w:ilvl w:val="2"/>
          <w:numId w:val="40"/>
        </w:numPr>
      </w:pPr>
      <w:r w:rsidRPr="00043EA5">
        <w:t>kaikissa tilanteissa, kun potilas on yksilöity henkilötunnuksella</w:t>
      </w:r>
    </w:p>
    <w:p w14:paraId="33582BD2" w14:textId="77777777" w:rsidR="00330140" w:rsidRPr="00043EA5" w:rsidRDefault="00330140" w:rsidP="00330140">
      <w:pPr>
        <w:pStyle w:val="Luettelokappale"/>
        <w:numPr>
          <w:ilvl w:val="2"/>
          <w:numId w:val="40"/>
        </w:numPr>
      </w:pPr>
      <w:r w:rsidRPr="00043EA5">
        <w:t>vain tilanteessa A, kun potilas on yksilöity tilapäisellä yksilöintitunnuksella</w:t>
      </w:r>
    </w:p>
    <w:p w14:paraId="5895D5B4" w14:textId="77777777" w:rsidR="00330140" w:rsidRDefault="00330140" w:rsidP="00330140">
      <w:pPr>
        <w:pStyle w:val="Luettelokappale"/>
        <w:numPr>
          <w:ilvl w:val="2"/>
          <w:numId w:val="40"/>
        </w:numPr>
      </w:pPr>
      <w:r>
        <w:t>Todistuksen haku ei ole mahdollista hätähakuna, joten potilastietojen katselun erityiseksi syyksi ei voi ilmoittaa arvoa ”Hätähaku”</w:t>
      </w:r>
    </w:p>
    <w:p w14:paraId="07343FFF" w14:textId="77777777" w:rsidR="00330140" w:rsidRDefault="00330140" w:rsidP="00330140">
      <w:pPr>
        <w:pStyle w:val="Luettelokappale"/>
        <w:numPr>
          <w:ilvl w:val="0"/>
          <w:numId w:val="40"/>
        </w:numPr>
      </w:pPr>
      <w:r>
        <w:t>Palvelutapahtuma johon tietoja haetaan, on yksilöitävä</w:t>
      </w:r>
    </w:p>
    <w:p w14:paraId="7A87D8CC" w14:textId="77777777" w:rsidR="00330140" w:rsidRDefault="00330140" w:rsidP="00330140">
      <w:pPr>
        <w:pStyle w:val="Luettelokappale"/>
        <w:numPr>
          <w:ilvl w:val="1"/>
          <w:numId w:val="40"/>
        </w:numPr>
      </w:pPr>
      <w:r>
        <w:t>tilanteessa B ja C (ostopalvelu) palvelutapahtuma on järjestäjän rekisterissä (ostopalvelun valtuutuksessa yksilöity rekisteri)</w:t>
      </w:r>
    </w:p>
    <w:p w14:paraId="48950F08" w14:textId="77777777" w:rsidR="00330140" w:rsidRDefault="00330140" w:rsidP="00330140">
      <w:pPr>
        <w:pStyle w:val="Luettelokappale"/>
        <w:numPr>
          <w:ilvl w:val="0"/>
          <w:numId w:val="40"/>
        </w:numPr>
      </w:pPr>
      <w:r>
        <w:t xml:space="preserve">Kattavuus: Haetaan aina viimeisimmät versiot (1)  </w:t>
      </w:r>
    </w:p>
    <w:p w14:paraId="196E88BD" w14:textId="77777777" w:rsidR="00330140" w:rsidRDefault="00330140" w:rsidP="00330140">
      <w:pPr>
        <w:pStyle w:val="Luettelokappale"/>
        <w:numPr>
          <w:ilvl w:val="0"/>
          <w:numId w:val="40"/>
        </w:numPr>
      </w:pPr>
      <w:r>
        <w:t>Haku palauttaa tiedot asiakirjatasolla, hakua ei ole mahdollista kohdistaa metatietotasolla</w:t>
      </w:r>
    </w:p>
    <w:p w14:paraId="4080848A" w14:textId="77777777" w:rsidR="00330140" w:rsidRDefault="00330140" w:rsidP="00330140">
      <w:pPr>
        <w:pStyle w:val="Luettelokappale"/>
        <w:numPr>
          <w:ilvl w:val="0"/>
          <w:numId w:val="40"/>
        </w:numPr>
      </w:pPr>
      <w:r>
        <w:t>Hakuparametrit: voidaan käyttää palvelupyynnöllä käytössä olevia parametreja [LM4]</w:t>
      </w:r>
    </w:p>
    <w:p w14:paraId="1D697FB8" w14:textId="77777777" w:rsidR="00330140" w:rsidRDefault="00330140" w:rsidP="00330140">
      <w:pPr>
        <w:pStyle w:val="Luettelokappale"/>
        <w:numPr>
          <w:ilvl w:val="1"/>
          <w:numId w:val="40"/>
        </w:numPr>
      </w:pPr>
      <w:r>
        <w:t xml:space="preserve">pakollinen parametri henkilötunnus </w:t>
      </w:r>
      <w:r w:rsidRPr="00043EA5">
        <w:t>tai potilaan tilapäinen yksilöintitunnus</w:t>
      </w:r>
    </w:p>
    <w:p w14:paraId="73558AA9" w14:textId="77777777" w:rsidR="00330140" w:rsidRDefault="00330140" w:rsidP="00330140">
      <w:pPr>
        <w:pStyle w:val="Luettelokappale"/>
        <w:numPr>
          <w:ilvl w:val="1"/>
          <w:numId w:val="40"/>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330140">
      <w:pPr>
        <w:pStyle w:val="Luettelokappale"/>
        <w:numPr>
          <w:ilvl w:val="0"/>
          <w:numId w:val="40"/>
        </w:numPr>
        <w:spacing w:before="0"/>
      </w:pPr>
      <w:r>
        <w:t>Haun tuloksena palautuu haettu todistus tai tieto siitä, ettei potilaalla ole palautettavia tietoja (not found).</w:t>
      </w:r>
    </w:p>
    <w:p w14:paraId="3360A44E" w14:textId="04F48F1C" w:rsidR="00330140" w:rsidRDefault="00330140" w:rsidP="00330140">
      <w:pPr>
        <w:pStyle w:val="Luettelokappale"/>
        <w:numPr>
          <w:ilvl w:val="0"/>
          <w:numId w:val="40"/>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3522E46A" w:rsidR="00F30F43" w:rsidRDefault="00F30F43" w:rsidP="00F30F43">
      <w:pPr>
        <w:pStyle w:val="Leipteksti"/>
      </w:pPr>
      <w:r>
        <w:t>LT1 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F30F43">
      <w:pPr>
        <w:pStyle w:val="Luettelokappale"/>
        <w:numPr>
          <w:ilvl w:val="0"/>
          <w:numId w:val="40"/>
        </w:numPr>
        <w:spacing w:before="0"/>
      </w:pPr>
      <w:r>
        <w:t xml:space="preserve">potilaan henkilötunnus </w:t>
      </w:r>
      <w:r w:rsidRPr="00043EA5">
        <w:t>tai tilapäinen yksilöintitunnus</w:t>
      </w:r>
    </w:p>
    <w:p w14:paraId="5909957D" w14:textId="77777777" w:rsidR="00F30F43" w:rsidRDefault="00F30F43" w:rsidP="00F30F43">
      <w:pPr>
        <w:pStyle w:val="Luettelokappale"/>
        <w:numPr>
          <w:ilvl w:val="0"/>
          <w:numId w:val="40"/>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F30F43">
      <w:pPr>
        <w:pStyle w:val="Luettelokappale"/>
        <w:numPr>
          <w:ilvl w:val="0"/>
          <w:numId w:val="40"/>
        </w:numPr>
        <w:spacing w:before="0" w:line="240" w:lineRule="auto"/>
      </w:pPr>
      <w:r>
        <w:t>palvelunantajan omaan rekisteriin arkistoistu hoitosuhteen todentava palvelutapahtuman OID</w:t>
      </w:r>
    </w:p>
    <w:p w14:paraId="25FB972C" w14:textId="77777777" w:rsidR="00F30F43" w:rsidRDefault="00F30F43" w:rsidP="00F30F43"/>
    <w:p w14:paraId="3FE33359" w14:textId="314C7342"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r w:rsidR="00FD49ED">
        <w:t xml:space="preserve"> </w:t>
      </w:r>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F30F43">
      <w:pPr>
        <w:pStyle w:val="Luettelokappale"/>
        <w:numPr>
          <w:ilvl w:val="0"/>
          <w:numId w:val="40"/>
        </w:numPr>
        <w:spacing w:before="0"/>
      </w:pPr>
      <w:r>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F30F43">
      <w:pPr>
        <w:pStyle w:val="Luettelokappale"/>
        <w:numPr>
          <w:ilvl w:val="0"/>
          <w:numId w:val="40"/>
        </w:numPr>
        <w:spacing w:before="0"/>
      </w:pPr>
      <w:r>
        <w:lastRenderedPageBreak/>
        <w:t>näkymätunnus: 392</w:t>
      </w:r>
    </w:p>
    <w:p w14:paraId="11CE2C3C" w14:textId="77777777" w:rsidR="00F30F43" w:rsidRDefault="00F30F43" w:rsidP="00F30F43">
      <w:r>
        <w:tab/>
        <w:t>Lisäksi annetaan</w:t>
      </w:r>
    </w:p>
    <w:p w14:paraId="2D83A435" w14:textId="77777777" w:rsidR="00F30F43" w:rsidRDefault="00F30F43" w:rsidP="00F30F43">
      <w:pPr>
        <w:pStyle w:val="Luettelokappale"/>
        <w:numPr>
          <w:ilvl w:val="0"/>
          <w:numId w:val="40"/>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F30F43">
      <w:pPr>
        <w:pStyle w:val="Luettelokappale"/>
        <w:numPr>
          <w:ilvl w:val="0"/>
          <w:numId w:val="40"/>
        </w:numPr>
        <w:spacing w:before="0"/>
      </w:pPr>
      <w:r w:rsidRPr="00043EA5">
        <w:t>potilaan henkilötunnus tai tilapäinen yksilöintitunnus</w:t>
      </w:r>
    </w:p>
    <w:p w14:paraId="3B070178" w14:textId="77777777" w:rsidR="00F30F43" w:rsidRPr="00043EA5" w:rsidRDefault="00F30F43" w:rsidP="00F30F43">
      <w:pPr>
        <w:pStyle w:val="Luettelokappale"/>
        <w:numPr>
          <w:ilvl w:val="0"/>
          <w:numId w:val="40"/>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F30F43">
      <w:pPr>
        <w:pStyle w:val="Luettelokappale"/>
        <w:numPr>
          <w:ilvl w:val="0"/>
          <w:numId w:val="40"/>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F30F43">
      <w:pPr>
        <w:pStyle w:val="Luettelokappale"/>
        <w:numPr>
          <w:ilvl w:val="0"/>
          <w:numId w:val="40"/>
        </w:numPr>
        <w:spacing w:before="0"/>
      </w:pPr>
      <w:r w:rsidRPr="00043EA5">
        <w:t>potilaan henkilötunnus (tilapäistä yksilöintitunnusta ei voi käyttää ostopalvelutilanteessa)</w:t>
      </w:r>
    </w:p>
    <w:p w14:paraId="6CEA570B" w14:textId="77777777" w:rsidR="00F30F43" w:rsidRPr="00043EA5" w:rsidRDefault="00F30F43" w:rsidP="00F30F43">
      <w:pPr>
        <w:pStyle w:val="Luettelokappale"/>
        <w:numPr>
          <w:ilvl w:val="0"/>
          <w:numId w:val="40"/>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F30F43">
      <w:pPr>
        <w:pStyle w:val="Luettelokappale"/>
        <w:numPr>
          <w:ilvl w:val="0"/>
          <w:numId w:val="40"/>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43" w:name="_Toc121475922"/>
      <w:r w:rsidRPr="003F7445">
        <w:lastRenderedPageBreak/>
        <w:t>Edelleenvälitä asiakirja</w:t>
      </w:r>
      <w:bookmarkEnd w:id="43"/>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1A9BE93" w:rsidR="005577AB" w:rsidRPr="005577AB" w:rsidRDefault="005577AB" w:rsidP="005577AB">
      <w:pPr>
        <w:pStyle w:val="Numeroituluettelo"/>
      </w:pPr>
      <w:r>
        <w:t>Potilastiedon arkisto, Kanta-viestinvälitys, jatkossa Arkisto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0E4E2CAB" w:rsidR="005577AB" w:rsidRDefault="005577AB" w:rsidP="005577AB">
      <w:pPr>
        <w:pStyle w:val="Numeroituluettelo"/>
        <w:spacing w:after="0"/>
      </w:pPr>
      <w:r>
        <w:t xml:space="preserve">Välitettävä asiakirja on arkistoitu Järjestelmää käyttävän organisaation rekisteriin Potilastiedon arkistossa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E6284E">
      <w:pPr>
        <w:pStyle w:val="Luettelokappale"/>
        <w:numPr>
          <w:ilvl w:val="0"/>
          <w:numId w:val="52"/>
        </w:numPr>
      </w:pPr>
      <w:r>
        <w:t>asiakirjan vastaanottava organisaatio = välityskohde [LK10]</w:t>
      </w:r>
    </w:p>
    <w:p w14:paraId="1FEE7686" w14:textId="4C1554EE" w:rsidR="005577AB" w:rsidRDefault="005577AB" w:rsidP="00E6284E">
      <w:pPr>
        <w:pStyle w:val="Luettelokappale"/>
        <w:numPr>
          <w:ilvl w:val="0"/>
          <w:numId w:val="52"/>
        </w:numPr>
      </w:pPr>
      <w:r>
        <w:t>välityksen oikeuttava tieto = välitysperuste [LK11]</w:t>
      </w:r>
    </w:p>
    <w:p w14:paraId="1A45BDD6" w14:textId="66BAC708" w:rsidR="005577AB" w:rsidRDefault="005577AB" w:rsidP="005577AB">
      <w:pPr>
        <w:pStyle w:val="Numeroituluettelo"/>
      </w:pPr>
      <w:r>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E6284E">
      <w:pPr>
        <w:pStyle w:val="Luettelokappale"/>
        <w:numPr>
          <w:ilvl w:val="0"/>
          <w:numId w:val="52"/>
        </w:numPr>
      </w:pPr>
      <w:r w:rsidRPr="00043EA5">
        <w:lastRenderedPageBreak/>
        <w:t>MR-sanoma RCMR_IN100002FI01</w:t>
      </w:r>
    </w:p>
    <w:p w14:paraId="2883BA75" w14:textId="52FDF129" w:rsidR="005577AB" w:rsidRDefault="005577AB" w:rsidP="00E6284E">
      <w:pPr>
        <w:pStyle w:val="Luettelokappale"/>
        <w:numPr>
          <w:ilvl w:val="0"/>
          <w:numId w:val="52"/>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E6284E">
      <w:pPr>
        <w:pStyle w:val="Luettelokappale"/>
        <w:numPr>
          <w:ilvl w:val="0"/>
          <w:numId w:val="52"/>
        </w:numPr>
      </w:pPr>
      <w:r>
        <w:t>välitystilanteen A (välitys Kelaan) onnistunut lopputulos: välityskohdeorganisaatio on vastaanottanut välitettävän asiakirjan</w:t>
      </w:r>
    </w:p>
    <w:p w14:paraId="5C1B3C3B" w14:textId="41904820" w:rsidR="005577AB" w:rsidRDefault="005577AB" w:rsidP="00E6284E">
      <w:pPr>
        <w:pStyle w:val="Luettelokappale"/>
        <w:numPr>
          <w:ilvl w:val="0"/>
          <w:numId w:val="52"/>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E6284E">
      <w:pPr>
        <w:pStyle w:val="Luettelokappale"/>
        <w:numPr>
          <w:ilvl w:val="0"/>
          <w:numId w:val="52"/>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44" w:name="_Toc121475923"/>
      <w:r w:rsidRPr="005577AB">
        <w:lastRenderedPageBreak/>
        <w:t>Alikäyttötapaus: Arkistoi asiakirja</w:t>
      </w:r>
      <w:bookmarkEnd w:id="44"/>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729B248C" w:rsidR="009F703C" w:rsidRPr="009F703C" w:rsidRDefault="005577AB" w:rsidP="005577AB">
      <w:pPr>
        <w:pStyle w:val="Leipteksti"/>
      </w:pPr>
      <w:r>
        <w:t>Lopputulos: Asiakirja on arkistoitu Potilastiedon arkistoon.</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E6284E">
      <w:pPr>
        <w:pStyle w:val="Luettelokappale"/>
        <w:numPr>
          <w:ilvl w:val="0"/>
          <w:numId w:val="52"/>
        </w:numPr>
      </w:pPr>
      <w:r>
        <w:t>Järjestelmä tuottaa MR-sanoman kuvailutietoihin vaaditut kentät asiakirjan ja Järjestelmän taustatietojen pohjalta</w:t>
      </w:r>
    </w:p>
    <w:p w14:paraId="1295BCE0" w14:textId="0BDEE67B" w:rsidR="005577AB" w:rsidRDefault="005577AB" w:rsidP="005577AB">
      <w:pPr>
        <w:pStyle w:val="Numeroituluettelo"/>
        <w:spacing w:after="0"/>
      </w:pPr>
      <w:r>
        <w:t xml:space="preserve">Järjestelmä täydentää MR-sanoman kontrollikehykseen Potilastiedon arkiston MR-sanomamäärittelyn mukaiset tiedot </w:t>
      </w:r>
    </w:p>
    <w:p w14:paraId="157B9367" w14:textId="7A1DA749" w:rsidR="005577AB" w:rsidRDefault="005577AB" w:rsidP="00E6284E">
      <w:pPr>
        <w:pStyle w:val="Luettelokappale"/>
        <w:numPr>
          <w:ilvl w:val="0"/>
          <w:numId w:val="52"/>
        </w:numPr>
      </w:pPr>
      <w:r>
        <w:t xml:space="preserve">MR-sanomatyyppi, asiakirjan arkistointi (RCMR_IN100002FI01) tai asiakirjan korvaus (RCMR_IN100016FI01) </w:t>
      </w:r>
    </w:p>
    <w:p w14:paraId="40D28878" w14:textId="34A3BD7E" w:rsidR="005577AB" w:rsidRDefault="005577AB" w:rsidP="00E6284E">
      <w:pPr>
        <w:pStyle w:val="Luettelokappale"/>
        <w:numPr>
          <w:ilvl w:val="0"/>
          <w:numId w:val="52"/>
        </w:numPr>
      </w:pPr>
      <w:r>
        <w:t xml:space="preserve">reasonCode-tiedot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FBF2495" w:rsidR="005577AB" w:rsidRDefault="005577AB" w:rsidP="005577AB">
      <w:pPr>
        <w:pStyle w:val="Numeroituluettelo"/>
      </w:pPr>
      <w:r>
        <w:t>Järjestelmä siirtää MR-sanoman Potilastiedon arkistoon Kelan määrittelemien tietoliikenneyhteyskäytäntöjen mukaisesti. [V3, V4, V5, V6, V7]</w:t>
      </w:r>
    </w:p>
    <w:p w14:paraId="4C68FD8E" w14:textId="70653E07" w:rsidR="005577AB" w:rsidRPr="005577AB" w:rsidRDefault="005577AB" w:rsidP="005577AB">
      <w:pPr>
        <w:pStyle w:val="Numeroituluettelo"/>
        <w:rPr>
          <w:lang w:val="en-US"/>
        </w:rPr>
      </w:pPr>
      <w:r>
        <w:t xml:space="preserve">Arkisto palauttaa Järjestelmälle sovellustason kuittauksella (RCMR_IN120001FI01) tiedon onnistuneesta arkistoinnista. </w:t>
      </w:r>
      <w:r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77777777" w:rsidR="00D54165" w:rsidRDefault="00D54165" w:rsidP="005924CD">
      <w:pPr>
        <w:pStyle w:val="Numeroituluettelo"/>
      </w:pPr>
      <w:r>
        <w:t xml:space="preserve">Arkisto vastaa Järjestemälle vastaanottokuittausinteaktiolla MCCI_IN000002UV01 (Accept Ack). Paluusanoma sisältää </w:t>
      </w:r>
      <w:r w:rsidRPr="005924CD">
        <w:t>virhekoodin</w:t>
      </w:r>
      <w:r>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22A6E613" w:rsidR="005577AB" w:rsidRDefault="005577AB" w:rsidP="00775046">
      <w:pPr>
        <w:pStyle w:val="Numeroituluettelo"/>
      </w:pPr>
      <w:r w:rsidRPr="00775046">
        <w:t>Arkisto</w:t>
      </w:r>
      <w:r>
        <w:t xml:space="preserve"> 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E6284E">
      <w:pPr>
        <w:pStyle w:val="Luettelokappale"/>
        <w:numPr>
          <w:ilvl w:val="0"/>
          <w:numId w:val="52"/>
        </w:numPr>
      </w:pPr>
      <w:r>
        <w:lastRenderedPageBreak/>
        <w:t>Virheen tarkemmat tiedot palautuvat sovellustason kuittausinteraktion controlActProcess.reasonOf rakenteessa koodattuna [LK4]. Rakenteen acknowledgement elementti targetMessage viittaa lähettyyn sanomaan.</w:t>
      </w:r>
    </w:p>
    <w:p w14:paraId="3115E2A6" w14:textId="3A066559" w:rsidR="005577AB" w:rsidRDefault="005577AB" w:rsidP="00E6284E">
      <w:pPr>
        <w:pStyle w:val="Luettelokappale"/>
        <w:numPr>
          <w:ilvl w:val="0"/>
          <w:numId w:val="52"/>
        </w:numPr>
      </w:pPr>
      <w:r>
        <w:t xml:space="preserve">Rakenteen acknowledgement typeCode kertoo, että kyseessä on virhetilanne AE (Application Acknowledgement Error).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7777777" w:rsidR="005577AB" w:rsidRDefault="005577AB" w:rsidP="00775046">
      <w:pPr>
        <w:pStyle w:val="Otsikko3"/>
      </w:pPr>
      <w:r>
        <w:t>V6 Arkiston sovellustason tekninen virhe estää arkistoinnin</w:t>
      </w:r>
    </w:p>
    <w:p w14:paraId="644E50C1" w14:textId="304E4F8C" w:rsidR="005577AB" w:rsidRDefault="005577AB" w:rsidP="00775046">
      <w:pPr>
        <w:pStyle w:val="Numeroituluettelo"/>
      </w:pPr>
      <w:r>
        <w:t>Arkisto 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4F759CFF" w:rsidR="005577AB" w:rsidRDefault="005577AB" w:rsidP="00E6284E">
      <w:pPr>
        <w:pStyle w:val="Luettelokappale"/>
        <w:numPr>
          <w:ilvl w:val="0"/>
          <w:numId w:val="52"/>
        </w:numPr>
      </w:pPr>
      <w:r>
        <w:t xml:space="preserve">Rakenteen acknowledgement typeCode kertoo, että kyseessä on virhetilanne AR (Application Acknowledgement Reject). Virhe johtuu tällöin Potilastiedon arkiston toiminnasta ja näin lähettäjä voi lähettää saman sanoman uudelleen. </w:t>
      </w:r>
    </w:p>
    <w:p w14:paraId="40AF19A1" w14:textId="66217992" w:rsidR="005577AB" w:rsidRDefault="005577AB" w:rsidP="00E6284E">
      <w:pPr>
        <w:pStyle w:val="Luettelokappale"/>
        <w:numPr>
          <w:ilvl w:val="0"/>
          <w:numId w:val="52"/>
        </w:numPr>
      </w:pPr>
      <w:r>
        <w:t>Virheen tarkemmat tiedot palautuvat sovellustason kuittausinteraktion controlActProcess.reasonOf rakenteessa koodattuna [LK4]. Rakenteen acknowledgement elementti targetMessage viittaa lähettyyn sanomaan.</w:t>
      </w:r>
    </w:p>
    <w:p w14:paraId="18771A6B" w14:textId="3432509B" w:rsidR="005577AB" w:rsidRDefault="005577AB" w:rsidP="00D54165">
      <w:pPr>
        <w:pStyle w:val="Numeroituluettelo"/>
      </w:pPr>
      <w:r>
        <w:t>Käyttötapaus jatkuu normaalin tapahtumankulun kohdasta 3.</w:t>
      </w:r>
    </w:p>
    <w:p w14:paraId="2C3D480C" w14:textId="77777777" w:rsidR="005577AB" w:rsidRDefault="005577AB" w:rsidP="00775046">
      <w:pPr>
        <w:pStyle w:val="Otsikko3"/>
      </w:pPr>
      <w:r>
        <w:t>V7 Arkiston tekninen virhe estää arkistoinnin</w:t>
      </w:r>
    </w:p>
    <w:p w14:paraId="4601D1A5" w14:textId="2EC4A901" w:rsidR="005577AB" w:rsidRDefault="005577AB" w:rsidP="00775046">
      <w:pPr>
        <w:pStyle w:val="Numeroituluettelo"/>
      </w:pPr>
      <w:r>
        <w:t>Arkisto 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3783878E" w:rsidR="005577AB" w:rsidRDefault="005577AB" w:rsidP="00E6284E">
      <w:pPr>
        <w:pStyle w:val="Luettelokappale"/>
        <w:numPr>
          <w:ilvl w:val="0"/>
          <w:numId w:val="52"/>
        </w:numPr>
      </w:pPr>
      <w:r>
        <w:t>Rakenteen acknowledgement typeCode kertoo, että kyseessä on virhetilanne CE (= Accept  Acknowledgement Commit Error). Virhe johtuu tällöin Potilastiedon arkiston toiminnasta ja näin lähettäjä voi lähettää saman sanoman uudelleen.</w:t>
      </w:r>
    </w:p>
    <w:p w14:paraId="0D0D83ED" w14:textId="11AF2DCE" w:rsidR="005577AB" w:rsidRDefault="005577AB" w:rsidP="00E6284E">
      <w:pPr>
        <w:pStyle w:val="Luettelokappale"/>
        <w:numPr>
          <w:ilvl w:val="0"/>
          <w:numId w:val="52"/>
        </w:numPr>
      </w:pPr>
      <w:r>
        <w:t>Virheen tarkemmat tiedot palautuvat vastaanottokuittausinteraktion acknowledgementDetail rakenteessa koodattuna [LK4]. Rakenteen acknowledgement elementti targetMessage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0F8C20D" w:rsidR="009F703C" w:rsidRDefault="00D54165" w:rsidP="00D54165">
      <w:pPr>
        <w:pStyle w:val="Otsikko1"/>
      </w:pPr>
      <w:bookmarkStart w:id="45" w:name="_Toc121475924"/>
      <w:r w:rsidRPr="00D54165">
        <w:lastRenderedPageBreak/>
        <w:t>Alikäyttötapaus: Hae tiedot</w:t>
      </w:r>
      <w:bookmarkEnd w:id="45"/>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26C78257" w:rsidR="00934B70" w:rsidRDefault="00934B70" w:rsidP="00934B70">
      <w:pPr>
        <w:pStyle w:val="Numeroituluettelo"/>
        <w:spacing w:after="0"/>
      </w:pPr>
      <w:r>
        <w:t xml:space="preserve">Järjestelmä täydentää MR-sanoman kontrollikehykseen Potilastiedon arkiston MR-sanomamäärittelyn mukaiset tiedot: </w:t>
      </w:r>
    </w:p>
    <w:p w14:paraId="6B67FC7B" w14:textId="7CBFFA32" w:rsidR="00934B70" w:rsidRDefault="00934B70" w:rsidP="007365AC">
      <w:pPr>
        <w:pStyle w:val="Luettelokappale"/>
        <w:numPr>
          <w:ilvl w:val="0"/>
          <w:numId w:val="52"/>
        </w:numPr>
      </w:pPr>
      <w:r>
        <w:t xml:space="preserve">MR-sanomatyyppi, kuvailutietojen haku (RCMR_IN100029FI01) tai asiakirjojen haku (RCMR_IN100031FI01) </w:t>
      </w:r>
    </w:p>
    <w:p w14:paraId="0F4DE7DB" w14:textId="5A8C567D" w:rsidR="00934B70" w:rsidRDefault="00934B70" w:rsidP="007365AC">
      <w:pPr>
        <w:pStyle w:val="Luettelokappale"/>
        <w:numPr>
          <w:ilvl w:val="0"/>
          <w:numId w:val="52"/>
        </w:numPr>
      </w:pPr>
      <w:r>
        <w:t xml:space="preserve">reasonCode-tiedot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7365AC">
      <w:pPr>
        <w:pStyle w:val="Luettelokappale"/>
        <w:numPr>
          <w:ilvl w:val="0"/>
          <w:numId w:val="52"/>
        </w:numPr>
      </w:pPr>
      <w:r>
        <w:t>Hakuparametrit</w:t>
      </w:r>
    </w:p>
    <w:p w14:paraId="6C079416" w14:textId="7A9DB596" w:rsidR="00934B70" w:rsidRDefault="00934B70" w:rsidP="00934B70">
      <w:pPr>
        <w:pStyle w:val="Numeroituluettelo"/>
        <w:spacing w:after="0"/>
      </w:pPr>
      <w:r>
        <w:t xml:space="preserve">Jos kyseessä on muu kuin oman käytön haku (PP2, PP36), sanomaan on liitettävä </w:t>
      </w:r>
    </w:p>
    <w:p w14:paraId="79C8FCB6" w14:textId="73D7F5CD" w:rsidR="00934B70" w:rsidRDefault="00934B70" w:rsidP="007365AC">
      <w:pPr>
        <w:pStyle w:val="Luettelokappale"/>
        <w:numPr>
          <w:ilvl w:val="0"/>
          <w:numId w:val="52"/>
        </w:numPr>
      </w:pPr>
      <w:r>
        <w:t>kyselyn käynnistäneen ammattihenkilön tiedot (ei tarvita järjestelmähauissa PP25 ja PP30). Palvelupyynnön PPB yhteydessä on välitettävä ammattihenkilön tiedot, ellei kyseessä ole järjestelmän tekemä luovutushaku. Potilastiedon arkisto tulkitsee haun järjestelmän tekemäksi ennakkohauksi, mikäli ammattihenkilön tiedot puuttuvat sanomasta</w:t>
      </w:r>
    </w:p>
    <w:p w14:paraId="2E93C189" w14:textId="0F560D28" w:rsidR="00934B70" w:rsidRDefault="00934B70" w:rsidP="007365AC">
      <w:pPr>
        <w:pStyle w:val="Luettelokappale"/>
        <w:numPr>
          <w:ilvl w:val="0"/>
          <w:numId w:val="52"/>
        </w:numPr>
      </w:pPr>
      <w:r>
        <w:lastRenderedPageBreak/>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7365AC">
      <w:pPr>
        <w:pStyle w:val="Luettelokappale"/>
        <w:numPr>
          <w:ilvl w:val="0"/>
          <w:numId w:val="52"/>
        </w:numPr>
      </w:pPr>
      <w:r>
        <w:t>mikäli edellä annetun palvelutapahtuman potilashallinnollisen kirjauksen on tehnyt sama henkilö, joka suorittaa kyselyä, pitää kyselysanomaan tuottaa tieto kyselyn perusteena olevasta erityisestä syystä [LK8]</w:t>
      </w:r>
    </w:p>
    <w:p w14:paraId="11BF719F" w14:textId="56D92DC4" w:rsidR="00934B70" w:rsidRDefault="00934B70" w:rsidP="00934B70">
      <w:pPr>
        <w:pStyle w:val="Numeroituluettelo"/>
      </w:pPr>
      <w:r>
        <w:t>Jos kyseessä on potilasasiakirjojen haku (PPB), sanomaan on liitettävä kyselyn lähettäneen ohjelmiston tiedot,</w:t>
      </w:r>
    </w:p>
    <w:p w14:paraId="7876A3D2" w14:textId="6A91D5CC" w:rsidR="00934B70" w:rsidRDefault="00934B70" w:rsidP="00934B70">
      <w:pPr>
        <w:pStyle w:val="Numeroituluettelo"/>
      </w:pPr>
      <w:r>
        <w:t>Järjestelmä siirtää MR-sanoman Potilastiedon arkistoon Kelan määrittelemien tietoliikenneyhteyskäytäntöjen mukaisesti. [V3, V4, V5, V6, V7]</w:t>
      </w:r>
    </w:p>
    <w:p w14:paraId="5622282A" w14:textId="7F00166A" w:rsidR="00934B70" w:rsidRPr="00934B70" w:rsidRDefault="00934B70" w:rsidP="00934B70">
      <w:pPr>
        <w:pStyle w:val="Numeroituluettelo"/>
      </w:pPr>
      <w:r>
        <w:t>Arkisto 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459BD147" w:rsidR="00934B70" w:rsidRDefault="00934B70" w:rsidP="00F5078D">
      <w:pPr>
        <w:pStyle w:val="Numeroituluettelo"/>
      </w:pPr>
      <w:r>
        <w:t>Arkisto 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7365AC">
      <w:pPr>
        <w:pStyle w:val="Luettelokappale"/>
        <w:numPr>
          <w:ilvl w:val="0"/>
          <w:numId w:val="52"/>
        </w:numPr>
      </w:pPr>
      <w:r>
        <w:t>Rakenteen acknowledgement typeCode kertoo, että kyseessä on virhetilanne CR (= Accept  Acknowledgement Commit Reject). Virhe on tällöin sanoman lähettäneessä päässä ja sanomaa ei näin saa lähettää uudelleen.</w:t>
      </w:r>
    </w:p>
    <w:p w14:paraId="6EE91734" w14:textId="133B3177" w:rsidR="00934B70" w:rsidRDefault="00934B70" w:rsidP="007365AC">
      <w:pPr>
        <w:pStyle w:val="Luettelokappale"/>
        <w:numPr>
          <w:ilvl w:val="0"/>
          <w:numId w:val="52"/>
        </w:numPr>
      </w:pPr>
      <w:r>
        <w:lastRenderedPageBreak/>
        <w:t>Virheen tarkemmat tiedot palautuvat vastaanottokuittausinteraktion acknowledgementDetail rakenteessa koodattuna [LK4]. Rakenteen acknowledgement elementti targetMessage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0B81EDA2" w:rsidR="00934B70" w:rsidRDefault="00934B70" w:rsidP="00775046">
      <w:pPr>
        <w:pStyle w:val="Numeroituluettelo"/>
      </w:pPr>
      <w:r>
        <w:t>Arkisto 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7365AC">
      <w:pPr>
        <w:pStyle w:val="Luettelokappale"/>
        <w:numPr>
          <w:ilvl w:val="0"/>
          <w:numId w:val="52"/>
        </w:numPr>
      </w:pPr>
      <w:r>
        <w:t xml:space="preserve">Rakenteen acknowledgement typeCode kertoo, että kyseessä on virhetilanne AE (Application Acknowledgement Error). Virhe on tällöin sanoman lähettäneessä päässä ja sanomaa ei näin saa lähettää uudelleen. </w:t>
      </w:r>
    </w:p>
    <w:p w14:paraId="200B3805" w14:textId="17752D7E" w:rsidR="00934B70" w:rsidRDefault="00934B70" w:rsidP="007365AC">
      <w:pPr>
        <w:pStyle w:val="Luettelokappale"/>
        <w:numPr>
          <w:ilvl w:val="0"/>
          <w:numId w:val="52"/>
        </w:numPr>
      </w:pPr>
      <w:r>
        <w:t>Virheen tarkemmat tiedot palautuvat vastausinteraktion controlActProcess.reasonOf rakenteessa koodattuna [LK4]. Rakenteen acknowledgement elementti targetMessage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77777777" w:rsidR="00934B70" w:rsidRDefault="00934B70" w:rsidP="00775046">
      <w:pPr>
        <w:pStyle w:val="Otsikko3"/>
      </w:pPr>
      <w:r>
        <w:t>V6 Arkiston sovellustason tekninen virhe estää haun</w:t>
      </w:r>
    </w:p>
    <w:p w14:paraId="3A559510" w14:textId="3310212D" w:rsidR="00934B70" w:rsidRDefault="00934B70" w:rsidP="00775046">
      <w:pPr>
        <w:pStyle w:val="Numeroituluettelo"/>
      </w:pPr>
      <w:r>
        <w:t>Arkisto 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17CDE30F" w:rsidR="00934B70" w:rsidRDefault="00934B70" w:rsidP="007365AC">
      <w:pPr>
        <w:pStyle w:val="Luettelokappale"/>
        <w:numPr>
          <w:ilvl w:val="0"/>
          <w:numId w:val="52"/>
        </w:numPr>
      </w:pPr>
      <w:r>
        <w:t xml:space="preserve">Rakenteen acknowledgement typeCode kertoo, että kyseessä on virhetilanne AR (Application Acknowledgement Reject). Virhe johtuu tällöin Potilastiedon arkiston toiminnasta ja näin lähettäjä voi lähettää saman sanoman uudelleen. </w:t>
      </w:r>
    </w:p>
    <w:p w14:paraId="14290A2E" w14:textId="3DF21715" w:rsidR="00934B70" w:rsidRDefault="00934B70" w:rsidP="007365AC">
      <w:pPr>
        <w:pStyle w:val="Luettelokappale"/>
        <w:numPr>
          <w:ilvl w:val="0"/>
          <w:numId w:val="52"/>
        </w:numPr>
      </w:pPr>
      <w:r>
        <w:t>Virheen tarkemmat tiedot palautuvat sovellustason kuittausinteraktion controlActProcess.reasonOf rakenteessa koodattuna [LK4]. Rakenteen acknowledgement elementti targetMessage viittaa lähettyyn sanomaan.</w:t>
      </w:r>
    </w:p>
    <w:p w14:paraId="705FF4FA" w14:textId="27DDDE3A" w:rsidR="00934B70" w:rsidRDefault="00934B70" w:rsidP="00934B70">
      <w:pPr>
        <w:pStyle w:val="Numeroituluettelo"/>
      </w:pPr>
      <w:r>
        <w:t>Käyttötapaus jatkuu normaalin tapahtumankulun kohdasta 4.</w:t>
      </w:r>
    </w:p>
    <w:p w14:paraId="2C461674" w14:textId="77777777" w:rsidR="00934B70" w:rsidRDefault="00934B70" w:rsidP="00775046">
      <w:pPr>
        <w:pStyle w:val="Otsikko3"/>
      </w:pPr>
      <w:r>
        <w:lastRenderedPageBreak/>
        <w:t>V7 Arkiston tekninen virhe estää haun</w:t>
      </w:r>
    </w:p>
    <w:p w14:paraId="17D82EE5" w14:textId="35006AE1" w:rsidR="00934B70" w:rsidRDefault="00934B70" w:rsidP="00775046">
      <w:pPr>
        <w:pStyle w:val="Numeroituluettelo"/>
      </w:pPr>
      <w:r>
        <w:t>Arkisto 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3BCDBAD6" w:rsidR="00934B70" w:rsidRDefault="00934B70" w:rsidP="007365AC">
      <w:pPr>
        <w:pStyle w:val="Luettelokappale"/>
        <w:numPr>
          <w:ilvl w:val="0"/>
          <w:numId w:val="52"/>
        </w:numPr>
      </w:pPr>
      <w:r>
        <w:t>Rakenteen acknowledgement typeCode kertoo, että kyseessä on virhetilanne CE (= Accept  Acknowledgement Commit Error). Virhe johtuu tällöin Potilastiedon arkiston toiminnasta ja näin lähettäjä voi lähettää saman sanoman uudelleen.</w:t>
      </w:r>
    </w:p>
    <w:p w14:paraId="6075177E" w14:textId="6994A6F7" w:rsidR="00934B70" w:rsidRDefault="00934B70" w:rsidP="007365AC">
      <w:pPr>
        <w:pStyle w:val="Luettelokappale"/>
        <w:numPr>
          <w:ilvl w:val="0"/>
          <w:numId w:val="52"/>
        </w:numPr>
      </w:pPr>
      <w:r>
        <w:t>Virheen tarkemmat tiedot palautuvat vastaanottokuittausinteraktion acknowledgementDetail rakenteessa koodattuna [LK4]. Rakenteen acknowledgement elementti targetMessage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46" w:name="_Toc121475925"/>
      <w:r>
        <w:lastRenderedPageBreak/>
        <w:t>Liiteluettelo</w:t>
      </w:r>
      <w:bookmarkEnd w:id="46"/>
    </w:p>
    <w:p w14:paraId="1725AF6D" w14:textId="7708B0C4" w:rsidR="009F703C" w:rsidRDefault="009F703C" w:rsidP="009F703C">
      <w:pPr>
        <w:pStyle w:val="Otsikko2"/>
      </w:pPr>
      <w:r>
        <w:t>Määrittelydokumentaatio</w:t>
      </w:r>
    </w:p>
    <w:p w14:paraId="56AA2D75" w14:textId="25BC105E"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t>Potilastiedon arkiston  toiminnalliset vaatimukset sosiaali- ja terveydenhuollon  tietojärjestelmille</w:t>
      </w:r>
      <w:r w:rsidR="00C76B72">
        <w:t>, joka on julkaistu Kanta.fi-sivustolla, ks. alisivu Potilastiedon arkiston määrittelyt</w:t>
      </w:r>
      <w:r w:rsidR="00AE0012">
        <w:t>.</w:t>
      </w:r>
    </w:p>
    <w:p w14:paraId="599EC7EE" w14:textId="77777777" w:rsidR="00934B70" w:rsidRDefault="00934B70" w:rsidP="00642F71">
      <w:pPr>
        <w:pStyle w:val="Leipteksti"/>
        <w:ind w:left="2603" w:hanging="1185"/>
      </w:pPr>
      <w:r>
        <w:t xml:space="preserve">LM2 </w:t>
      </w:r>
      <w:r>
        <w:tab/>
        <w:t>Asiakirjan muodostamiseen liittyvä määrittelydokumentaatio on julkaistu Kanta.fi-sivustolla, ks. alisivut HL7 ja Potilastiedon arkiston määrittelyt.</w:t>
      </w:r>
    </w:p>
    <w:p w14:paraId="3B68DAEA" w14:textId="77777777" w:rsidR="00934B70" w:rsidRDefault="00934B70" w:rsidP="00642F71">
      <w:pPr>
        <w:pStyle w:val="Leipteksti"/>
        <w:ind w:left="2603" w:hanging="1185"/>
      </w:pPr>
      <w:r>
        <w:t xml:space="preserve">LM3 </w:t>
      </w:r>
      <w:r>
        <w:tab/>
        <w:t>Asiakirjan allekirjoittamiseen liittyvä dokumentaatio on julkaistu Kanta.fi-sivustolla, ks. alisivu Kanta-arkkitehtuuri</w:t>
      </w:r>
    </w:p>
    <w:p w14:paraId="40A31A99" w14:textId="77777777" w:rsidR="00934B70" w:rsidRDefault="00934B70" w:rsidP="00642F71">
      <w:pPr>
        <w:pStyle w:val="Leipteksti"/>
        <w:ind w:left="2603" w:hanging="1185"/>
      </w:pPr>
      <w:r>
        <w:t xml:space="preserve">LM4 </w:t>
      </w:r>
      <w:r>
        <w:tab/>
        <w:t>Sanomien muodostaminen, vaaditut tiedot ja mahdolliset hakuparametrit on tarkemmin kuvattu dokumentissa Potilastiedon arkiston Medical Records -sanomat, joka on julkaistu Kanta.fi-sivustolla, ks. alisivu HL7</w:t>
      </w:r>
    </w:p>
    <w:p w14:paraId="4C404662" w14:textId="77777777" w:rsidR="00934B70" w:rsidRDefault="00934B70" w:rsidP="00642F71">
      <w:pPr>
        <w:pStyle w:val="Leipteksti"/>
        <w:ind w:left="2603" w:hanging="1185"/>
      </w:pPr>
      <w:r>
        <w:t xml:space="preserve">LM5 </w:t>
      </w:r>
      <w:r>
        <w:tab/>
        <w:t>Potilastiedon arkiston asiakirjojen kuvailutiedot, Potilastiedon arkiston CDA R2 Header, oka on julkaistu Kanta.fi-sivustolla, ks. alisivu HL7</w:t>
      </w:r>
    </w:p>
    <w:p w14:paraId="58D8FF88" w14:textId="77777777" w:rsidR="00934B70" w:rsidRDefault="00934B70" w:rsidP="00642F71">
      <w:pPr>
        <w:pStyle w:val="Leipteksti"/>
        <w:ind w:left="2603" w:hanging="1185"/>
      </w:pPr>
      <w:r>
        <w:t xml:space="preserve">LM6 </w:t>
      </w:r>
      <w:r>
        <w:tab/>
        <w:t>Lomakkeiden tietosisältö on julkaistu koodistopalvelimella. Yhteenveto koodistopalvelimella julkaistuista lomakemäärittelyistä löytyy Kanta.fi-sivustolta, ks. alisivu Määrittelyt Potilastiedon arkistolle, kohta Tietosisällöt.</w:t>
      </w:r>
    </w:p>
    <w:p w14:paraId="17CFEDC2" w14:textId="77777777" w:rsidR="00934B70" w:rsidRDefault="00934B70" w:rsidP="00642F71">
      <w:pPr>
        <w:pStyle w:val="Leipteksti"/>
        <w:ind w:left="2603" w:hanging="1185"/>
      </w:pPr>
      <w:r>
        <w:t xml:space="preserve">LM7 </w:t>
      </w:r>
      <w:r>
        <w:tab/>
        <w:t>Kevyitä kyselyrajapintoja koskeva dokumentaatio on julkaistu Kanta.fi-sivustolla, ks. alisivu Potilastiedon arkiston määrittelyt</w:t>
      </w:r>
    </w:p>
    <w:p w14:paraId="1EE0EDCA" w14:textId="77777777" w:rsidR="00934B70" w:rsidRDefault="00934B70" w:rsidP="00642F71">
      <w:pPr>
        <w:pStyle w:val="Leipteksti"/>
        <w:ind w:left="2603" w:hanging="1185"/>
      </w:pPr>
      <w:r>
        <w:t xml:space="preserve">LM8 </w:t>
      </w:r>
      <w:r>
        <w:tab/>
        <w:t>Vanhoja asiakirjoja koskeva koskeva dokumentaatio on julkaistu Kanta.fi-sivustolla, ks. alisivu Potilastiedon arkiston määrittelyt / Vanhojen potilastietojen arkistointi</w:t>
      </w:r>
    </w:p>
    <w:p w14:paraId="360F2EB5" w14:textId="77777777" w:rsidR="00934B70" w:rsidRDefault="00934B70" w:rsidP="00642F71">
      <w:pPr>
        <w:pStyle w:val="Leipteksti"/>
        <w:ind w:left="2603" w:hanging="1185"/>
      </w:pPr>
      <w:r>
        <w:t xml:space="preserve">LM9 </w:t>
      </w:r>
      <w:r>
        <w:tab/>
        <w:t>Ostopalvelua koskeva koskeva dokumentaatio on julkaistu  Potilastietojärjestelmien käyttötapaukset -dokumentissa ja jatkossa THL:n dokumentissa Potilastiedon arkiston  toiminnalliset vaatimukset sosiaali- ja terveydenhuollon  tietojärjestelmille.</w:t>
      </w:r>
    </w:p>
    <w:p w14:paraId="7F7FA4CD" w14:textId="77777777" w:rsidR="00934B70" w:rsidRDefault="00934B70" w:rsidP="00642F71">
      <w:pPr>
        <w:pStyle w:val="Leipteksti"/>
        <w:ind w:left="2603" w:hanging="1185"/>
      </w:pPr>
      <w:r>
        <w:lastRenderedPageBreak/>
        <w:t xml:space="preserve">LM10 </w:t>
      </w:r>
      <w:r>
        <w:tab/>
        <w:t>Terveydenhuollon todistusten välitystä koskeva dokumentaatio on julkaistu Kanta.fi-sivustolla, ks. Potilastiedon arkiston määrittelyt / Terveydenhuollon todistukset</w:t>
      </w:r>
    </w:p>
    <w:p w14:paraId="5EE23E83" w14:textId="77777777" w:rsidR="00934B70" w:rsidRDefault="00934B70" w:rsidP="00642F71">
      <w:pPr>
        <w:pStyle w:val="Leipteksti"/>
        <w:ind w:left="2603" w:hanging="1185"/>
      </w:pPr>
      <w:r>
        <w:t xml:space="preserve">LM11 </w:t>
      </w:r>
      <w:r>
        <w:tab/>
        <w:t>Tilapäisen yksilöintitunnuksen muodostaminen on kuvattu dokumentissa ISO OID-yksilöintitunnuksen käytön kansalliset periaatteet sosiaali- ja terveysalalla, joka on julkaistu Kanta.fi-sivustolla, ks. alisivu HL7</w:t>
      </w:r>
    </w:p>
    <w:p w14:paraId="23723568" w14:textId="5F3F3422" w:rsidR="00934B70" w:rsidRDefault="00934B70" w:rsidP="00642F71">
      <w:pPr>
        <w:pStyle w:val="Leipteksti"/>
        <w:ind w:left="2603" w:hanging="1185"/>
      </w:pPr>
      <w:r>
        <w:t xml:space="preserve">LM12 </w:t>
      </w:r>
      <w:r>
        <w:tab/>
        <w:t>Kanta - Potilastiedon arkiston teknisiä ohjeita -dokumentti on julkaistu Kanta.fi-sivustolla, ks. alisivu Potilastiedon arkiston määrittelyt</w:t>
      </w:r>
    </w:p>
    <w:p w14:paraId="16BFEC13" w14:textId="4F35594B" w:rsidR="00A533B3" w:rsidRPr="00934B70" w:rsidRDefault="00A533B3" w:rsidP="00642F71">
      <w:pPr>
        <w:pStyle w:val="Leipteksti"/>
        <w:ind w:left="2603" w:hanging="1185"/>
      </w:pPr>
      <w:r>
        <w:t>LM13</w:t>
      </w:r>
      <w:r>
        <w:tab/>
        <w:t>Asiakas- ja potilastietojen luovutustenhallinnan yleiskuvaus, joka on julkaistu Kanta.fi-sivustolla</w:t>
      </w:r>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t xml:space="preserve">LK3 </w:t>
      </w:r>
      <w:r>
        <w:tab/>
        <w:t>Palvelupyynnöt, eArkisto - Arkistosanomien palvelupyynnöt, 1.2.246.537.5.40157.2008</w:t>
      </w:r>
    </w:p>
    <w:p w14:paraId="5477B787" w14:textId="77777777" w:rsidR="00934B70" w:rsidRDefault="00934B70" w:rsidP="00642F71">
      <w:pPr>
        <w:pStyle w:val="Leipteksti"/>
        <w:ind w:left="2603" w:hanging="1185"/>
      </w:pPr>
      <w:r>
        <w:t xml:space="preserve">LK4 </w:t>
      </w:r>
      <w:r>
        <w:tab/>
        <w:t>Potilastiedon arkiston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lastRenderedPageBreak/>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E9BF157" w:rsidR="00934B70" w:rsidRP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55A120B8" w14:textId="23C6F2F5" w:rsidR="009F703C" w:rsidRDefault="009F703C" w:rsidP="009F703C">
      <w:pPr>
        <w:pStyle w:val="Otsikko2"/>
      </w:pPr>
      <w:r>
        <w:t>Muu liittyvä aineisto</w:t>
      </w:r>
    </w:p>
    <w:p w14:paraId="226373BA" w14:textId="345994C5" w:rsidR="00934B70" w:rsidRPr="00934B70" w:rsidRDefault="00934B70" w:rsidP="00642F71">
      <w:pPr>
        <w:pStyle w:val="Leipteksti"/>
        <w:ind w:left="2603" w:hanging="1185"/>
      </w:pPr>
      <w:r w:rsidRPr="00934B70">
        <w:t xml:space="preserve">LY1 </w:t>
      </w:r>
      <w:r w:rsidRPr="00934B70">
        <w:tab/>
      </w:r>
      <w:r w:rsidR="00EE4C0D">
        <w:t>Lääkemääräystietojen luovutuskielto-lomakkeen</w:t>
      </w:r>
      <w:r w:rsidRPr="00934B70">
        <w:t xml:space="preserve"> tulostemalli on julkaistu Kanta.fi-sivustolla, ks. alisivu Potilastiedon arkiston määrittelyt </w:t>
      </w:r>
    </w:p>
    <w:p w14:paraId="69435FAF" w14:textId="77777777" w:rsidR="00875E55" w:rsidRDefault="00875E55">
      <w:pPr>
        <w:rPr>
          <w:rFonts w:asciiTheme="majorHAnsi" w:eastAsiaTheme="majorEastAsia" w:hAnsiTheme="majorHAnsi" w:cstheme="majorBidi"/>
          <w:bCs/>
          <w:sz w:val="32"/>
          <w:szCs w:val="28"/>
        </w:rPr>
      </w:pPr>
      <w:r>
        <w:br w:type="page"/>
      </w:r>
    </w:p>
    <w:p w14:paraId="3807E7A3" w14:textId="462477D8" w:rsidR="009F703C" w:rsidRDefault="00975A37" w:rsidP="00975A37">
      <w:pPr>
        <w:pStyle w:val="Otsikko1"/>
      </w:pPr>
      <w:bookmarkStart w:id="47" w:name="_Toc121475926"/>
      <w:r>
        <w:lastRenderedPageBreak/>
        <w:t>Muutoshistoria</w:t>
      </w:r>
      <w:bookmarkEnd w:id="47"/>
    </w:p>
    <w:p w14:paraId="4DC93FAE" w14:textId="5D6A942E" w:rsidR="00A8579C" w:rsidRDefault="00A8579C" w:rsidP="00147F45">
      <w:pPr>
        <w:pStyle w:val="Leipteksti"/>
        <w:spacing w:after="0"/>
        <w:ind w:left="0"/>
      </w:pPr>
      <w:r>
        <w:t>Versio 2.1</w:t>
      </w:r>
    </w:p>
    <w:p w14:paraId="323D1B04" w14:textId="559EF344" w:rsidR="00E052FD" w:rsidRDefault="00E052FD" w:rsidP="00E052FD">
      <w:pPr>
        <w:pStyle w:val="Leipteksti"/>
        <w:spacing w:after="0"/>
        <w:ind w:left="0" w:firstLine="1304"/>
      </w:pPr>
      <w:r>
        <w:t>9.12</w:t>
      </w:r>
      <w:r>
        <w:t>.2022</w:t>
      </w:r>
    </w:p>
    <w:p w14:paraId="586393ED" w14:textId="77777777" w:rsidR="00E052FD" w:rsidRDefault="00E052FD" w:rsidP="00E052FD">
      <w:pPr>
        <w:pStyle w:val="Leipteksti"/>
        <w:spacing w:after="0"/>
        <w:ind w:left="0"/>
      </w:pPr>
      <w:r>
        <w:tab/>
        <w:t>Muutokset:</w:t>
      </w:r>
    </w:p>
    <w:p w14:paraId="0F2D20C7" w14:textId="77777777" w:rsidR="00E052FD" w:rsidRPr="00AC516B" w:rsidRDefault="00E052FD" w:rsidP="00E052FD">
      <w:pPr>
        <w:pStyle w:val="Leipteksti"/>
        <w:numPr>
          <w:ilvl w:val="0"/>
          <w:numId w:val="65"/>
        </w:numPr>
        <w:spacing w:after="0"/>
      </w:pPr>
      <w:r>
        <w:t>Lukuun 21.6 lisätietoon LT1 lisätty tarkennus hakusanomassa ilmoitetun organisaation nimen näkymisestä kieltoyhteenvedolla</w:t>
      </w:r>
    </w:p>
    <w:p w14:paraId="257DDEFD" w14:textId="77777777" w:rsidR="00E052FD" w:rsidRDefault="00E052FD" w:rsidP="008B25A3">
      <w:pPr>
        <w:pStyle w:val="Leipteksti"/>
        <w:spacing w:after="0"/>
        <w:ind w:left="0" w:firstLine="1304"/>
      </w:pPr>
    </w:p>
    <w:p w14:paraId="5CC37F1A" w14:textId="4D85EA64" w:rsidR="00A8579C" w:rsidRDefault="00A8579C" w:rsidP="008B25A3">
      <w:pPr>
        <w:pStyle w:val="Leipteksti"/>
        <w:spacing w:after="0"/>
        <w:ind w:left="0" w:firstLine="1304"/>
      </w:pPr>
      <w:r>
        <w:t>17.6.2022</w:t>
      </w:r>
    </w:p>
    <w:p w14:paraId="19115790" w14:textId="77777777" w:rsidR="00A8579C" w:rsidRDefault="00A8579C">
      <w:pPr>
        <w:pStyle w:val="Leipteksti"/>
        <w:spacing w:after="0"/>
        <w:ind w:left="0"/>
      </w:pPr>
      <w:r>
        <w:tab/>
        <w:t>Muutokset:</w:t>
      </w:r>
    </w:p>
    <w:p w14:paraId="13340CB8" w14:textId="6591C25D" w:rsidR="0003358B" w:rsidRPr="006C6991" w:rsidRDefault="000D37C7" w:rsidP="008B25A3">
      <w:pPr>
        <w:pStyle w:val="Leipteksti"/>
        <w:numPr>
          <w:ilvl w:val="0"/>
          <w:numId w:val="58"/>
        </w:numPr>
        <w:spacing w:after="0"/>
      </w:pPr>
      <w:r w:rsidRPr="0003358B">
        <w:rPr>
          <w:noProof w:val="0"/>
          <w:szCs w:val="20"/>
        </w:rPr>
        <w:t xml:space="preserve">Luvun 3.1 taulukkoon Sarakkeen nimi Luovutus sairaanhoitopiirin potilastietorekisteriin perustuen muutettu Aluekohtainen luovutus – nimiseksi, koska sairaanhoitopiirin yhteisrekisteri poistuu 31.12.2022 ja 1.1.2023 alkaen Uudellamaalla voidaan luovuttaa tietoja Uudenmaan väliaikaisen tiedonsaantioikeuden perusteella  </w:t>
      </w:r>
    </w:p>
    <w:p w14:paraId="00F6E07D" w14:textId="5A1BFE87" w:rsidR="003B3CA4" w:rsidRPr="006C6991" w:rsidRDefault="003B3CA4" w:rsidP="008B25A3">
      <w:pPr>
        <w:pStyle w:val="Leipteksti"/>
        <w:numPr>
          <w:ilvl w:val="0"/>
          <w:numId w:val="58"/>
        </w:numPr>
        <w:spacing w:after="0"/>
      </w:pPr>
      <w:r>
        <w:t xml:space="preserve">Palvelupyyntö PPB : </w:t>
      </w:r>
      <w:r w:rsidRPr="0003358B">
        <w:rPr>
          <w:noProof w:val="0"/>
          <w:szCs w:val="20"/>
        </w:rPr>
        <w:t>31.12.2022</w:t>
      </w:r>
      <w:r>
        <w:rPr>
          <w:noProof w:val="0"/>
          <w:szCs w:val="20"/>
        </w:rPr>
        <w:t xml:space="preserve"> asti </w:t>
      </w:r>
      <w:r>
        <w:t xml:space="preserve">haku sairaanhoitopiirin yhteisestä potilastietorekisteristä, 1.1.2023 alkaen </w:t>
      </w:r>
      <w:r w:rsidRPr="00EF279F">
        <w:rPr>
          <w:noProof w:val="0"/>
          <w:szCs w:val="20"/>
        </w:rPr>
        <w:t>Uudellamaalla voidaan luovuttaa tietoja Uudenmaan väliaikaisen tiedonsaantioikeuden perusteella</w:t>
      </w:r>
    </w:p>
    <w:p w14:paraId="7F006B70" w14:textId="1CAC6D6B" w:rsidR="004A15C3" w:rsidRDefault="004A15C3" w:rsidP="008B25A3">
      <w:pPr>
        <w:pStyle w:val="Leipteksti"/>
        <w:numPr>
          <w:ilvl w:val="1"/>
          <w:numId w:val="58"/>
        </w:numPr>
        <w:spacing w:after="0"/>
      </w:pPr>
      <w:r>
        <w:rPr>
          <w:noProof w:val="0"/>
          <w:szCs w:val="20"/>
        </w:rPr>
        <w:t>Muutokset lukuun</w:t>
      </w:r>
      <w:r w:rsidRPr="0003358B">
        <w:rPr>
          <w:noProof w:val="0"/>
          <w:szCs w:val="20"/>
        </w:rPr>
        <w:t xml:space="preserve"> 17 </w:t>
      </w:r>
      <w:r w:rsidRPr="0003358B">
        <w:t>Hae potilasasiakirjoja (PPB)</w:t>
      </w:r>
      <w:r>
        <w:t xml:space="preserve">  </w:t>
      </w:r>
    </w:p>
    <w:p w14:paraId="23DA486C" w14:textId="4959469D" w:rsidR="0003358B" w:rsidRPr="006C6991" w:rsidRDefault="003B3CA4" w:rsidP="008B25A3">
      <w:pPr>
        <w:pStyle w:val="Leipteksti"/>
        <w:numPr>
          <w:ilvl w:val="0"/>
          <w:numId w:val="58"/>
        </w:numPr>
        <w:spacing w:after="0"/>
      </w:pPr>
      <w:r>
        <w:t>Palvelupyyntö PP22</w:t>
      </w:r>
      <w:r w:rsidR="0027749B">
        <w:t xml:space="preserve"> 1.1.2023 lähtien: </w:t>
      </w:r>
      <w:r w:rsidR="0027749B" w:rsidRPr="00EF279F">
        <w:rPr>
          <w:noProof w:val="0"/>
          <w:szCs w:val="20"/>
        </w:rPr>
        <w:t>Uudellamaalla voidaan luovuttaa tietoja Uudenmaan väliaikaisen tiedonsaantioikeuden perusteella</w:t>
      </w:r>
      <w:r w:rsidR="0027749B">
        <w:rPr>
          <w:noProof w:val="0"/>
          <w:szCs w:val="20"/>
        </w:rPr>
        <w:t>, muualla Suomessa palvelupyyntö palauttaa vain oman rekisterin tiedot</w:t>
      </w:r>
    </w:p>
    <w:p w14:paraId="4FDC8C06" w14:textId="355E1C5D" w:rsidR="0003358B" w:rsidRDefault="0003358B" w:rsidP="008B25A3">
      <w:pPr>
        <w:pStyle w:val="Leipteksti"/>
        <w:numPr>
          <w:ilvl w:val="1"/>
          <w:numId w:val="58"/>
        </w:numPr>
        <w:spacing w:after="0"/>
      </w:pPr>
      <w:r>
        <w:rPr>
          <w:noProof w:val="0"/>
          <w:szCs w:val="20"/>
        </w:rPr>
        <w:t>Muutokset luku</w:t>
      </w:r>
      <w:r w:rsidR="004A15C3">
        <w:rPr>
          <w:noProof w:val="0"/>
          <w:szCs w:val="20"/>
        </w:rPr>
        <w:t xml:space="preserve">un </w:t>
      </w:r>
      <w:r>
        <w:t>19 Hae asiakirjoja luovutuksena</w:t>
      </w:r>
    </w:p>
    <w:p w14:paraId="36833580" w14:textId="4D88BE15" w:rsidR="00A8579C" w:rsidRDefault="00A8579C" w:rsidP="008B25A3">
      <w:pPr>
        <w:pStyle w:val="Leipteksti"/>
        <w:numPr>
          <w:ilvl w:val="0"/>
          <w:numId w:val="58"/>
        </w:numPr>
        <w:spacing w:after="0"/>
      </w:pPr>
      <w:r w:rsidRPr="00EF279F">
        <w:rPr>
          <w:noProof w:val="0"/>
          <w:szCs w:val="20"/>
        </w:rPr>
        <w:t>Tark</w:t>
      </w:r>
      <w:r>
        <w:t>ennettu Informoinnin puuttumisen palauttamista lukuun 19.4</w:t>
      </w:r>
    </w:p>
    <w:p w14:paraId="6C78B5F8" w14:textId="4167E5C4" w:rsidR="00147F45" w:rsidRDefault="00147F45" w:rsidP="00D47985">
      <w:pPr>
        <w:pStyle w:val="Leipteksti"/>
        <w:spacing w:after="0"/>
        <w:ind w:left="1304"/>
      </w:pPr>
      <w:r>
        <w:br/>
        <w:t xml:space="preserve">Tuotantoversio. </w:t>
      </w:r>
      <w:r>
        <w:br/>
        <w:t>Muutokset:</w:t>
      </w:r>
    </w:p>
    <w:p w14:paraId="1C97A715" w14:textId="77777777" w:rsidR="006454F5" w:rsidRPr="006C6991" w:rsidRDefault="00147F45" w:rsidP="008B25A3">
      <w:pPr>
        <w:pStyle w:val="Leipteksti"/>
        <w:numPr>
          <w:ilvl w:val="0"/>
          <w:numId w:val="60"/>
        </w:numPr>
        <w:spacing w:after="0"/>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8B25A3" w:rsidRDefault="006454F5" w:rsidP="008B25A3">
      <w:pPr>
        <w:pStyle w:val="Leipteksti"/>
        <w:numPr>
          <w:ilvl w:val="0"/>
          <w:numId w:val="63"/>
        </w:numPr>
        <w:spacing w:after="0"/>
      </w:pPr>
      <w:r w:rsidRPr="008B25A3">
        <w:t>Muutos lukuun 17 Hae potilasasiakirjoja (PPB).</w:t>
      </w:r>
    </w:p>
    <w:p w14:paraId="79B21CCC" w14:textId="77777777" w:rsidR="003106A8" w:rsidRPr="006C6991" w:rsidRDefault="00A969C8" w:rsidP="008B25A3">
      <w:pPr>
        <w:pStyle w:val="Leipteksti"/>
        <w:numPr>
          <w:ilvl w:val="0"/>
          <w:numId w:val="60"/>
        </w:numPr>
        <w:spacing w:after="0"/>
      </w:pPr>
      <w:r w:rsidRPr="008B25A3">
        <w:rPr>
          <w:rStyle w:val="LeiptekstiChar"/>
        </w:rPr>
        <w:t xml:space="preserve">Poistettu Laaja luovutuskielto –asiakirjan arkistointi, korvaus ja haku. </w:t>
      </w:r>
      <w:r w:rsidR="006454F5" w:rsidRPr="008B25A3">
        <w:rPr>
          <w:rStyle w:val="LeiptekstiChar"/>
        </w:rPr>
        <w:t xml:space="preserve">Muutos tehty, koska laaja kielto ei mene tuotantoon omana lomakkeenaan, vaan laaja kielto </w:t>
      </w:r>
      <w:r w:rsidR="003106A8" w:rsidRPr="008B25A3">
        <w:rPr>
          <w:rStyle w:val="LeiptekstiChar"/>
        </w:rPr>
        <w:t>tullaan lisäämään samalle kieltolomakkeelle, jolla kirjataan muutkin kiellot</w:t>
      </w:r>
      <w:r w:rsidR="003106A8" w:rsidRPr="006C6991">
        <w:t>.</w:t>
      </w:r>
    </w:p>
    <w:p w14:paraId="549BA555" w14:textId="58F5080E" w:rsidR="00A969C8" w:rsidRPr="006C6991" w:rsidRDefault="00A969C8" w:rsidP="008B25A3">
      <w:pPr>
        <w:pStyle w:val="Leipteksti"/>
        <w:numPr>
          <w:ilvl w:val="0"/>
          <w:numId w:val="62"/>
        </w:numPr>
        <w:spacing w:after="0"/>
      </w:pPr>
      <w:r w:rsidRPr="008B25A3">
        <w:rPr>
          <w:rStyle w:val="LeiptekstiChar"/>
        </w:rPr>
        <w:t>Muutokset l</w:t>
      </w:r>
      <w:r w:rsidR="003106A8" w:rsidRPr="008B25A3">
        <w:rPr>
          <w:rStyle w:val="LeiptekstiChar"/>
        </w:rPr>
        <w:t xml:space="preserve">ukuihin </w:t>
      </w:r>
      <w:r w:rsidR="006454F5" w:rsidRPr="008B25A3">
        <w:rPr>
          <w:rStyle w:val="LeiptekstiChar"/>
        </w:rPr>
        <w:t>8</w:t>
      </w:r>
      <w:r w:rsidR="003106A8" w:rsidRPr="008B25A3">
        <w:rPr>
          <w:rStyle w:val="LeiptekstiChar"/>
        </w:rPr>
        <w:t xml:space="preserve"> Arkistoi asiakirja Tahdonilmaisupalveluun</w:t>
      </w:r>
      <w:r w:rsidR="006454F5" w:rsidRPr="008B25A3">
        <w:rPr>
          <w:rStyle w:val="LeiptekstiChar"/>
        </w:rPr>
        <w:t>, 15</w:t>
      </w:r>
      <w:r w:rsidR="003106A8" w:rsidRPr="008B25A3">
        <w:rPr>
          <w:rStyle w:val="LeiptekstiChar"/>
        </w:rPr>
        <w:t xml:space="preserve"> Korvaa Tahdonilmaisun asiakirja</w:t>
      </w:r>
      <w:r w:rsidR="006454F5" w:rsidRPr="008B25A3">
        <w:rPr>
          <w:rStyle w:val="LeiptekstiChar"/>
        </w:rPr>
        <w:t>, 21</w:t>
      </w:r>
      <w:r w:rsidR="003106A8" w:rsidRPr="008B25A3">
        <w:rPr>
          <w:rStyle w:val="LeiptekstiChar"/>
        </w:rPr>
        <w:t xml:space="preserve"> Hae Tahdonilmaisupalvelun asiakirjoja. Lisäksi poistettu Laaja luovutuskielto luvuista 3.1 ja 3.2</w:t>
      </w:r>
      <w:r w:rsidR="003106A8" w:rsidRPr="006C6991">
        <w:t>.</w:t>
      </w:r>
    </w:p>
    <w:p w14:paraId="1546B5F9" w14:textId="77777777" w:rsidR="00147F45" w:rsidRPr="008B25A3" w:rsidRDefault="00147F45" w:rsidP="008B25A3">
      <w:pPr>
        <w:pStyle w:val="Leipteksti"/>
        <w:numPr>
          <w:ilvl w:val="0"/>
          <w:numId w:val="61"/>
        </w:numPr>
        <w:spacing w:after="0"/>
      </w:pPr>
      <w:r w:rsidRPr="006C6991">
        <w:t>Termimuutos: ”Vä</w:t>
      </w:r>
      <w:r w:rsidRPr="008B25A3">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lastRenderedPageBreak/>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t>Sisältää RC-versioissa julkaistut muutokset</w:t>
      </w:r>
      <w:r>
        <w:br/>
        <w:t>- asiakastietolain muutokset</w:t>
      </w:r>
      <w:r>
        <w:br/>
        <w:t>- uudet palvelupyynnöt</w:t>
      </w:r>
      <w:r>
        <w:br/>
        <w:t>- ostopalvelu 2  muutokset (määrittelyn tarkennukset vielä mahdollisia)</w:t>
      </w:r>
    </w:p>
    <w:p w14:paraId="27268A64" w14:textId="0BB810F2"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lastRenderedPageBreak/>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lastRenderedPageBreak/>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lastRenderedPageBreak/>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3C42E7">
      <w:headerReference w:type="default" r:id="rId14"/>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20784" w14:textId="77777777" w:rsidR="00147778" w:rsidRDefault="00147778" w:rsidP="00661F12">
      <w:r>
        <w:separator/>
      </w:r>
    </w:p>
  </w:endnote>
  <w:endnote w:type="continuationSeparator" w:id="0">
    <w:p w14:paraId="7BD05C97" w14:textId="77777777" w:rsidR="00147778" w:rsidRDefault="00147778"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3F24F" w14:textId="77777777" w:rsidR="00147778" w:rsidRDefault="00147778" w:rsidP="00661F12">
      <w:r>
        <w:separator/>
      </w:r>
    </w:p>
  </w:footnote>
  <w:footnote w:type="continuationSeparator" w:id="0">
    <w:p w14:paraId="27E6807B" w14:textId="77777777" w:rsidR="00147778" w:rsidRDefault="00147778"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2C43C8" w14:paraId="23F973AB" w14:textId="77777777" w:rsidTr="00B611E6">
      <w:trPr>
        <w:trHeight w:hRule="exact" w:val="113"/>
      </w:trPr>
      <w:tc>
        <w:tcPr>
          <w:tcW w:w="5222" w:type="dxa"/>
          <w:vMerge w:val="restart"/>
        </w:tcPr>
        <w:p w14:paraId="42BD2367" w14:textId="18BFC435" w:rsidR="002C43C8" w:rsidRDefault="002C43C8"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2C43C8" w:rsidRDefault="002C43C8" w:rsidP="00F53733">
          <w:pPr>
            <w:pStyle w:val="Yltunniste"/>
            <w:jc w:val="right"/>
          </w:pPr>
        </w:p>
      </w:tc>
      <w:tc>
        <w:tcPr>
          <w:tcW w:w="1277" w:type="dxa"/>
        </w:tcPr>
        <w:p w14:paraId="135091BE" w14:textId="77777777" w:rsidR="002C43C8" w:rsidRDefault="002C43C8" w:rsidP="00F53733">
          <w:pPr>
            <w:pStyle w:val="Yltunniste"/>
            <w:jc w:val="right"/>
          </w:pPr>
        </w:p>
      </w:tc>
      <w:tc>
        <w:tcPr>
          <w:tcW w:w="1841" w:type="dxa"/>
          <w:gridSpan w:val="2"/>
        </w:tcPr>
        <w:p w14:paraId="0CE29A70" w14:textId="77777777" w:rsidR="002C43C8" w:rsidRDefault="002C43C8" w:rsidP="00F53733">
          <w:pPr>
            <w:pStyle w:val="Yltunniste"/>
            <w:jc w:val="right"/>
          </w:pPr>
        </w:p>
      </w:tc>
    </w:tr>
    <w:tr w:rsidR="002C43C8" w14:paraId="75E433BE" w14:textId="77777777" w:rsidTr="00B611E6">
      <w:tc>
        <w:tcPr>
          <w:tcW w:w="5222" w:type="dxa"/>
          <w:vMerge/>
        </w:tcPr>
        <w:p w14:paraId="01962DB6" w14:textId="77777777" w:rsidR="002C43C8" w:rsidRPr="00661F12" w:rsidRDefault="002C43C8"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39F1DFF6" w14:textId="2FCBA26E" w:rsidR="002C43C8" w:rsidRPr="0074362D" w:rsidRDefault="002C43C8" w:rsidP="00F53733">
              <w:pPr>
                <w:pStyle w:val="Yltunniste"/>
                <w:rPr>
                  <w:b/>
                </w:rPr>
              </w:pPr>
              <w:r>
                <w:rPr>
                  <w:b/>
                  <w:color w:val="auto"/>
                </w:rPr>
                <w:t>Määrittely</w:t>
              </w:r>
            </w:p>
          </w:tc>
        </w:sdtContent>
      </w:sdt>
      <w:tc>
        <w:tcPr>
          <w:tcW w:w="1275" w:type="dxa"/>
        </w:tcPr>
        <w:p w14:paraId="2CB64ED6" w14:textId="77777777" w:rsidR="002C43C8" w:rsidRPr="00CD3BD4" w:rsidRDefault="002C43C8" w:rsidP="00F53733">
          <w:pPr>
            <w:pStyle w:val="Yltunniste"/>
          </w:pPr>
        </w:p>
      </w:tc>
      <w:tc>
        <w:tcPr>
          <w:tcW w:w="566" w:type="dxa"/>
        </w:tcPr>
        <w:p w14:paraId="1375A89E" w14:textId="6511192A" w:rsidR="002C43C8" w:rsidRPr="00CD3BD4" w:rsidRDefault="002C43C8" w:rsidP="00E75537">
          <w:pPr>
            <w:pStyle w:val="Yltunniste"/>
            <w:jc w:val="right"/>
          </w:pPr>
          <w:r>
            <w:fldChar w:fldCharType="begin"/>
          </w:r>
          <w:r>
            <w:instrText xml:space="preserve"> PAGE   \* MERGEFORMAT </w:instrText>
          </w:r>
          <w:r>
            <w:fldChar w:fldCharType="separate"/>
          </w:r>
          <w:r w:rsidR="008B25A3">
            <w:t>4</w:t>
          </w:r>
          <w:r>
            <w:fldChar w:fldCharType="end"/>
          </w:r>
          <w:r>
            <w:t xml:space="preserve"> (</w:t>
          </w:r>
          <w:r w:rsidR="00147778">
            <w:fldChar w:fldCharType="begin"/>
          </w:r>
          <w:r w:rsidR="00147778">
            <w:instrText xml:space="preserve"> NUMPAGES   \* MERGEFORMAT </w:instrText>
          </w:r>
          <w:r w:rsidR="00147778">
            <w:fldChar w:fldCharType="separate"/>
          </w:r>
          <w:r w:rsidR="008B25A3">
            <w:t>125</w:t>
          </w:r>
          <w:r w:rsidR="00147778">
            <w:fldChar w:fldCharType="end"/>
          </w:r>
          <w:r>
            <w:t>)</w:t>
          </w:r>
        </w:p>
      </w:tc>
    </w:tr>
    <w:tr w:rsidR="002C43C8" w14:paraId="2C0FFA1A" w14:textId="77777777" w:rsidTr="00B611E6">
      <w:tc>
        <w:tcPr>
          <w:tcW w:w="5222" w:type="dxa"/>
          <w:vMerge/>
        </w:tcPr>
        <w:p w14:paraId="49097B9E" w14:textId="77777777" w:rsidR="002C43C8" w:rsidRPr="00661F12" w:rsidRDefault="002C43C8" w:rsidP="00F53733">
          <w:pPr>
            <w:pStyle w:val="Yltunniste"/>
          </w:pPr>
        </w:p>
      </w:tc>
      <w:tc>
        <w:tcPr>
          <w:tcW w:w="2575" w:type="dxa"/>
          <w:gridSpan w:val="2"/>
          <w:vMerge w:val="restart"/>
        </w:tcPr>
        <w:p w14:paraId="43F2A3EF" w14:textId="6B8CC9E2" w:rsidR="002C43C8" w:rsidRPr="00661F12" w:rsidRDefault="002C43C8" w:rsidP="00F53733">
          <w:pPr>
            <w:pStyle w:val="Yltunniste"/>
          </w:pPr>
          <w:r>
            <w:t>Potilastiedon arkisto rajapintakäyttötapaukset</w:t>
          </w:r>
        </w:p>
      </w:tc>
      <w:tc>
        <w:tcPr>
          <w:tcW w:w="1841" w:type="dxa"/>
          <w:gridSpan w:val="2"/>
        </w:tcPr>
        <w:p w14:paraId="08C2E1B7" w14:textId="77777777" w:rsidR="002C43C8" w:rsidRPr="00661F12" w:rsidRDefault="002C43C8" w:rsidP="00F53733">
          <w:pPr>
            <w:pStyle w:val="Yltunniste"/>
          </w:pPr>
        </w:p>
      </w:tc>
    </w:tr>
    <w:tr w:rsidR="002C43C8" w14:paraId="57CC3923" w14:textId="77777777" w:rsidTr="00B611E6">
      <w:trPr>
        <w:trHeight w:hRule="exact" w:val="227"/>
      </w:trPr>
      <w:tc>
        <w:tcPr>
          <w:tcW w:w="5222" w:type="dxa"/>
          <w:vMerge/>
        </w:tcPr>
        <w:p w14:paraId="3F671D15" w14:textId="77777777" w:rsidR="002C43C8" w:rsidRPr="000643DE" w:rsidRDefault="002C43C8" w:rsidP="00F53733">
          <w:pPr>
            <w:pStyle w:val="Yltunniste"/>
          </w:pPr>
        </w:p>
      </w:tc>
      <w:tc>
        <w:tcPr>
          <w:tcW w:w="2575" w:type="dxa"/>
          <w:gridSpan w:val="2"/>
          <w:vMerge/>
        </w:tcPr>
        <w:p w14:paraId="4C591D41" w14:textId="77777777" w:rsidR="002C43C8" w:rsidRPr="000643DE" w:rsidRDefault="002C43C8" w:rsidP="00F53733">
          <w:pPr>
            <w:pStyle w:val="Yltunniste"/>
          </w:pPr>
        </w:p>
      </w:tc>
      <w:tc>
        <w:tcPr>
          <w:tcW w:w="1841" w:type="dxa"/>
          <w:gridSpan w:val="2"/>
        </w:tcPr>
        <w:p w14:paraId="708C1125" w14:textId="77777777" w:rsidR="002C43C8" w:rsidRPr="000643DE" w:rsidRDefault="002C43C8" w:rsidP="00F53733">
          <w:pPr>
            <w:pStyle w:val="Yltunniste"/>
          </w:pPr>
        </w:p>
      </w:tc>
    </w:tr>
    <w:tr w:rsidR="002C43C8" w14:paraId="17A27DF1" w14:textId="77777777" w:rsidTr="00B611E6">
      <w:trPr>
        <w:trHeight w:val="283"/>
      </w:trPr>
      <w:tc>
        <w:tcPr>
          <w:tcW w:w="5222" w:type="dxa"/>
        </w:tcPr>
        <w:p w14:paraId="2DE463B0" w14:textId="00FD9787" w:rsidR="002C43C8" w:rsidRPr="00661F12" w:rsidRDefault="002C43C8"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2-12-09T00:00:00Z">
            <w:dateFormat w:val="d.M.yyyy"/>
            <w:lid w:val="fi-FI"/>
            <w:storeMappedDataAs w:val="dateTime"/>
            <w:calendar w:val="gregorian"/>
          </w:date>
        </w:sdtPr>
        <w:sdtEndPr/>
        <w:sdtContent>
          <w:tc>
            <w:tcPr>
              <w:tcW w:w="2575" w:type="dxa"/>
              <w:gridSpan w:val="2"/>
            </w:tcPr>
            <w:p w14:paraId="6D2E652A" w14:textId="3AA937C8" w:rsidR="002C43C8" w:rsidRDefault="00E052FD" w:rsidP="006662BE">
              <w:pPr>
                <w:pStyle w:val="Yltunniste"/>
              </w:pPr>
              <w:r>
                <w:t>9.12</w:t>
              </w:r>
              <w:r w:rsidR="002C43C8">
                <w:t>.2022</w:t>
              </w:r>
            </w:p>
          </w:tc>
        </w:sdtContent>
      </w:sdt>
      <w:tc>
        <w:tcPr>
          <w:tcW w:w="1841" w:type="dxa"/>
          <w:gridSpan w:val="2"/>
        </w:tcPr>
        <w:p w14:paraId="760494E3" w14:textId="04E65B64" w:rsidR="002C43C8" w:rsidRDefault="002C43C8" w:rsidP="00215911">
          <w:pPr>
            <w:pStyle w:val="Yltunniste"/>
          </w:pPr>
        </w:p>
      </w:tc>
    </w:tr>
  </w:tbl>
  <w:p w14:paraId="1A255223" w14:textId="77777777" w:rsidR="002C43C8" w:rsidRDefault="002C43C8"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1"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 w15:restartNumberingAfterBreak="0">
    <w:nsid w:val="0E587DFE"/>
    <w:multiLevelType w:val="hybridMultilevel"/>
    <w:tmpl w:val="F6C0BA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6"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7"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8" w15:restartNumberingAfterBreak="0">
    <w:nsid w:val="15603A36"/>
    <w:multiLevelType w:val="hybridMultilevel"/>
    <w:tmpl w:val="E76220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0"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1" w15:restartNumberingAfterBreak="0">
    <w:nsid w:val="19114E39"/>
    <w:multiLevelType w:val="hybridMultilevel"/>
    <w:tmpl w:val="2A3C9C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2"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3" w15:restartNumberingAfterBreak="0">
    <w:nsid w:val="21ED30A0"/>
    <w:multiLevelType w:val="hybridMultilevel"/>
    <w:tmpl w:val="6BF032A8"/>
    <w:lvl w:ilvl="0" w:tplc="040B0001">
      <w:start w:val="1"/>
      <w:numFmt w:val="bullet"/>
      <w:lvlText w:val=""/>
      <w:lvlJc w:val="left"/>
      <w:pPr>
        <w:ind w:left="360" w:hanging="360"/>
      </w:pPr>
      <w:rPr>
        <w:rFonts w:ascii="Symbol" w:hAnsi="Symbol" w:hint="default"/>
        <w:color w:val="019CDB"/>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4"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5" w15:restartNumberingAfterBreak="0">
    <w:nsid w:val="28F279CC"/>
    <w:multiLevelType w:val="hybridMultilevel"/>
    <w:tmpl w:val="D08405C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9D7677B"/>
    <w:multiLevelType w:val="hybridMultilevel"/>
    <w:tmpl w:val="E91C718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7" w15:restartNumberingAfterBreak="0">
    <w:nsid w:val="2AFC3682"/>
    <w:multiLevelType w:val="hybridMultilevel"/>
    <w:tmpl w:val="D58AB3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8"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19" w15:restartNumberingAfterBreak="0">
    <w:nsid w:val="31BF3367"/>
    <w:multiLevelType w:val="hybridMultilevel"/>
    <w:tmpl w:val="52ACEA00"/>
    <w:lvl w:ilvl="0" w:tplc="2CFC3C3C">
      <w:numFmt w:val="bullet"/>
      <w:lvlText w:val="-"/>
      <w:lvlJc w:val="left"/>
      <w:pPr>
        <w:ind w:left="2025" w:hanging="360"/>
      </w:pPr>
      <w:rPr>
        <w:rFonts w:ascii="Calibri" w:eastAsiaTheme="minorHAnsi" w:hAnsi="Calibri" w:cs="Calibri" w:hint="default"/>
      </w:rPr>
    </w:lvl>
    <w:lvl w:ilvl="1" w:tplc="040B0003" w:tentative="1">
      <w:start w:val="1"/>
      <w:numFmt w:val="bullet"/>
      <w:lvlText w:val="o"/>
      <w:lvlJc w:val="left"/>
      <w:pPr>
        <w:ind w:left="2745" w:hanging="360"/>
      </w:pPr>
      <w:rPr>
        <w:rFonts w:ascii="Courier New" w:hAnsi="Courier New" w:cs="Courier New" w:hint="default"/>
      </w:rPr>
    </w:lvl>
    <w:lvl w:ilvl="2" w:tplc="040B0005" w:tentative="1">
      <w:start w:val="1"/>
      <w:numFmt w:val="bullet"/>
      <w:lvlText w:val=""/>
      <w:lvlJc w:val="left"/>
      <w:pPr>
        <w:ind w:left="3465" w:hanging="360"/>
      </w:pPr>
      <w:rPr>
        <w:rFonts w:ascii="Wingdings" w:hAnsi="Wingdings" w:hint="default"/>
      </w:rPr>
    </w:lvl>
    <w:lvl w:ilvl="3" w:tplc="040B0001" w:tentative="1">
      <w:start w:val="1"/>
      <w:numFmt w:val="bullet"/>
      <w:lvlText w:val=""/>
      <w:lvlJc w:val="left"/>
      <w:pPr>
        <w:ind w:left="4185" w:hanging="360"/>
      </w:pPr>
      <w:rPr>
        <w:rFonts w:ascii="Symbol" w:hAnsi="Symbol" w:hint="default"/>
      </w:rPr>
    </w:lvl>
    <w:lvl w:ilvl="4" w:tplc="040B0003" w:tentative="1">
      <w:start w:val="1"/>
      <w:numFmt w:val="bullet"/>
      <w:lvlText w:val="o"/>
      <w:lvlJc w:val="left"/>
      <w:pPr>
        <w:ind w:left="4905" w:hanging="360"/>
      </w:pPr>
      <w:rPr>
        <w:rFonts w:ascii="Courier New" w:hAnsi="Courier New" w:cs="Courier New" w:hint="default"/>
      </w:rPr>
    </w:lvl>
    <w:lvl w:ilvl="5" w:tplc="040B0005" w:tentative="1">
      <w:start w:val="1"/>
      <w:numFmt w:val="bullet"/>
      <w:lvlText w:val=""/>
      <w:lvlJc w:val="left"/>
      <w:pPr>
        <w:ind w:left="5625" w:hanging="360"/>
      </w:pPr>
      <w:rPr>
        <w:rFonts w:ascii="Wingdings" w:hAnsi="Wingdings" w:hint="default"/>
      </w:rPr>
    </w:lvl>
    <w:lvl w:ilvl="6" w:tplc="040B0001" w:tentative="1">
      <w:start w:val="1"/>
      <w:numFmt w:val="bullet"/>
      <w:lvlText w:val=""/>
      <w:lvlJc w:val="left"/>
      <w:pPr>
        <w:ind w:left="6345" w:hanging="360"/>
      </w:pPr>
      <w:rPr>
        <w:rFonts w:ascii="Symbol" w:hAnsi="Symbol" w:hint="default"/>
      </w:rPr>
    </w:lvl>
    <w:lvl w:ilvl="7" w:tplc="040B0003" w:tentative="1">
      <w:start w:val="1"/>
      <w:numFmt w:val="bullet"/>
      <w:lvlText w:val="o"/>
      <w:lvlJc w:val="left"/>
      <w:pPr>
        <w:ind w:left="7065" w:hanging="360"/>
      </w:pPr>
      <w:rPr>
        <w:rFonts w:ascii="Courier New" w:hAnsi="Courier New" w:cs="Courier New" w:hint="default"/>
      </w:rPr>
    </w:lvl>
    <w:lvl w:ilvl="8" w:tplc="040B0005" w:tentative="1">
      <w:start w:val="1"/>
      <w:numFmt w:val="bullet"/>
      <w:lvlText w:val=""/>
      <w:lvlJc w:val="left"/>
      <w:pPr>
        <w:ind w:left="7785" w:hanging="360"/>
      </w:pPr>
      <w:rPr>
        <w:rFonts w:ascii="Wingdings" w:hAnsi="Wingdings" w:hint="default"/>
      </w:rPr>
    </w:lvl>
  </w:abstractNum>
  <w:abstractNum w:abstractNumId="20" w15:restartNumberingAfterBreak="0">
    <w:nsid w:val="35CD3861"/>
    <w:multiLevelType w:val="hybridMultilevel"/>
    <w:tmpl w:val="842AC8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1" w15:restartNumberingAfterBreak="0">
    <w:nsid w:val="36215442"/>
    <w:multiLevelType w:val="hybridMultilevel"/>
    <w:tmpl w:val="D91495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2"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3" w15:restartNumberingAfterBreak="0">
    <w:nsid w:val="3E016668"/>
    <w:multiLevelType w:val="hybridMultilevel"/>
    <w:tmpl w:val="FAA4EC2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4"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5" w15:restartNumberingAfterBreak="0">
    <w:nsid w:val="40F52840"/>
    <w:multiLevelType w:val="hybridMultilevel"/>
    <w:tmpl w:val="88E0798E"/>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6"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7" w15:restartNumberingAfterBreak="0">
    <w:nsid w:val="467D6DFE"/>
    <w:multiLevelType w:val="hybridMultilevel"/>
    <w:tmpl w:val="087CF2C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8"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9"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0"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1" w15:restartNumberingAfterBreak="0">
    <w:nsid w:val="49D23A8B"/>
    <w:multiLevelType w:val="hybridMultilevel"/>
    <w:tmpl w:val="9378DE1E"/>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2" w15:restartNumberingAfterBreak="0">
    <w:nsid w:val="4AB95E67"/>
    <w:multiLevelType w:val="hybridMultilevel"/>
    <w:tmpl w:val="9BCA02E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3" w15:restartNumberingAfterBreak="0">
    <w:nsid w:val="4AF3019C"/>
    <w:multiLevelType w:val="multilevel"/>
    <w:tmpl w:val="388A7428"/>
    <w:numStyleLink w:val="Otsikkonumerointi"/>
  </w:abstractNum>
  <w:abstractNum w:abstractNumId="34" w15:restartNumberingAfterBreak="0">
    <w:nsid w:val="51FE337C"/>
    <w:multiLevelType w:val="hybridMultilevel"/>
    <w:tmpl w:val="B4A4A52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5"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6" w15:restartNumberingAfterBreak="0">
    <w:nsid w:val="59C812F5"/>
    <w:multiLevelType w:val="hybridMultilevel"/>
    <w:tmpl w:val="E8022494"/>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7"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8" w15:restartNumberingAfterBreak="0">
    <w:nsid w:val="5ABC18F9"/>
    <w:multiLevelType w:val="hybridMultilevel"/>
    <w:tmpl w:val="498CFB9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9"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0" w15:restartNumberingAfterBreak="0">
    <w:nsid w:val="606C63E7"/>
    <w:multiLevelType w:val="hybridMultilevel"/>
    <w:tmpl w:val="D502476E"/>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41" w15:restartNumberingAfterBreak="0">
    <w:nsid w:val="65972D2F"/>
    <w:multiLevelType w:val="hybridMultilevel"/>
    <w:tmpl w:val="58A40232"/>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2"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3" w15:restartNumberingAfterBreak="0">
    <w:nsid w:val="68F95EB4"/>
    <w:multiLevelType w:val="hybridMultilevel"/>
    <w:tmpl w:val="EF8EBDC6"/>
    <w:lvl w:ilvl="0" w:tplc="9384A4A2">
      <w:start w:val="7"/>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45"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6"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7"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8" w15:restartNumberingAfterBreak="0">
    <w:nsid w:val="733C143D"/>
    <w:multiLevelType w:val="hybridMultilevel"/>
    <w:tmpl w:val="439C0F56"/>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9"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0"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abstractNum w:abstractNumId="51" w15:restartNumberingAfterBreak="0">
    <w:nsid w:val="7FF061C1"/>
    <w:multiLevelType w:val="hybridMultilevel"/>
    <w:tmpl w:val="5B44B9E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44"/>
  </w:num>
  <w:num w:numId="2">
    <w:abstractNumId w:val="44"/>
  </w:num>
  <w:num w:numId="3">
    <w:abstractNumId w:val="50"/>
  </w:num>
  <w:num w:numId="4">
    <w:abstractNumId w:val="33"/>
  </w:num>
  <w:num w:numId="5">
    <w:abstractNumId w:val="20"/>
  </w:num>
  <w:num w:numId="6">
    <w:abstractNumId w:val="32"/>
  </w:num>
  <w:num w:numId="7">
    <w:abstractNumId w:val="34"/>
  </w:num>
  <w:num w:numId="8">
    <w:abstractNumId w:val="21"/>
  </w:num>
  <w:num w:numId="9">
    <w:abstractNumId w:val="11"/>
  </w:num>
  <w:num w:numId="10">
    <w:abstractNumId w:val="3"/>
  </w:num>
  <w:num w:numId="11">
    <w:abstractNumId w:val="16"/>
  </w:num>
  <w:num w:numId="12">
    <w:abstractNumId w:val="25"/>
  </w:num>
  <w:num w:numId="13">
    <w:abstractNumId w:val="38"/>
  </w:num>
  <w:num w:numId="14">
    <w:abstractNumId w:val="6"/>
  </w:num>
  <w:num w:numId="15">
    <w:abstractNumId w:val="29"/>
  </w:num>
  <w:num w:numId="16">
    <w:abstractNumId w:val="10"/>
  </w:num>
  <w:num w:numId="17">
    <w:abstractNumId w:val="4"/>
  </w:num>
  <w:num w:numId="18">
    <w:abstractNumId w:val="17"/>
  </w:num>
  <w:num w:numId="19">
    <w:abstractNumId w:val="49"/>
  </w:num>
  <w:num w:numId="20">
    <w:abstractNumId w:val="1"/>
  </w:num>
  <w:num w:numId="21">
    <w:abstractNumId w:val="9"/>
  </w:num>
  <w:num w:numId="22">
    <w:abstractNumId w:val="47"/>
  </w:num>
  <w:num w:numId="23">
    <w:abstractNumId w:val="5"/>
  </w:num>
  <w:num w:numId="24">
    <w:abstractNumId w:val="14"/>
  </w:num>
  <w:num w:numId="25">
    <w:abstractNumId w:val="30"/>
  </w:num>
  <w:num w:numId="26">
    <w:abstractNumId w:val="7"/>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8"/>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3"/>
  </w:num>
  <w:num w:numId="45">
    <w:abstractNumId w:val="0"/>
  </w:num>
  <w:num w:numId="46">
    <w:abstractNumId w:val="46"/>
  </w:num>
  <w:num w:numId="47">
    <w:abstractNumId w:val="45"/>
  </w:num>
  <w:num w:numId="48">
    <w:abstractNumId w:val="51"/>
  </w:num>
  <w:num w:numId="49">
    <w:abstractNumId w:val="35"/>
  </w:num>
  <w:num w:numId="50">
    <w:abstractNumId w:val="18"/>
  </w:num>
  <w:num w:numId="51">
    <w:abstractNumId w:val="24"/>
  </w:num>
  <w:num w:numId="52">
    <w:abstractNumId w:val="31"/>
  </w:num>
  <w:num w:numId="53">
    <w:abstractNumId w:val="36"/>
  </w:num>
  <w:num w:numId="54">
    <w:abstractNumId w:val="40"/>
  </w:num>
  <w:num w:numId="55">
    <w:abstractNumId w:val="13"/>
  </w:num>
  <w:num w:numId="56">
    <w:abstractNumId w:val="43"/>
  </w:num>
  <w:num w:numId="57">
    <w:abstractNumId w:val="19"/>
  </w:num>
  <w:num w:numId="58">
    <w:abstractNumId w:val="26"/>
  </w:num>
  <w:num w:numId="59">
    <w:abstractNumId w:val="48"/>
  </w:num>
  <w:num w:numId="60">
    <w:abstractNumId w:val="37"/>
  </w:num>
  <w:num w:numId="61">
    <w:abstractNumId w:val="39"/>
  </w:num>
  <w:num w:numId="62">
    <w:abstractNumId w:val="2"/>
  </w:num>
  <w:num w:numId="63">
    <w:abstractNumId w:val="42"/>
  </w:num>
  <w:num w:numId="64">
    <w:abstractNumId w:val="41"/>
  </w:num>
  <w:num w:numId="65">
    <w:abstractNumId w:val="2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trackRevisions/>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92C"/>
    <w:rsid w:val="00012CDD"/>
    <w:rsid w:val="000153AD"/>
    <w:rsid w:val="00015889"/>
    <w:rsid w:val="00020648"/>
    <w:rsid w:val="00020F09"/>
    <w:rsid w:val="0002303F"/>
    <w:rsid w:val="00025A31"/>
    <w:rsid w:val="0003358B"/>
    <w:rsid w:val="00033C27"/>
    <w:rsid w:val="00043EA5"/>
    <w:rsid w:val="00052F21"/>
    <w:rsid w:val="00054303"/>
    <w:rsid w:val="00056875"/>
    <w:rsid w:val="000643DE"/>
    <w:rsid w:val="00074E13"/>
    <w:rsid w:val="00076036"/>
    <w:rsid w:val="000767E4"/>
    <w:rsid w:val="00076B9B"/>
    <w:rsid w:val="000828D5"/>
    <w:rsid w:val="00082C49"/>
    <w:rsid w:val="00083DE9"/>
    <w:rsid w:val="00083FB1"/>
    <w:rsid w:val="000A4280"/>
    <w:rsid w:val="000B6C92"/>
    <w:rsid w:val="000C05D1"/>
    <w:rsid w:val="000C4805"/>
    <w:rsid w:val="000D0D7B"/>
    <w:rsid w:val="000D0E34"/>
    <w:rsid w:val="000D37C7"/>
    <w:rsid w:val="000D3F82"/>
    <w:rsid w:val="000D7DCD"/>
    <w:rsid w:val="000E2410"/>
    <w:rsid w:val="000E3814"/>
    <w:rsid w:val="000E7D4E"/>
    <w:rsid w:val="00101F35"/>
    <w:rsid w:val="001106D7"/>
    <w:rsid w:val="00112607"/>
    <w:rsid w:val="00123B35"/>
    <w:rsid w:val="00126E3B"/>
    <w:rsid w:val="00131EBB"/>
    <w:rsid w:val="0014074C"/>
    <w:rsid w:val="00140E8A"/>
    <w:rsid w:val="00145B24"/>
    <w:rsid w:val="00147778"/>
    <w:rsid w:val="00147F45"/>
    <w:rsid w:val="0016163F"/>
    <w:rsid w:val="001661F3"/>
    <w:rsid w:val="0016637F"/>
    <w:rsid w:val="00171F5A"/>
    <w:rsid w:val="00180CFE"/>
    <w:rsid w:val="001865C1"/>
    <w:rsid w:val="00187A6D"/>
    <w:rsid w:val="00187ADB"/>
    <w:rsid w:val="00190381"/>
    <w:rsid w:val="0019203C"/>
    <w:rsid w:val="0019618B"/>
    <w:rsid w:val="001976A7"/>
    <w:rsid w:val="001976E8"/>
    <w:rsid w:val="00197E20"/>
    <w:rsid w:val="001A1F96"/>
    <w:rsid w:val="001A210C"/>
    <w:rsid w:val="001A7591"/>
    <w:rsid w:val="001B3EA1"/>
    <w:rsid w:val="001B6A94"/>
    <w:rsid w:val="001C7E78"/>
    <w:rsid w:val="001D21C3"/>
    <w:rsid w:val="001D2EF1"/>
    <w:rsid w:val="001E0B93"/>
    <w:rsid w:val="001E1146"/>
    <w:rsid w:val="001E26A8"/>
    <w:rsid w:val="001E3BDB"/>
    <w:rsid w:val="001F5FCA"/>
    <w:rsid w:val="001F6960"/>
    <w:rsid w:val="002044CF"/>
    <w:rsid w:val="00204D8F"/>
    <w:rsid w:val="0020602B"/>
    <w:rsid w:val="002060B7"/>
    <w:rsid w:val="00207EF3"/>
    <w:rsid w:val="00215911"/>
    <w:rsid w:val="00220168"/>
    <w:rsid w:val="00222305"/>
    <w:rsid w:val="00226B69"/>
    <w:rsid w:val="0022745E"/>
    <w:rsid w:val="00236D13"/>
    <w:rsid w:val="00251744"/>
    <w:rsid w:val="002530BF"/>
    <w:rsid w:val="00260500"/>
    <w:rsid w:val="0026323B"/>
    <w:rsid w:val="00266FFB"/>
    <w:rsid w:val="00272176"/>
    <w:rsid w:val="00273F46"/>
    <w:rsid w:val="00275338"/>
    <w:rsid w:val="0027749B"/>
    <w:rsid w:val="00277721"/>
    <w:rsid w:val="00285B98"/>
    <w:rsid w:val="00291159"/>
    <w:rsid w:val="002A3A88"/>
    <w:rsid w:val="002A62C3"/>
    <w:rsid w:val="002B68BD"/>
    <w:rsid w:val="002C43C8"/>
    <w:rsid w:val="002C4BE8"/>
    <w:rsid w:val="002D048C"/>
    <w:rsid w:val="002D0A7C"/>
    <w:rsid w:val="002D0B60"/>
    <w:rsid w:val="002D3F48"/>
    <w:rsid w:val="002D64B3"/>
    <w:rsid w:val="002E0D27"/>
    <w:rsid w:val="002E66F2"/>
    <w:rsid w:val="002E6E03"/>
    <w:rsid w:val="002F102C"/>
    <w:rsid w:val="002F614B"/>
    <w:rsid w:val="002F69EA"/>
    <w:rsid w:val="00306252"/>
    <w:rsid w:val="003106A8"/>
    <w:rsid w:val="0031290F"/>
    <w:rsid w:val="00316E5C"/>
    <w:rsid w:val="003178CD"/>
    <w:rsid w:val="00317A02"/>
    <w:rsid w:val="00320A54"/>
    <w:rsid w:val="00326848"/>
    <w:rsid w:val="00330140"/>
    <w:rsid w:val="0033724D"/>
    <w:rsid w:val="00341AFC"/>
    <w:rsid w:val="00344D6F"/>
    <w:rsid w:val="00354E22"/>
    <w:rsid w:val="003606FE"/>
    <w:rsid w:val="00363109"/>
    <w:rsid w:val="003636D8"/>
    <w:rsid w:val="00364E7A"/>
    <w:rsid w:val="00373CFF"/>
    <w:rsid w:val="00374128"/>
    <w:rsid w:val="0038057C"/>
    <w:rsid w:val="00397BB1"/>
    <w:rsid w:val="00397EF1"/>
    <w:rsid w:val="003A2759"/>
    <w:rsid w:val="003A5C28"/>
    <w:rsid w:val="003B3CA4"/>
    <w:rsid w:val="003B7920"/>
    <w:rsid w:val="003C42E7"/>
    <w:rsid w:val="003C7A5D"/>
    <w:rsid w:val="003D29FF"/>
    <w:rsid w:val="003E19F6"/>
    <w:rsid w:val="003E64D1"/>
    <w:rsid w:val="003E6853"/>
    <w:rsid w:val="003F6100"/>
    <w:rsid w:val="003F7445"/>
    <w:rsid w:val="003F7B76"/>
    <w:rsid w:val="00410048"/>
    <w:rsid w:val="004266E6"/>
    <w:rsid w:val="004443F4"/>
    <w:rsid w:val="0044749A"/>
    <w:rsid w:val="00447C46"/>
    <w:rsid w:val="00447EB6"/>
    <w:rsid w:val="00457CF4"/>
    <w:rsid w:val="00460CD7"/>
    <w:rsid w:val="004616CF"/>
    <w:rsid w:val="0046397A"/>
    <w:rsid w:val="00463AE1"/>
    <w:rsid w:val="0046761D"/>
    <w:rsid w:val="004702DA"/>
    <w:rsid w:val="00472ACD"/>
    <w:rsid w:val="00474B53"/>
    <w:rsid w:val="004865B3"/>
    <w:rsid w:val="004972ED"/>
    <w:rsid w:val="004A15C3"/>
    <w:rsid w:val="004A60EA"/>
    <w:rsid w:val="004B0B6E"/>
    <w:rsid w:val="004C2BAC"/>
    <w:rsid w:val="004C489C"/>
    <w:rsid w:val="004C49D0"/>
    <w:rsid w:val="004C5D06"/>
    <w:rsid w:val="004E2F03"/>
    <w:rsid w:val="004E7D9A"/>
    <w:rsid w:val="004E7FD2"/>
    <w:rsid w:val="004F013D"/>
    <w:rsid w:val="004F42DF"/>
    <w:rsid w:val="00500A1B"/>
    <w:rsid w:val="00505EC7"/>
    <w:rsid w:val="00510939"/>
    <w:rsid w:val="00510DCA"/>
    <w:rsid w:val="00515173"/>
    <w:rsid w:val="005169C6"/>
    <w:rsid w:val="00521FA4"/>
    <w:rsid w:val="00531151"/>
    <w:rsid w:val="005311BF"/>
    <w:rsid w:val="005371CB"/>
    <w:rsid w:val="0054268E"/>
    <w:rsid w:val="00543DA2"/>
    <w:rsid w:val="00545194"/>
    <w:rsid w:val="00552E07"/>
    <w:rsid w:val="005577AB"/>
    <w:rsid w:val="00565515"/>
    <w:rsid w:val="0056680E"/>
    <w:rsid w:val="00567349"/>
    <w:rsid w:val="00571E68"/>
    <w:rsid w:val="005776B9"/>
    <w:rsid w:val="00583000"/>
    <w:rsid w:val="005924CD"/>
    <w:rsid w:val="00593390"/>
    <w:rsid w:val="00595952"/>
    <w:rsid w:val="005A02FD"/>
    <w:rsid w:val="005A102F"/>
    <w:rsid w:val="005A361F"/>
    <w:rsid w:val="005A49DE"/>
    <w:rsid w:val="005A4D76"/>
    <w:rsid w:val="005C75CF"/>
    <w:rsid w:val="005D155E"/>
    <w:rsid w:val="005D3D00"/>
    <w:rsid w:val="005D592C"/>
    <w:rsid w:val="005E2709"/>
    <w:rsid w:val="005F4FD9"/>
    <w:rsid w:val="00603FEB"/>
    <w:rsid w:val="006040F8"/>
    <w:rsid w:val="00623221"/>
    <w:rsid w:val="006243B8"/>
    <w:rsid w:val="00624CEA"/>
    <w:rsid w:val="00630183"/>
    <w:rsid w:val="00642F71"/>
    <w:rsid w:val="006454F5"/>
    <w:rsid w:val="006562AE"/>
    <w:rsid w:val="006566B8"/>
    <w:rsid w:val="00661F12"/>
    <w:rsid w:val="00662E8C"/>
    <w:rsid w:val="006662BE"/>
    <w:rsid w:val="006733C7"/>
    <w:rsid w:val="0068147F"/>
    <w:rsid w:val="0068539E"/>
    <w:rsid w:val="0068570C"/>
    <w:rsid w:val="00686EAE"/>
    <w:rsid w:val="00695D34"/>
    <w:rsid w:val="00696B39"/>
    <w:rsid w:val="00696F24"/>
    <w:rsid w:val="006C2388"/>
    <w:rsid w:val="006C6991"/>
    <w:rsid w:val="006E122B"/>
    <w:rsid w:val="006E1D02"/>
    <w:rsid w:val="006F018F"/>
    <w:rsid w:val="006F0557"/>
    <w:rsid w:val="006F2036"/>
    <w:rsid w:val="006F3FED"/>
    <w:rsid w:val="00702C8B"/>
    <w:rsid w:val="007126BB"/>
    <w:rsid w:val="0071349C"/>
    <w:rsid w:val="00714F72"/>
    <w:rsid w:val="007177FE"/>
    <w:rsid w:val="0072110F"/>
    <w:rsid w:val="00722E69"/>
    <w:rsid w:val="00724B15"/>
    <w:rsid w:val="00724B1D"/>
    <w:rsid w:val="007313FA"/>
    <w:rsid w:val="0073389D"/>
    <w:rsid w:val="0073503F"/>
    <w:rsid w:val="00735DB9"/>
    <w:rsid w:val="007365AC"/>
    <w:rsid w:val="007412D6"/>
    <w:rsid w:val="0074362D"/>
    <w:rsid w:val="00744FDC"/>
    <w:rsid w:val="007566A2"/>
    <w:rsid w:val="0076194A"/>
    <w:rsid w:val="00771FA1"/>
    <w:rsid w:val="00775046"/>
    <w:rsid w:val="00780943"/>
    <w:rsid w:val="00781502"/>
    <w:rsid w:val="007959BE"/>
    <w:rsid w:val="007A29A4"/>
    <w:rsid w:val="007B3A78"/>
    <w:rsid w:val="007D7122"/>
    <w:rsid w:val="007E31FD"/>
    <w:rsid w:val="007F0A39"/>
    <w:rsid w:val="008010F8"/>
    <w:rsid w:val="00805180"/>
    <w:rsid w:val="00805A26"/>
    <w:rsid w:val="008060A5"/>
    <w:rsid w:val="0080611C"/>
    <w:rsid w:val="008135D5"/>
    <w:rsid w:val="00814E40"/>
    <w:rsid w:val="0081689C"/>
    <w:rsid w:val="008236E1"/>
    <w:rsid w:val="008338F6"/>
    <w:rsid w:val="00835466"/>
    <w:rsid w:val="00841279"/>
    <w:rsid w:val="00845BA2"/>
    <w:rsid w:val="00846E17"/>
    <w:rsid w:val="0085075F"/>
    <w:rsid w:val="00860809"/>
    <w:rsid w:val="008635CF"/>
    <w:rsid w:val="008729B1"/>
    <w:rsid w:val="00875E55"/>
    <w:rsid w:val="0087798E"/>
    <w:rsid w:val="00877D1B"/>
    <w:rsid w:val="00877FFB"/>
    <w:rsid w:val="00884BB2"/>
    <w:rsid w:val="008943EB"/>
    <w:rsid w:val="008953B7"/>
    <w:rsid w:val="008962B8"/>
    <w:rsid w:val="00897704"/>
    <w:rsid w:val="008A5E93"/>
    <w:rsid w:val="008B25A3"/>
    <w:rsid w:val="008B35EB"/>
    <w:rsid w:val="008B59FA"/>
    <w:rsid w:val="008B61E0"/>
    <w:rsid w:val="008C0653"/>
    <w:rsid w:val="008C0DC6"/>
    <w:rsid w:val="008C2FD8"/>
    <w:rsid w:val="008D11BE"/>
    <w:rsid w:val="008D11E5"/>
    <w:rsid w:val="008E3D3D"/>
    <w:rsid w:val="008E6F6B"/>
    <w:rsid w:val="008F0C23"/>
    <w:rsid w:val="008F1816"/>
    <w:rsid w:val="008F1BFE"/>
    <w:rsid w:val="008F3B31"/>
    <w:rsid w:val="008F3F85"/>
    <w:rsid w:val="008F7D47"/>
    <w:rsid w:val="0090757A"/>
    <w:rsid w:val="009117F7"/>
    <w:rsid w:val="00923923"/>
    <w:rsid w:val="00927943"/>
    <w:rsid w:val="00932E0D"/>
    <w:rsid w:val="00934B70"/>
    <w:rsid w:val="00954EA6"/>
    <w:rsid w:val="0095729F"/>
    <w:rsid w:val="00960FF9"/>
    <w:rsid w:val="009710EF"/>
    <w:rsid w:val="0097161E"/>
    <w:rsid w:val="00975A37"/>
    <w:rsid w:val="00975FC9"/>
    <w:rsid w:val="009777CF"/>
    <w:rsid w:val="009A01F6"/>
    <w:rsid w:val="009A30A4"/>
    <w:rsid w:val="009A4BBC"/>
    <w:rsid w:val="009B1DD0"/>
    <w:rsid w:val="009C14B5"/>
    <w:rsid w:val="009D26D3"/>
    <w:rsid w:val="009D4E2D"/>
    <w:rsid w:val="009D52E7"/>
    <w:rsid w:val="009E1167"/>
    <w:rsid w:val="009E34B3"/>
    <w:rsid w:val="009E38EA"/>
    <w:rsid w:val="009E461E"/>
    <w:rsid w:val="009F2071"/>
    <w:rsid w:val="009F2F14"/>
    <w:rsid w:val="009F47FF"/>
    <w:rsid w:val="009F59FE"/>
    <w:rsid w:val="009F616A"/>
    <w:rsid w:val="009F703C"/>
    <w:rsid w:val="00A04227"/>
    <w:rsid w:val="00A20798"/>
    <w:rsid w:val="00A218B6"/>
    <w:rsid w:val="00A22A48"/>
    <w:rsid w:val="00A23055"/>
    <w:rsid w:val="00A2599D"/>
    <w:rsid w:val="00A261D2"/>
    <w:rsid w:val="00A264D4"/>
    <w:rsid w:val="00A2749B"/>
    <w:rsid w:val="00A309D9"/>
    <w:rsid w:val="00A35114"/>
    <w:rsid w:val="00A42548"/>
    <w:rsid w:val="00A42A76"/>
    <w:rsid w:val="00A465D5"/>
    <w:rsid w:val="00A52C53"/>
    <w:rsid w:val="00A533B3"/>
    <w:rsid w:val="00A66440"/>
    <w:rsid w:val="00A71348"/>
    <w:rsid w:val="00A80747"/>
    <w:rsid w:val="00A82268"/>
    <w:rsid w:val="00A8579C"/>
    <w:rsid w:val="00A8653A"/>
    <w:rsid w:val="00A91134"/>
    <w:rsid w:val="00A93576"/>
    <w:rsid w:val="00A93777"/>
    <w:rsid w:val="00A95D34"/>
    <w:rsid w:val="00A969C8"/>
    <w:rsid w:val="00AA20A1"/>
    <w:rsid w:val="00AA6161"/>
    <w:rsid w:val="00AA6D43"/>
    <w:rsid w:val="00AA7DE5"/>
    <w:rsid w:val="00AB58C9"/>
    <w:rsid w:val="00AC710C"/>
    <w:rsid w:val="00AD3E32"/>
    <w:rsid w:val="00AE0012"/>
    <w:rsid w:val="00AE0028"/>
    <w:rsid w:val="00AE129F"/>
    <w:rsid w:val="00AE17C5"/>
    <w:rsid w:val="00AE6A59"/>
    <w:rsid w:val="00AF0323"/>
    <w:rsid w:val="00AF60D2"/>
    <w:rsid w:val="00B12BEA"/>
    <w:rsid w:val="00B21DEE"/>
    <w:rsid w:val="00B25F09"/>
    <w:rsid w:val="00B277F2"/>
    <w:rsid w:val="00B43280"/>
    <w:rsid w:val="00B4377C"/>
    <w:rsid w:val="00B611E6"/>
    <w:rsid w:val="00B86A22"/>
    <w:rsid w:val="00B91984"/>
    <w:rsid w:val="00B91A0F"/>
    <w:rsid w:val="00B972D2"/>
    <w:rsid w:val="00BA1109"/>
    <w:rsid w:val="00BA5AC3"/>
    <w:rsid w:val="00BA6A02"/>
    <w:rsid w:val="00BB528D"/>
    <w:rsid w:val="00BB6223"/>
    <w:rsid w:val="00BC7676"/>
    <w:rsid w:val="00BD3175"/>
    <w:rsid w:val="00BD4279"/>
    <w:rsid w:val="00BD48A8"/>
    <w:rsid w:val="00BD611F"/>
    <w:rsid w:val="00BE33DF"/>
    <w:rsid w:val="00BE4CCD"/>
    <w:rsid w:val="00BE4EA2"/>
    <w:rsid w:val="00BE76FC"/>
    <w:rsid w:val="00BF0ECC"/>
    <w:rsid w:val="00BF1F9A"/>
    <w:rsid w:val="00BF2D0D"/>
    <w:rsid w:val="00C0196D"/>
    <w:rsid w:val="00C06DC8"/>
    <w:rsid w:val="00C07048"/>
    <w:rsid w:val="00C070D9"/>
    <w:rsid w:val="00C073B7"/>
    <w:rsid w:val="00C149F8"/>
    <w:rsid w:val="00C25D2D"/>
    <w:rsid w:val="00C25F8F"/>
    <w:rsid w:val="00C33701"/>
    <w:rsid w:val="00C55778"/>
    <w:rsid w:val="00C660DC"/>
    <w:rsid w:val="00C74095"/>
    <w:rsid w:val="00C756D0"/>
    <w:rsid w:val="00C76B72"/>
    <w:rsid w:val="00C76FF2"/>
    <w:rsid w:val="00C85CCD"/>
    <w:rsid w:val="00C874B6"/>
    <w:rsid w:val="00C9340F"/>
    <w:rsid w:val="00CA1B77"/>
    <w:rsid w:val="00CA727E"/>
    <w:rsid w:val="00CB7D83"/>
    <w:rsid w:val="00CD3BD4"/>
    <w:rsid w:val="00CD7401"/>
    <w:rsid w:val="00CD7407"/>
    <w:rsid w:val="00CE128F"/>
    <w:rsid w:val="00CE638C"/>
    <w:rsid w:val="00CE7310"/>
    <w:rsid w:val="00D07F12"/>
    <w:rsid w:val="00D200E6"/>
    <w:rsid w:val="00D263EC"/>
    <w:rsid w:val="00D27414"/>
    <w:rsid w:val="00D309DD"/>
    <w:rsid w:val="00D337CB"/>
    <w:rsid w:val="00D4178A"/>
    <w:rsid w:val="00D46773"/>
    <w:rsid w:val="00D47985"/>
    <w:rsid w:val="00D507E9"/>
    <w:rsid w:val="00D513CC"/>
    <w:rsid w:val="00D52859"/>
    <w:rsid w:val="00D53075"/>
    <w:rsid w:val="00D54165"/>
    <w:rsid w:val="00D678C1"/>
    <w:rsid w:val="00D70986"/>
    <w:rsid w:val="00D80CFC"/>
    <w:rsid w:val="00D94EA8"/>
    <w:rsid w:val="00D96969"/>
    <w:rsid w:val="00DA4E49"/>
    <w:rsid w:val="00DA6AB0"/>
    <w:rsid w:val="00DB0C80"/>
    <w:rsid w:val="00DB1976"/>
    <w:rsid w:val="00DB5989"/>
    <w:rsid w:val="00DB6F44"/>
    <w:rsid w:val="00DC11C4"/>
    <w:rsid w:val="00DC4F91"/>
    <w:rsid w:val="00DC7ECA"/>
    <w:rsid w:val="00DD129D"/>
    <w:rsid w:val="00DD4017"/>
    <w:rsid w:val="00DD612E"/>
    <w:rsid w:val="00DE014B"/>
    <w:rsid w:val="00DF11D1"/>
    <w:rsid w:val="00DF18AC"/>
    <w:rsid w:val="00DF784E"/>
    <w:rsid w:val="00E02A20"/>
    <w:rsid w:val="00E0348C"/>
    <w:rsid w:val="00E052FD"/>
    <w:rsid w:val="00E06EFE"/>
    <w:rsid w:val="00E2064B"/>
    <w:rsid w:val="00E263FA"/>
    <w:rsid w:val="00E32509"/>
    <w:rsid w:val="00E34DD9"/>
    <w:rsid w:val="00E44CAC"/>
    <w:rsid w:val="00E50A7A"/>
    <w:rsid w:val="00E57258"/>
    <w:rsid w:val="00E57E35"/>
    <w:rsid w:val="00E6224B"/>
    <w:rsid w:val="00E6284E"/>
    <w:rsid w:val="00E62E01"/>
    <w:rsid w:val="00E65499"/>
    <w:rsid w:val="00E72043"/>
    <w:rsid w:val="00E75537"/>
    <w:rsid w:val="00E7634A"/>
    <w:rsid w:val="00E7722D"/>
    <w:rsid w:val="00E77EB0"/>
    <w:rsid w:val="00E81B00"/>
    <w:rsid w:val="00E81DC0"/>
    <w:rsid w:val="00E90F7E"/>
    <w:rsid w:val="00E96EEC"/>
    <w:rsid w:val="00EB61AC"/>
    <w:rsid w:val="00EC1CB2"/>
    <w:rsid w:val="00EC41FE"/>
    <w:rsid w:val="00ED0DB7"/>
    <w:rsid w:val="00EE1FC5"/>
    <w:rsid w:val="00EE4C0D"/>
    <w:rsid w:val="00EF2F46"/>
    <w:rsid w:val="00EF5357"/>
    <w:rsid w:val="00EF59B6"/>
    <w:rsid w:val="00EF6EC7"/>
    <w:rsid w:val="00F03B54"/>
    <w:rsid w:val="00F06795"/>
    <w:rsid w:val="00F10AE1"/>
    <w:rsid w:val="00F1204C"/>
    <w:rsid w:val="00F14496"/>
    <w:rsid w:val="00F15E55"/>
    <w:rsid w:val="00F17F93"/>
    <w:rsid w:val="00F24462"/>
    <w:rsid w:val="00F25105"/>
    <w:rsid w:val="00F30F43"/>
    <w:rsid w:val="00F35F7A"/>
    <w:rsid w:val="00F415DC"/>
    <w:rsid w:val="00F448B8"/>
    <w:rsid w:val="00F46222"/>
    <w:rsid w:val="00F4766B"/>
    <w:rsid w:val="00F5078D"/>
    <w:rsid w:val="00F53733"/>
    <w:rsid w:val="00F56839"/>
    <w:rsid w:val="00F65814"/>
    <w:rsid w:val="00F81F6A"/>
    <w:rsid w:val="00FA0431"/>
    <w:rsid w:val="00FB0204"/>
    <w:rsid w:val="00FB17E2"/>
    <w:rsid w:val="00FB664E"/>
    <w:rsid w:val="00FC4D08"/>
    <w:rsid w:val="00FC6639"/>
    <w:rsid w:val="00FC79CD"/>
    <w:rsid w:val="00FD1122"/>
    <w:rsid w:val="00FD1838"/>
    <w:rsid w:val="00FD1A4C"/>
    <w:rsid w:val="00FD49ED"/>
    <w:rsid w:val="00FD537C"/>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pPr>
            <w:pStyle w:val="3723631CF6D6454FB7A698A8980DB5E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pPr>
            <w:pStyle w:val="AC768A9829144FF09E743BD34CC0FFDA"/>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A2"/>
    <w:rsid w:val="000B7424"/>
    <w:rsid w:val="000D10B4"/>
    <w:rsid w:val="000F68E0"/>
    <w:rsid w:val="00165524"/>
    <w:rsid w:val="002065EA"/>
    <w:rsid w:val="002103A2"/>
    <w:rsid w:val="00453A5B"/>
    <w:rsid w:val="004D33BD"/>
    <w:rsid w:val="004E1681"/>
    <w:rsid w:val="00504D3B"/>
    <w:rsid w:val="00524B98"/>
    <w:rsid w:val="00594BA0"/>
    <w:rsid w:val="005C020F"/>
    <w:rsid w:val="005D2E9C"/>
    <w:rsid w:val="0069683D"/>
    <w:rsid w:val="006A2AFB"/>
    <w:rsid w:val="006A553F"/>
    <w:rsid w:val="00743BEC"/>
    <w:rsid w:val="007751D2"/>
    <w:rsid w:val="007A2233"/>
    <w:rsid w:val="007A7A31"/>
    <w:rsid w:val="007D709A"/>
    <w:rsid w:val="00806FD4"/>
    <w:rsid w:val="00904E8D"/>
    <w:rsid w:val="00965728"/>
    <w:rsid w:val="00973CFA"/>
    <w:rsid w:val="009F6F91"/>
    <w:rsid w:val="00AD5ECD"/>
    <w:rsid w:val="00B2686F"/>
    <w:rsid w:val="00B92278"/>
    <w:rsid w:val="00BE68D8"/>
    <w:rsid w:val="00BF707B"/>
    <w:rsid w:val="00C66F40"/>
    <w:rsid w:val="00C77E56"/>
    <w:rsid w:val="00CF7F5E"/>
    <w:rsid w:val="00D56112"/>
    <w:rsid w:val="00D74FD7"/>
    <w:rsid w:val="00DA1D6D"/>
    <w:rsid w:val="00DC622D"/>
    <w:rsid w:val="00DF1714"/>
    <w:rsid w:val="00E0756D"/>
    <w:rsid w:val="00E7248D"/>
    <w:rsid w:val="00E74E2D"/>
    <w:rsid w:val="00F0609C"/>
    <w:rsid w:val="00F94C7D"/>
    <w:rsid w:val="00F9600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 w:type="paragraph" w:customStyle="1" w:styleId="21B80BE2091340DCB580E55F079C3CCF">
    <w:name w:val="21B80BE2091340DCB580E55F079C3CCF"/>
  </w:style>
  <w:style w:type="paragraph" w:customStyle="1" w:styleId="19824BBC4DBC4CA9A7DE4D8E24421D65">
    <w:name w:val="19824BBC4DBC4CA9A7DE4D8E24421D65"/>
  </w:style>
  <w:style w:type="paragraph" w:customStyle="1" w:styleId="8CA533AC31AD48DB94EA5999ECFEF7FA">
    <w:name w:val="8CA533AC31AD48DB94EA5999ECFEF7FA"/>
  </w:style>
  <w:style w:type="paragraph" w:customStyle="1" w:styleId="0A8E2C4688E74476A9D829CE2EEE533B">
    <w:name w:val="0A8E2C4688E74476A9D829CE2EEE533B"/>
  </w:style>
  <w:style w:type="paragraph" w:customStyle="1" w:styleId="E97E3FCB65C64856A6EE60C5D81A856B">
    <w:name w:val="E97E3FCB65C64856A6EE60C5D81A856B"/>
  </w:style>
  <w:style w:type="paragraph" w:customStyle="1" w:styleId="E2A01F6B47FC4D81A25AB280836C51BC">
    <w:name w:val="E2A01F6B47FC4D81A25AB280836C51BC"/>
  </w:style>
  <w:style w:type="paragraph" w:customStyle="1" w:styleId="3723631CF6D6454FB7A698A8980DB5E5">
    <w:name w:val="3723631CF6D6454FB7A698A8980DB5E5"/>
  </w:style>
  <w:style w:type="paragraph" w:customStyle="1" w:styleId="823529B27B644D16A43FFB81AC34CBE3">
    <w:name w:val="823529B27B644D16A43FFB81AC34CBE3"/>
  </w:style>
  <w:style w:type="paragraph" w:customStyle="1" w:styleId="345DA6333C8F4C79934CB8FF7588F41F">
    <w:name w:val="345DA6333C8F4C79934CB8FF7588F41F"/>
  </w:style>
  <w:style w:type="paragraph" w:customStyle="1" w:styleId="F36C0A0FA0B546C3AFB6F85EF2065261">
    <w:name w:val="F36C0A0FA0B546C3AFB6F85EF2065261"/>
  </w:style>
  <w:style w:type="paragraph" w:customStyle="1" w:styleId="AC768A9829144FF09E743BD34CC0FFDA">
    <w:name w:val="AC768A9829144FF09E743BD34CC0FFDA"/>
  </w:style>
  <w:style w:type="paragraph" w:customStyle="1" w:styleId="C27EBC3137164A918172117CDA441784">
    <w:name w:val="C27EBC3137164A918172117CDA441784"/>
  </w:style>
  <w:style w:type="paragraph" w:customStyle="1" w:styleId="C3C0ED85A5594AC49248D554AC7FE7AC">
    <w:name w:val="C3C0ED85A5594AC49248D554AC7FE7AC"/>
    <w:rsid w:val="00DF17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2022-12-09T00:00:00</PublishDate>
  <Abstract/>
  <CompanyAddress/>
  <CompanyPhone/>
  <CompanyFax/>
  <CompanyEmail/>
</CoverPageProperties>
</file>

<file path=customXml/item2.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3.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3.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customXml/itemProps5.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6.xml><?xml version="1.0" encoding="utf-8"?>
<ds:datastoreItem xmlns:ds="http://schemas.openxmlformats.org/officeDocument/2006/customXml" ds:itemID="{37D81111-2AA7-4542-9991-F1349DEC1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1</TotalTime>
  <Pages>125</Pages>
  <Words>22083</Words>
  <Characters>178881</Characters>
  <Application>Microsoft Office Word</Application>
  <DocSecurity>0</DocSecurity>
  <Lines>1490</Lines>
  <Paragraphs>401</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Potilastiedon arkisto: rajapintakäyttötapaukset arkiston ja liittyvän järjestelmän välillä</vt:lpstr>
      <vt:lpstr/>
    </vt:vector>
  </TitlesOfParts>
  <Company>Kela</Company>
  <LinksUpToDate>false</LinksUpToDate>
  <CharactersWithSpaces>200563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Potilastiedon arkisto: rajapintakäyttötapaukset arkiston ja liittyvän järjestelmän välillä</dc:title>
  <dc:subject>Määrittely</dc:subject>
  <dc:creator>Pakari Arja</dc:creator>
  <cp:keywords/>
  <cp:lastModifiedBy>Kunnari Riitta</cp:lastModifiedBy>
  <cp:revision>3</cp:revision>
  <cp:lastPrinted>2020-11-25T15:04:00Z</cp:lastPrinted>
  <dcterms:created xsi:type="dcterms:W3CDTF">2022-12-09T08:58:00Z</dcterms:created>
  <dcterms:modified xsi:type="dcterms:W3CDTF">2022-12-09T08:59:00Z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